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C247A" w14:textId="765ADEF3" w:rsidR="00E15496" w:rsidRPr="00837501" w:rsidRDefault="00BE2F20" w:rsidP="0075723C">
      <w:pPr>
        <w:pStyle w:val="LessonNumberandTitle"/>
        <w:jc w:val="left"/>
        <w:rPr>
          <w:rFonts w:ascii="Artifakt ElementOfc" w:hAnsi="Artifakt ElementOfc" w:cs="Artifakt ElementOfc"/>
          <w:color w:val="000000"/>
          <w:sz w:val="28"/>
          <w:szCs w:val="28"/>
        </w:rPr>
      </w:pPr>
      <w:r w:rsidRPr="00837501">
        <w:rPr>
          <w:rFonts w:ascii="Artifakt ElementOfc" w:hAnsi="Artifakt ElementOfc" w:cs="Artifakt ElementOfc"/>
          <w:color w:val="000000"/>
          <w:sz w:val="28"/>
          <w:szCs w:val="28"/>
        </w:rPr>
        <w:t xml:space="preserve">Learn CAM in 90 Minutes - </w:t>
      </w:r>
      <w:r w:rsidR="002A4420" w:rsidRPr="00837501">
        <w:rPr>
          <w:rFonts w:ascii="Artifakt ElementOfc" w:hAnsi="Artifakt ElementOfc" w:cs="Artifakt ElementOfc"/>
          <w:color w:val="000000"/>
          <w:sz w:val="28"/>
          <w:szCs w:val="28"/>
        </w:rPr>
        <w:t>Metric</w:t>
      </w:r>
    </w:p>
    <w:p w14:paraId="2FC039C2" w14:textId="77777777" w:rsidR="00CD5A6B" w:rsidRPr="00837501" w:rsidRDefault="00CD5A6B" w:rsidP="0075723C">
      <w:pPr>
        <w:pStyle w:val="LessonNumberandTitle"/>
        <w:jc w:val="left"/>
        <w:rPr>
          <w:rFonts w:ascii="Artifakt ElementOfc" w:hAnsi="Artifakt ElementOfc" w:cs="Artifakt ElementOfc"/>
          <w:color w:val="000000"/>
          <w:sz w:val="28"/>
          <w:szCs w:val="28"/>
        </w:rPr>
      </w:pPr>
      <w:r w:rsidRPr="00837501">
        <w:rPr>
          <w:rFonts w:ascii="Artifakt ElementOfc" w:hAnsi="Artifakt ElementOfc" w:cs="Artifakt ElementOfc"/>
          <w:color w:val="000000"/>
          <w:sz w:val="28"/>
          <w:szCs w:val="28"/>
        </w:rPr>
        <w:t>Instructor guide</w:t>
      </w:r>
    </w:p>
    <w:p w14:paraId="7C748E5B" w14:textId="49120F4C" w:rsidR="001004E4" w:rsidRPr="00837501" w:rsidRDefault="001004E4" w:rsidP="001004E4">
      <w:pPr>
        <w:tabs>
          <w:tab w:val="left" w:pos="2089"/>
        </w:tabs>
        <w:rPr>
          <w:rFonts w:ascii="Artifakt ElementOfc" w:hAnsi="Artifakt ElementOfc" w:cs="Artifakt ElementOfc"/>
          <w:color w:val="000000"/>
        </w:rPr>
      </w:pPr>
      <w:r w:rsidRPr="00837501">
        <w:rPr>
          <w:rFonts w:ascii="Artifakt ElementOfc" w:hAnsi="Artifakt ElementOfc" w:cs="Artifakt ElementOfc"/>
          <w:color w:val="000000"/>
        </w:rPr>
        <w:t>Course duration:  ~</w:t>
      </w:r>
      <w:r w:rsidR="00802496" w:rsidRPr="00837501">
        <w:rPr>
          <w:rFonts w:ascii="Artifakt ElementOfc" w:hAnsi="Artifakt ElementOfc" w:cs="Artifakt ElementOfc"/>
          <w:color w:val="000000"/>
        </w:rPr>
        <w:t>77</w:t>
      </w:r>
      <w:r w:rsidR="00603E5B" w:rsidRPr="00837501">
        <w:rPr>
          <w:rFonts w:ascii="Artifakt ElementOfc" w:hAnsi="Artifakt ElementOfc" w:cs="Artifakt ElementOfc"/>
          <w:color w:val="000000"/>
        </w:rPr>
        <w:t>5</w:t>
      </w:r>
      <w:r w:rsidRPr="00837501">
        <w:rPr>
          <w:rFonts w:ascii="Artifakt ElementOfc" w:hAnsi="Artifakt ElementOfc" w:cs="Artifakt ElementOfc"/>
          <w:color w:val="000000"/>
        </w:rPr>
        <w:t xml:space="preserve"> minutes</w:t>
      </w:r>
    </w:p>
    <w:p w14:paraId="1E8632D2" w14:textId="6E355078" w:rsidR="001004E4" w:rsidRPr="00837501" w:rsidRDefault="001004E4" w:rsidP="001004E4">
      <w:pPr>
        <w:tabs>
          <w:tab w:val="left" w:pos="2089"/>
        </w:tabs>
        <w:rPr>
          <w:rFonts w:ascii="Artifakt ElementOfc" w:hAnsi="Artifakt ElementOfc" w:cs="Artifakt ElementOfc"/>
          <w:color w:val="000000"/>
        </w:rPr>
      </w:pPr>
      <w:r w:rsidRPr="00837501">
        <w:rPr>
          <w:rFonts w:ascii="Artifakt ElementOfc" w:hAnsi="Artifakt ElementOfc" w:cs="Artifakt ElementOfc"/>
          <w:color w:val="000000"/>
        </w:rPr>
        <w:t xml:space="preserve">Level: </w:t>
      </w:r>
      <w:r w:rsidR="00DD0575" w:rsidRPr="00837501">
        <w:rPr>
          <w:rFonts w:ascii="Artifakt ElementOfc" w:hAnsi="Artifakt ElementOfc" w:cs="Artifakt ElementOfc"/>
          <w:color w:val="000000"/>
        </w:rPr>
        <w:t>Beginner</w:t>
      </w:r>
    </w:p>
    <w:p w14:paraId="1D585C36" w14:textId="5A48E43E" w:rsidR="001004E4" w:rsidRPr="00837501" w:rsidRDefault="001004E4" w:rsidP="0075723C">
      <w:pPr>
        <w:tabs>
          <w:tab w:val="left" w:pos="2089"/>
        </w:tabs>
        <w:rPr>
          <w:rFonts w:ascii="Artifakt ElementOfc" w:hAnsi="Artifakt ElementOfc" w:cs="Artifakt ElementOfc"/>
          <w:color w:val="000000"/>
        </w:rPr>
        <w:sectPr w:rsidR="001004E4" w:rsidRPr="00837501" w:rsidSect="0084434D">
          <w:headerReference w:type="default" r:id="rId11"/>
          <w:footerReference w:type="default" r:id="rId12"/>
          <w:headerReference w:type="first" r:id="rId13"/>
          <w:footerReference w:type="first" r:id="rId14"/>
          <w:pgSz w:w="12240" w:h="15840"/>
          <w:pgMar w:top="720" w:right="720" w:bottom="720" w:left="720" w:header="720" w:footer="720" w:gutter="0"/>
          <w:cols w:space="720"/>
          <w:titlePg/>
          <w:docGrid w:linePitch="360"/>
        </w:sectPr>
      </w:pPr>
      <w:r w:rsidRPr="00837501">
        <w:rPr>
          <w:rFonts w:ascii="Artifakt ElementOfc" w:hAnsi="Artifakt ElementOfc" w:cs="Artifakt ElementOfc"/>
          <w:color w:val="000000"/>
        </w:rPr>
        <w:t xml:space="preserve">Product: Autodesk® </w:t>
      </w:r>
      <w:r w:rsidR="007372C1" w:rsidRPr="00837501">
        <w:rPr>
          <w:rFonts w:ascii="Artifakt ElementOfc" w:hAnsi="Artifakt ElementOfc" w:cs="Artifakt ElementOfc"/>
          <w:color w:val="000000"/>
        </w:rPr>
        <w:t>Fusion</w:t>
      </w:r>
      <w:r w:rsidRPr="00837501">
        <w:rPr>
          <w:rFonts w:ascii="Artifakt ElementOfc" w:hAnsi="Artifakt ElementOfc" w:cs="Artifakt ElementOfc"/>
          <w:color w:val="000000"/>
        </w:rPr>
        <w:t>®</w:t>
      </w:r>
    </w:p>
    <w:p w14:paraId="61D646C0" w14:textId="77777777" w:rsidR="00B75117" w:rsidRPr="00837501" w:rsidRDefault="00B75117" w:rsidP="00B75117">
      <w:pPr>
        <w:rPr>
          <w:rFonts w:ascii="Artifakt ElementOfc" w:hAnsi="Artifakt ElementOfc" w:cs="Artifakt ElementOfc"/>
          <w:color w:val="000000"/>
          <w:lang w:val="en"/>
        </w:rPr>
      </w:pPr>
      <w:r w:rsidRPr="00837501">
        <w:rPr>
          <w:rFonts w:ascii="Artifakt ElementOfc" w:hAnsi="Artifakt ElementOfc" w:cs="Artifakt ElementOfc"/>
          <w:color w:val="000000"/>
        </w:rPr>
        <w:t xml:space="preserve">This instructor guide is a comprehensive tool for facilitating this in the classroom. Prepare to teach this course by thoroughly reviewing this document, as well as all related course materials and resources. </w:t>
      </w:r>
    </w:p>
    <w:p w14:paraId="46A3C8A2" w14:textId="6690B661" w:rsidR="00A24A01" w:rsidRPr="00837501" w:rsidRDefault="00A24A01" w:rsidP="00A24A01">
      <w:pPr>
        <w:rPr>
          <w:rFonts w:ascii="Artifakt ElementOfc" w:hAnsi="Artifakt ElementOfc" w:cs="Artifakt ElementOfc"/>
          <w:lang w:val="en"/>
        </w:rPr>
      </w:pPr>
      <w:r w:rsidRPr="00837501">
        <w:rPr>
          <w:rFonts w:ascii="Artifakt ElementOfc" w:hAnsi="Artifakt ElementOfc" w:cs="Artifakt ElementOfc"/>
          <w:lang w:val="en"/>
        </w:rPr>
        <w:t xml:space="preserve">We’ve summarized the core </w:t>
      </w:r>
      <w:r w:rsidR="007372C1" w:rsidRPr="00837501">
        <w:rPr>
          <w:rFonts w:ascii="Artifakt ElementOfc" w:hAnsi="Artifakt ElementOfc" w:cs="Artifakt ElementOfc"/>
          <w:lang w:val="en"/>
        </w:rPr>
        <w:t xml:space="preserve">Fusion </w:t>
      </w:r>
      <w:r w:rsidR="00DA5D40" w:rsidRPr="00837501">
        <w:rPr>
          <w:rFonts w:ascii="Artifakt ElementOfc" w:hAnsi="Artifakt ElementOfc" w:cs="Artifakt ElementOfc"/>
          <w:lang w:val="en"/>
        </w:rPr>
        <w:t xml:space="preserve">Skills in the </w:t>
      </w:r>
      <w:r w:rsidR="00DD0575" w:rsidRPr="00837501">
        <w:rPr>
          <w:rFonts w:ascii="Artifakt ElementOfc" w:hAnsi="Artifakt ElementOfc" w:cs="Artifakt ElementOfc"/>
          <w:lang w:val="en"/>
        </w:rPr>
        <w:t>Learn CAM in 90 minutes</w:t>
      </w:r>
      <w:r w:rsidRPr="00837501">
        <w:rPr>
          <w:rFonts w:ascii="Artifakt ElementOfc" w:hAnsi="Artifakt ElementOfc" w:cs="Artifakt ElementOfc"/>
          <w:sz w:val="24"/>
        </w:rPr>
        <w:t xml:space="preserve"> </w:t>
      </w:r>
      <w:r w:rsidRPr="00837501">
        <w:rPr>
          <w:rFonts w:ascii="Artifakt ElementOfc" w:hAnsi="Artifakt ElementOfc" w:cs="Artifakt ElementOfc"/>
          <w:lang w:val="en"/>
        </w:rPr>
        <w:t>course so you can familiarize yourself with them before delivering this learning content in the classroom. It’s always recommended that you work through the course yourself in preparation for each lesson.</w:t>
      </w:r>
    </w:p>
    <w:p w14:paraId="6816F9DD" w14:textId="77777777" w:rsidR="00D975FA" w:rsidRPr="00837501" w:rsidRDefault="00B75117" w:rsidP="00D975FA">
      <w:pPr>
        <w:rPr>
          <w:rFonts w:ascii="Artifakt ElementOfc" w:hAnsi="Artifakt ElementOfc" w:cs="Artifakt ElementOfc"/>
          <w:b/>
          <w:bCs/>
          <w:color w:val="000000"/>
        </w:rPr>
      </w:pPr>
      <w:r w:rsidRPr="00837501">
        <w:rPr>
          <w:rFonts w:ascii="Artifakt ElementOfc" w:hAnsi="Artifakt ElementOfc" w:cs="Artifakt ElementOfc"/>
          <w:b/>
          <w:bCs/>
          <w:color w:val="000000"/>
        </w:rPr>
        <w:t xml:space="preserve">Learning </w:t>
      </w:r>
      <w:r w:rsidR="00C9634A" w:rsidRPr="00837501">
        <w:rPr>
          <w:rFonts w:ascii="Artifakt ElementOfc" w:hAnsi="Artifakt ElementOfc" w:cs="Artifakt ElementOfc"/>
          <w:b/>
          <w:bCs/>
          <w:color w:val="000000"/>
        </w:rPr>
        <w:t>o</w:t>
      </w:r>
      <w:r w:rsidRPr="00837501">
        <w:rPr>
          <w:rFonts w:ascii="Artifakt ElementOfc" w:hAnsi="Artifakt ElementOfc" w:cs="Artifakt ElementOfc"/>
          <w:b/>
          <w:bCs/>
          <w:color w:val="000000"/>
        </w:rPr>
        <w:t>bjectives</w:t>
      </w:r>
      <w:r w:rsidR="003A056A" w:rsidRPr="00837501">
        <w:rPr>
          <w:rFonts w:ascii="Artifakt ElementOfc" w:hAnsi="Artifakt ElementOfc" w:cs="Artifakt ElementOfc"/>
          <w:b/>
          <w:bCs/>
          <w:color w:val="000000"/>
        </w:rPr>
        <w:t>:</w:t>
      </w:r>
    </w:p>
    <w:p w14:paraId="1C0DC71E" w14:textId="2F2D3079" w:rsidR="005402E9" w:rsidRPr="00837501" w:rsidRDefault="00462177" w:rsidP="005402E9">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Set up stock for CNC Milling in Autodesk Fusion</w:t>
      </w:r>
      <w:r w:rsidR="005402E9" w:rsidRPr="00837501">
        <w:rPr>
          <w:rFonts w:ascii="Artifakt ElementOfc" w:hAnsi="Artifakt ElementOfc" w:cs="Artifakt ElementOfc"/>
        </w:rPr>
        <w:t>.</w:t>
      </w:r>
    </w:p>
    <w:p w14:paraId="407DC8B6" w14:textId="6DEAFF15" w:rsidR="00462177" w:rsidRPr="00837501" w:rsidRDefault="00462177" w:rsidP="005402E9">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Create toolpaths to rough and finish a mechanical part.</w:t>
      </w:r>
    </w:p>
    <w:p w14:paraId="5F5F26F4" w14:textId="622A4967" w:rsidR="00462177" w:rsidRPr="00837501" w:rsidRDefault="00462177" w:rsidP="005402E9">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Validate toolpaths and stock removal with simulation.</w:t>
      </w:r>
    </w:p>
    <w:p w14:paraId="6C1A2B51" w14:textId="119F2875" w:rsidR="00462177" w:rsidRPr="00837501" w:rsidRDefault="00462177" w:rsidP="005402E9">
      <w:pPr>
        <w:pStyle w:val="ListParagraph"/>
        <w:numPr>
          <w:ilvl w:val="0"/>
          <w:numId w:val="19"/>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Create documentation and G-code to control a CNC Mill.</w:t>
      </w:r>
    </w:p>
    <w:p w14:paraId="1FD8CC95" w14:textId="77777777" w:rsidR="00462177" w:rsidRPr="00837501" w:rsidRDefault="00462177" w:rsidP="00462177">
      <w:pPr>
        <w:pBdr>
          <w:top w:val="nil"/>
          <w:left w:val="nil"/>
          <w:bottom w:val="nil"/>
          <w:right w:val="nil"/>
          <w:between w:val="nil"/>
        </w:pBdr>
        <w:spacing w:after="0"/>
        <w:rPr>
          <w:rFonts w:ascii="Artifakt ElementOfc" w:hAnsi="Artifakt ElementOfc" w:cs="Artifakt ElementOfc"/>
        </w:rPr>
      </w:pPr>
    </w:p>
    <w:p w14:paraId="08836A48" w14:textId="0591A3CA" w:rsidR="00B75117" w:rsidRPr="00837501" w:rsidRDefault="00B75117" w:rsidP="00B75117">
      <w:pPr>
        <w:rPr>
          <w:rFonts w:ascii="Artifakt ElementOfc" w:hAnsi="Artifakt ElementOfc" w:cs="Artifakt ElementOfc"/>
          <w:color w:val="000000"/>
          <w:shd w:val="clear" w:color="auto" w:fill="FFFFFF"/>
        </w:rPr>
      </w:pPr>
      <w:r w:rsidRPr="00837501">
        <w:rPr>
          <w:rFonts w:ascii="Artifakt ElementOfc" w:hAnsi="Artifakt ElementOfc" w:cs="Artifakt ElementOfc"/>
          <w:color w:val="000000"/>
          <w:shd w:val="clear" w:color="auto" w:fill="FFFFFF"/>
        </w:rPr>
        <w:t xml:space="preserve">Each </w:t>
      </w:r>
      <w:r w:rsidR="00A2608E" w:rsidRPr="00837501">
        <w:rPr>
          <w:rFonts w:ascii="Artifakt ElementOfc" w:hAnsi="Artifakt ElementOfc" w:cs="Artifakt ElementOfc"/>
          <w:color w:val="000000"/>
          <w:shd w:val="clear" w:color="auto" w:fill="FFFFFF"/>
        </w:rPr>
        <w:t xml:space="preserve">module </w:t>
      </w:r>
      <w:r w:rsidRPr="00837501">
        <w:rPr>
          <w:rFonts w:ascii="Artifakt ElementOfc" w:hAnsi="Artifakt ElementOfc" w:cs="Artifakt ElementOfc"/>
          <w:color w:val="000000"/>
          <w:shd w:val="clear" w:color="auto" w:fill="FFFFFF"/>
        </w:rPr>
        <w:t xml:space="preserve">is listed below along with suggested time allocations for instruction. The referenced demonstrations are based on the step-by-step instruction included in the course. Review the video tutorials for the detailed instruction in each </w:t>
      </w:r>
      <w:r w:rsidR="00A2608E" w:rsidRPr="00837501">
        <w:rPr>
          <w:rFonts w:ascii="Artifakt ElementOfc" w:hAnsi="Artifakt ElementOfc" w:cs="Artifakt ElementOfc"/>
          <w:color w:val="000000"/>
          <w:shd w:val="clear" w:color="auto" w:fill="FFFFFF"/>
        </w:rPr>
        <w:t>module</w:t>
      </w:r>
      <w:r w:rsidRPr="00837501">
        <w:rPr>
          <w:rFonts w:ascii="Artifakt ElementOfc" w:hAnsi="Artifakt ElementOfc" w:cs="Artifakt ElementOfc"/>
          <w:color w:val="000000"/>
          <w:shd w:val="clear" w:color="auto" w:fill="FFFFFF"/>
        </w:rPr>
        <w:t xml:space="preserve">. </w:t>
      </w:r>
    </w:p>
    <w:p w14:paraId="383BCC14" w14:textId="77777777" w:rsidR="00BE76AE" w:rsidRPr="00837501" w:rsidRDefault="00BE76AE" w:rsidP="00B75117">
      <w:pPr>
        <w:rPr>
          <w:rFonts w:ascii="Artifakt ElementOfc" w:hAnsi="Artifakt ElementOfc" w:cs="Artifakt ElementOfc"/>
          <w:color w:val="000000"/>
          <w:shd w:val="clear" w:color="auto" w:fill="FFFFFF"/>
        </w:rPr>
      </w:pPr>
    </w:p>
    <w:p w14:paraId="6910EB10" w14:textId="77777777" w:rsidR="00BE76AE" w:rsidRPr="00837501" w:rsidRDefault="00BE76AE" w:rsidP="00B75117">
      <w:pPr>
        <w:rPr>
          <w:rFonts w:ascii="Artifakt ElementOfc" w:hAnsi="Artifakt ElementOfc" w:cs="Artifakt ElementOfc"/>
          <w:color w:val="000000"/>
          <w:shd w:val="clear" w:color="auto" w:fill="FFFFFF"/>
        </w:rPr>
      </w:pPr>
    </w:p>
    <w:p w14:paraId="4916AFCF" w14:textId="77777777" w:rsidR="00BE76AE" w:rsidRPr="00837501" w:rsidRDefault="00BE76AE" w:rsidP="00B75117">
      <w:pPr>
        <w:rPr>
          <w:rFonts w:ascii="Artifakt ElementOfc" w:hAnsi="Artifakt ElementOfc" w:cs="Artifakt ElementOfc"/>
          <w:color w:val="000000"/>
          <w:shd w:val="clear" w:color="auto" w:fill="FFFFFF"/>
        </w:rPr>
      </w:pPr>
    </w:p>
    <w:p w14:paraId="066380BA" w14:textId="77777777" w:rsidR="00BE76AE" w:rsidRPr="00837501" w:rsidRDefault="00BE76AE" w:rsidP="00B75117">
      <w:pPr>
        <w:rPr>
          <w:rFonts w:ascii="Artifakt ElementOfc" w:hAnsi="Artifakt ElementOfc" w:cs="Artifakt ElementOfc"/>
          <w:color w:val="000000"/>
          <w:shd w:val="clear" w:color="auto" w:fill="FFFFFF"/>
        </w:rPr>
      </w:pPr>
    </w:p>
    <w:p w14:paraId="324E21F5" w14:textId="77777777" w:rsidR="00BE76AE" w:rsidRPr="00837501" w:rsidRDefault="00BE76AE" w:rsidP="00B75117">
      <w:pPr>
        <w:rPr>
          <w:rFonts w:ascii="Artifakt ElementOfc" w:hAnsi="Artifakt ElementOfc" w:cs="Artifakt ElementOfc"/>
          <w:color w:val="000000"/>
          <w:shd w:val="clear" w:color="auto" w:fill="FFFFFF"/>
        </w:rPr>
      </w:pPr>
    </w:p>
    <w:p w14:paraId="7A798B4B" w14:textId="77777777" w:rsidR="00BE76AE" w:rsidRPr="00837501" w:rsidRDefault="00BE76AE" w:rsidP="00B75117">
      <w:pPr>
        <w:rPr>
          <w:rFonts w:ascii="Artifakt ElementOfc" w:hAnsi="Artifakt ElementOfc" w:cs="Artifakt ElementOfc"/>
          <w:color w:val="000000"/>
          <w:shd w:val="clear" w:color="auto" w:fill="FFFFFF"/>
        </w:rPr>
      </w:pPr>
    </w:p>
    <w:p w14:paraId="69B6057E" w14:textId="77777777" w:rsidR="000B11FB" w:rsidRPr="00837501" w:rsidRDefault="000B11FB" w:rsidP="00B75117">
      <w:pPr>
        <w:rPr>
          <w:rFonts w:ascii="Artifakt ElementOfc" w:hAnsi="Artifakt ElementOfc" w:cs="Artifakt ElementOfc"/>
          <w:color w:val="000000"/>
          <w:shd w:val="clear" w:color="auto" w:fill="FFFFFF"/>
        </w:rPr>
      </w:pPr>
    </w:p>
    <w:p w14:paraId="6C7D2C14" w14:textId="77777777" w:rsidR="000B11FB" w:rsidRPr="00837501" w:rsidRDefault="000B11FB" w:rsidP="00B75117">
      <w:pPr>
        <w:rPr>
          <w:rFonts w:ascii="Artifakt ElementOfc" w:hAnsi="Artifakt ElementOfc" w:cs="Artifakt ElementOfc"/>
          <w:color w:val="000000"/>
          <w:shd w:val="clear" w:color="auto" w:fill="FFFFFF"/>
        </w:rPr>
      </w:pPr>
    </w:p>
    <w:p w14:paraId="23E1AD8A" w14:textId="77777777" w:rsidR="00BE76AE" w:rsidRPr="00837501" w:rsidRDefault="00BE76AE" w:rsidP="00B75117">
      <w:pPr>
        <w:rPr>
          <w:rFonts w:ascii="Artifakt ElementOfc" w:hAnsi="Artifakt ElementOfc" w:cs="Artifakt ElementOfc"/>
          <w:color w:val="000000"/>
          <w:shd w:val="clear" w:color="auto" w:fill="FFFFFF"/>
        </w:rPr>
      </w:pPr>
    </w:p>
    <w:p w14:paraId="23CB5330" w14:textId="77777777" w:rsidR="00BE76AE" w:rsidRPr="00837501" w:rsidRDefault="00BE76AE" w:rsidP="00B75117">
      <w:pPr>
        <w:rPr>
          <w:rFonts w:ascii="Artifakt ElementOfc" w:hAnsi="Artifakt ElementOfc" w:cs="Artifakt ElementOfc"/>
          <w:color w:val="000000"/>
          <w:shd w:val="clear" w:color="auto" w:fill="FFFFFF"/>
        </w:rPr>
      </w:pPr>
    </w:p>
    <w:p w14:paraId="4A4319ED" w14:textId="77777777" w:rsidR="0089678B" w:rsidRPr="00837501" w:rsidRDefault="0089678B" w:rsidP="00FB5514">
      <w:pPr>
        <w:rPr>
          <w:rFonts w:ascii="Artifakt ElementOfc" w:hAnsi="Artifakt ElementOfc" w:cs="Artifakt ElementOfc"/>
          <w:b/>
          <w:color w:val="000000"/>
          <w:shd w:val="clear" w:color="auto" w:fill="FFFFFF"/>
        </w:rPr>
        <w:sectPr w:rsidR="0089678B" w:rsidRPr="00837501" w:rsidSect="0084434D">
          <w:type w:val="continuous"/>
          <w:pgSz w:w="12240" w:h="15840"/>
          <w:pgMar w:top="720" w:right="720" w:bottom="720" w:left="720" w:header="720" w:footer="720" w:gutter="0"/>
          <w:cols w:space="720"/>
          <w:titlePg/>
          <w:docGrid w:linePitch="360"/>
        </w:sectPr>
      </w:pPr>
    </w:p>
    <w:p w14:paraId="0B466980" w14:textId="1ACEC264" w:rsidR="00FB5514" w:rsidRPr="00837501" w:rsidRDefault="00FB5514" w:rsidP="00FB5514">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lastRenderedPageBreak/>
        <w:t>Getting started</w:t>
      </w:r>
    </w:p>
    <w:p w14:paraId="274A0328" w14:textId="77777777" w:rsidR="00FB5514" w:rsidRPr="00837501" w:rsidRDefault="00FB5514" w:rsidP="00FB5514">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Total time required for </w:t>
      </w:r>
      <w:r w:rsidR="00A2608E" w:rsidRPr="00837501">
        <w:rPr>
          <w:rFonts w:ascii="Artifakt ElementOfc" w:hAnsi="Artifakt ElementOfc" w:cs="Artifakt ElementOfc"/>
          <w:b/>
          <w:color w:val="000000"/>
          <w:shd w:val="clear" w:color="auto" w:fill="FFFFFF"/>
        </w:rPr>
        <w:t>module</w:t>
      </w:r>
      <w:r w:rsidRPr="00837501">
        <w:rPr>
          <w:rFonts w:ascii="Artifakt ElementOfc" w:hAnsi="Artifakt ElementOfc" w:cs="Artifakt ElementOfc"/>
          <w:bCs/>
          <w:color w:val="000000"/>
          <w:shd w:val="clear" w:color="auto" w:fill="FFFFFF"/>
        </w:rPr>
        <w:t>: 20 minutes</w:t>
      </w:r>
    </w:p>
    <w:p w14:paraId="5D67DD16" w14:textId="77777777" w:rsidR="00FB5514" w:rsidRPr="00837501" w:rsidRDefault="00FB5514" w:rsidP="00FB5514">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Discuss objectives: </w:t>
      </w:r>
      <w:r w:rsidRPr="00837501">
        <w:rPr>
          <w:rFonts w:ascii="Artifakt ElementOfc" w:hAnsi="Artifakt ElementOfc" w:cs="Artifakt ElementOfc"/>
          <w:bCs/>
          <w:color w:val="000000"/>
          <w:shd w:val="clear" w:color="auto" w:fill="FFFFFF"/>
        </w:rPr>
        <w:t>3 minutes</w:t>
      </w:r>
    </w:p>
    <w:p w14:paraId="749980BC" w14:textId="77777777" w:rsidR="00FB5514" w:rsidRPr="00837501" w:rsidRDefault="00FB5514" w:rsidP="00FB5514">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Demonstrate: </w:t>
      </w:r>
      <w:r w:rsidRPr="00837501">
        <w:rPr>
          <w:rFonts w:ascii="Artifakt ElementOfc" w:hAnsi="Artifakt ElementOfc" w:cs="Artifakt ElementOfc"/>
          <w:bCs/>
          <w:color w:val="000000"/>
          <w:shd w:val="clear" w:color="auto" w:fill="FFFFFF"/>
        </w:rPr>
        <w:t>10 minutes</w:t>
      </w:r>
    </w:p>
    <w:p w14:paraId="3FECB424" w14:textId="77777777" w:rsidR="00FB5514" w:rsidRPr="00837501" w:rsidRDefault="00FB5514" w:rsidP="00FB5514">
      <w:pPr>
        <w:pStyle w:val="ListParagraph"/>
        <w:numPr>
          <w:ilvl w:val="0"/>
          <w:numId w:val="13"/>
        </w:numPr>
        <w:rPr>
          <w:rFonts w:ascii="Artifakt ElementOfc" w:hAnsi="Artifakt ElementOfc" w:cs="Artifakt ElementOfc"/>
          <w:color w:val="000000"/>
          <w:shd w:val="clear" w:color="auto" w:fill="FFFFFF"/>
        </w:rPr>
      </w:pPr>
      <w:r w:rsidRPr="00837501">
        <w:rPr>
          <w:rFonts w:ascii="Artifakt ElementOfc" w:hAnsi="Artifakt ElementOfc" w:cs="Artifakt ElementOfc"/>
          <w:color w:val="000000"/>
          <w:shd w:val="clear" w:color="auto" w:fill="FFFFFF"/>
        </w:rPr>
        <w:t>Review course overview and learning objectives</w:t>
      </w:r>
    </w:p>
    <w:p w14:paraId="76C7AF0D" w14:textId="77777777" w:rsidR="00FB5514" w:rsidRPr="00837501" w:rsidRDefault="00FB5514" w:rsidP="00FB5514">
      <w:pPr>
        <w:pStyle w:val="ListParagraph"/>
        <w:numPr>
          <w:ilvl w:val="0"/>
          <w:numId w:val="13"/>
        </w:numPr>
        <w:rPr>
          <w:rFonts w:ascii="Artifakt ElementOfc" w:hAnsi="Artifakt ElementOfc" w:cs="Artifakt ElementOfc"/>
          <w:color w:val="000000"/>
          <w:shd w:val="clear" w:color="auto" w:fill="FFFFFF"/>
        </w:rPr>
      </w:pPr>
      <w:r w:rsidRPr="00837501">
        <w:rPr>
          <w:rFonts w:ascii="Artifakt ElementOfc" w:hAnsi="Artifakt ElementOfc" w:cs="Artifakt ElementOfc"/>
          <w:color w:val="000000"/>
          <w:shd w:val="clear" w:color="auto" w:fill="FFFFFF"/>
        </w:rPr>
        <w:t>Download the course resources and software</w:t>
      </w:r>
    </w:p>
    <w:p w14:paraId="65938E17" w14:textId="77777777" w:rsidR="00FB5514" w:rsidRPr="00837501" w:rsidRDefault="00FB5514" w:rsidP="00FB5514">
      <w:pPr>
        <w:pStyle w:val="ListParagraph"/>
        <w:numPr>
          <w:ilvl w:val="0"/>
          <w:numId w:val="13"/>
        </w:numPr>
        <w:rPr>
          <w:rFonts w:ascii="Artifakt ElementOfc" w:hAnsi="Artifakt ElementOfc" w:cs="Artifakt ElementOfc"/>
          <w:color w:val="000000"/>
          <w:shd w:val="clear" w:color="auto" w:fill="FFFFFF"/>
        </w:rPr>
      </w:pPr>
      <w:r w:rsidRPr="00837501">
        <w:rPr>
          <w:rFonts w:ascii="Artifakt ElementOfc" w:hAnsi="Artifakt ElementOfc" w:cs="Artifakt ElementOfc"/>
          <w:color w:val="000000"/>
          <w:shd w:val="clear" w:color="auto" w:fill="FFFFFF"/>
        </w:rPr>
        <w:t>Create an Autodesk ID</w:t>
      </w:r>
    </w:p>
    <w:p w14:paraId="68BEF8AC" w14:textId="77777777" w:rsidR="00FB5514" w:rsidRPr="00837501" w:rsidRDefault="00FB5514" w:rsidP="00FB5514">
      <w:pPr>
        <w:pStyle w:val="ListParagraph"/>
        <w:numPr>
          <w:ilvl w:val="0"/>
          <w:numId w:val="13"/>
        </w:numPr>
        <w:rPr>
          <w:rFonts w:ascii="Artifakt ElementOfc" w:hAnsi="Artifakt ElementOfc" w:cs="Artifakt ElementOfc"/>
          <w:color w:val="000000"/>
          <w:shd w:val="clear" w:color="auto" w:fill="FFFFFF"/>
        </w:rPr>
      </w:pPr>
      <w:r w:rsidRPr="00837501">
        <w:rPr>
          <w:rFonts w:ascii="Artifakt ElementOfc" w:hAnsi="Artifakt ElementOfc" w:cs="Artifakt ElementOfc"/>
          <w:color w:val="000000"/>
          <w:shd w:val="clear" w:color="auto" w:fill="FFFFFF"/>
        </w:rPr>
        <w:t>Install the software</w:t>
      </w:r>
    </w:p>
    <w:p w14:paraId="0156C30B" w14:textId="77777777" w:rsidR="00FB5514" w:rsidRPr="00837501" w:rsidRDefault="00FB5514" w:rsidP="00FB5514">
      <w:pPr>
        <w:pStyle w:val="ListParagraph"/>
        <w:numPr>
          <w:ilvl w:val="0"/>
          <w:numId w:val="13"/>
        </w:numPr>
        <w:rPr>
          <w:rFonts w:ascii="Artifakt ElementOfc" w:hAnsi="Artifakt ElementOfc" w:cs="Artifakt ElementOfc"/>
          <w:color w:val="000000"/>
          <w:shd w:val="clear" w:color="auto" w:fill="FFFFFF"/>
        </w:rPr>
      </w:pPr>
      <w:r w:rsidRPr="00837501">
        <w:rPr>
          <w:rFonts w:ascii="Artifakt ElementOfc" w:hAnsi="Artifakt ElementOfc" w:cs="Artifakt ElementOfc"/>
          <w:color w:val="000000"/>
          <w:shd w:val="clear" w:color="auto" w:fill="FFFFFF"/>
        </w:rPr>
        <w:t>Review the starter activity and articles</w:t>
      </w:r>
    </w:p>
    <w:p w14:paraId="78852754" w14:textId="77777777" w:rsidR="00FB5514" w:rsidRPr="00837501" w:rsidRDefault="00FB5514" w:rsidP="00FB5514">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Hands-on time: </w:t>
      </w:r>
      <w:r w:rsidRPr="00837501">
        <w:rPr>
          <w:rFonts w:ascii="Artifakt ElementOfc" w:hAnsi="Artifakt ElementOfc" w:cs="Artifakt ElementOfc"/>
          <w:bCs/>
          <w:color w:val="000000"/>
          <w:shd w:val="clear" w:color="auto" w:fill="FFFFFF"/>
        </w:rPr>
        <w:t>5 minutes</w:t>
      </w:r>
    </w:p>
    <w:p w14:paraId="264C5535" w14:textId="77018B43" w:rsidR="001816EE" w:rsidRPr="00E54543" w:rsidRDefault="00FB5514" w:rsidP="00FB5514">
      <w:pPr>
        <w:rPr>
          <w:rFonts w:ascii="Artifakt ElementOfc" w:hAnsi="Artifakt ElementOfc" w:cs="Artifakt ElementOfc"/>
          <w:bCs/>
          <w:color w:val="000000"/>
          <w:shd w:val="clear" w:color="auto" w:fill="FFFFFF"/>
        </w:rPr>
      </w:pPr>
      <w:r w:rsidRPr="00837501">
        <w:rPr>
          <w:rFonts w:ascii="Artifakt ElementOfc" w:hAnsi="Artifakt ElementOfc" w:cs="Artifakt ElementOfc"/>
          <w:b/>
          <w:color w:val="000000"/>
          <w:shd w:val="clear" w:color="auto" w:fill="FFFFFF"/>
        </w:rPr>
        <w:t xml:space="preserve">Review objectives: </w:t>
      </w:r>
      <w:r w:rsidRPr="00837501">
        <w:rPr>
          <w:rFonts w:ascii="Artifakt ElementOfc" w:hAnsi="Artifakt ElementOfc" w:cs="Artifakt ElementOfc"/>
          <w:bCs/>
          <w:color w:val="000000"/>
          <w:shd w:val="clear" w:color="auto" w:fill="FFFFFF"/>
        </w:rPr>
        <w:t>2 minutes</w:t>
      </w:r>
    </w:p>
    <w:p w14:paraId="05CA8853" w14:textId="77777777" w:rsidR="0089678B" w:rsidRPr="00837501" w:rsidRDefault="0089678B" w:rsidP="0089678B">
      <w:pPr>
        <w:pBdr>
          <w:top w:val="single" w:sz="4" w:space="1" w:color="auto"/>
        </w:pBdr>
        <w:rPr>
          <w:rFonts w:ascii="Artifakt ElementOfc" w:hAnsi="Artifakt ElementOfc" w:cs="Artifakt ElementOfc"/>
          <w:b/>
          <w:color w:val="000000"/>
          <w:shd w:val="clear" w:color="auto" w:fill="FFFFFF"/>
        </w:rPr>
      </w:pPr>
    </w:p>
    <w:p w14:paraId="45DC8629" w14:textId="77777777" w:rsidR="00C441B9" w:rsidRPr="00837501" w:rsidRDefault="00C441B9" w:rsidP="0089678B">
      <w:pPr>
        <w:pBdr>
          <w:top w:val="single" w:sz="4" w:space="1" w:color="auto"/>
        </w:pBdr>
        <w:rPr>
          <w:rFonts w:ascii="Artifakt ElementOfc" w:hAnsi="Artifakt ElementOfc" w:cs="Artifakt ElementOfc"/>
          <w:b/>
          <w:color w:val="000000"/>
          <w:shd w:val="clear" w:color="auto" w:fill="FFFFFF"/>
        </w:rPr>
        <w:sectPr w:rsidR="00C441B9" w:rsidRPr="00837501" w:rsidSect="0084434D">
          <w:type w:val="continuous"/>
          <w:pgSz w:w="12240" w:h="15840"/>
          <w:pgMar w:top="720" w:right="720" w:bottom="720" w:left="720" w:header="720" w:footer="720" w:gutter="0"/>
          <w:cols w:space="720"/>
          <w:titlePg/>
          <w:docGrid w:linePitch="360"/>
        </w:sectPr>
      </w:pPr>
    </w:p>
    <w:p w14:paraId="38139A9A" w14:textId="7487F3E8" w:rsidR="00B75117" w:rsidRPr="00837501" w:rsidRDefault="00D8652A" w:rsidP="000A207F">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Stock setup for a 2.5-axis CAM project</w:t>
      </w:r>
    </w:p>
    <w:p w14:paraId="631ED944" w14:textId="356F3FEB"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Total </w:t>
      </w:r>
      <w:r w:rsidR="00C9634A" w:rsidRPr="00837501">
        <w:rPr>
          <w:rFonts w:ascii="Artifakt ElementOfc" w:hAnsi="Artifakt ElementOfc" w:cs="Artifakt ElementOfc"/>
          <w:b/>
          <w:color w:val="000000"/>
          <w:shd w:val="clear" w:color="auto" w:fill="FFFFFF"/>
        </w:rPr>
        <w:t>t</w:t>
      </w:r>
      <w:r w:rsidRPr="00837501">
        <w:rPr>
          <w:rFonts w:ascii="Artifakt ElementOfc" w:hAnsi="Artifakt ElementOfc" w:cs="Artifakt ElementOfc"/>
          <w:b/>
          <w:color w:val="000000"/>
          <w:shd w:val="clear" w:color="auto" w:fill="FFFFFF"/>
        </w:rPr>
        <w:t xml:space="preserve">ime </w:t>
      </w:r>
      <w:r w:rsidR="00C9634A" w:rsidRPr="00837501">
        <w:rPr>
          <w:rFonts w:ascii="Artifakt ElementOfc" w:hAnsi="Artifakt ElementOfc" w:cs="Artifakt ElementOfc"/>
          <w:b/>
          <w:color w:val="000000"/>
          <w:shd w:val="clear" w:color="auto" w:fill="FFFFFF"/>
        </w:rPr>
        <w:t>r</w:t>
      </w:r>
      <w:r w:rsidRPr="00837501">
        <w:rPr>
          <w:rFonts w:ascii="Artifakt ElementOfc" w:hAnsi="Artifakt ElementOfc" w:cs="Artifakt ElementOfc"/>
          <w:b/>
          <w:color w:val="000000"/>
          <w:shd w:val="clear" w:color="auto" w:fill="FFFFFF"/>
        </w:rPr>
        <w:t xml:space="preserve">equired: </w:t>
      </w:r>
      <w:r w:rsidR="00922E9D" w:rsidRPr="00837501">
        <w:rPr>
          <w:rFonts w:ascii="Artifakt ElementOfc" w:hAnsi="Artifakt ElementOfc" w:cs="Artifakt ElementOfc"/>
          <w:bCs/>
          <w:color w:val="000000"/>
          <w:shd w:val="clear" w:color="auto" w:fill="FFFFFF"/>
        </w:rPr>
        <w:t>9</w:t>
      </w:r>
      <w:r w:rsidR="004D2F86" w:rsidRPr="00837501">
        <w:rPr>
          <w:rFonts w:ascii="Artifakt ElementOfc" w:hAnsi="Artifakt ElementOfc" w:cs="Artifakt ElementOfc"/>
          <w:bCs/>
          <w:color w:val="000000"/>
          <w:shd w:val="clear" w:color="auto" w:fill="FFFFFF"/>
        </w:rPr>
        <w:t>5</w:t>
      </w:r>
      <w:r w:rsidRPr="00837501">
        <w:rPr>
          <w:rFonts w:ascii="Artifakt ElementOfc" w:hAnsi="Artifakt ElementOfc" w:cs="Artifakt ElementOfc"/>
          <w:bCs/>
          <w:color w:val="000000"/>
          <w:shd w:val="clear" w:color="auto" w:fill="FFFFFF"/>
        </w:rPr>
        <w:t xml:space="preserve"> minutes</w:t>
      </w:r>
      <w:r w:rsidRPr="00837501">
        <w:rPr>
          <w:rFonts w:ascii="Artifakt ElementOfc" w:hAnsi="Artifakt ElementOfc" w:cs="Artifakt ElementOfc"/>
          <w:b/>
          <w:color w:val="000000"/>
          <w:shd w:val="clear" w:color="auto" w:fill="FFFFFF"/>
          <w:lang w:val="en-CA"/>
        </w:rPr>
        <w:t xml:space="preserve"> </w:t>
      </w:r>
    </w:p>
    <w:p w14:paraId="3181DEF2" w14:textId="77777777"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Discuss </w:t>
      </w:r>
      <w:r w:rsidR="00C9634A" w:rsidRPr="00837501">
        <w:rPr>
          <w:rFonts w:ascii="Artifakt ElementOfc" w:hAnsi="Artifakt ElementOfc" w:cs="Artifakt ElementOfc"/>
          <w:b/>
          <w:color w:val="000000"/>
          <w:shd w:val="clear" w:color="auto" w:fill="FFFFFF"/>
        </w:rPr>
        <w:t>o</w:t>
      </w:r>
      <w:r w:rsidRPr="00837501">
        <w:rPr>
          <w:rFonts w:ascii="Artifakt ElementOfc" w:hAnsi="Artifakt ElementOfc" w:cs="Artifakt ElementOfc"/>
          <w:b/>
          <w:color w:val="000000"/>
          <w:shd w:val="clear" w:color="auto" w:fill="FFFFFF"/>
        </w:rPr>
        <w:t xml:space="preserve">bjectives: </w:t>
      </w:r>
      <w:r w:rsidRPr="00837501">
        <w:rPr>
          <w:rFonts w:ascii="Artifakt ElementOfc" w:hAnsi="Artifakt ElementOfc" w:cs="Artifakt ElementOfc"/>
          <w:bCs/>
          <w:color w:val="000000"/>
          <w:shd w:val="clear" w:color="auto" w:fill="FFFFFF"/>
        </w:rPr>
        <w:t xml:space="preserve">3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5E52AA33" w14:textId="77777777"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Demonstrate: </w:t>
      </w:r>
      <w:r w:rsidRPr="00837501">
        <w:rPr>
          <w:rFonts w:ascii="Artifakt ElementOfc" w:hAnsi="Artifakt ElementOfc" w:cs="Artifakt ElementOfc"/>
          <w:bCs/>
          <w:color w:val="000000"/>
          <w:shd w:val="clear" w:color="auto" w:fill="FFFFFF"/>
        </w:rPr>
        <w:t xml:space="preserve">15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498D0EFE" w14:textId="3D065600" w:rsidR="00D874ED" w:rsidRPr="00837501" w:rsidRDefault="00D8652A" w:rsidP="00D874ED">
      <w:pPr>
        <w:pStyle w:val="ListParagraph"/>
        <w:numPr>
          <w:ilvl w:val="0"/>
          <w:numId w:val="20"/>
        </w:numPr>
        <w:spacing w:after="0" w:line="240" w:lineRule="auto"/>
        <w:rPr>
          <w:rFonts w:ascii="Artifakt ElementOfc" w:hAnsi="Artifakt ElementOfc" w:cs="Artifakt ElementOfc"/>
        </w:rPr>
      </w:pPr>
      <w:r w:rsidRPr="00837501">
        <w:rPr>
          <w:rFonts w:ascii="Artifakt ElementOfc" w:hAnsi="Artifakt ElementOfc" w:cs="Artifakt ElementOfc"/>
        </w:rPr>
        <w:t>Define digital stock size</w:t>
      </w:r>
      <w:r w:rsidR="00D874ED" w:rsidRPr="00837501">
        <w:rPr>
          <w:rFonts w:ascii="Artifakt ElementOfc" w:hAnsi="Artifakt ElementOfc" w:cs="Artifakt ElementOfc"/>
        </w:rPr>
        <w:t>.</w:t>
      </w:r>
    </w:p>
    <w:p w14:paraId="5B4CC798" w14:textId="3CD834D2" w:rsidR="00D874ED" w:rsidRPr="00837501" w:rsidRDefault="00D8652A" w:rsidP="00D874ED">
      <w:pPr>
        <w:pStyle w:val="ListParagraph"/>
        <w:numPr>
          <w:ilvl w:val="0"/>
          <w:numId w:val="20"/>
        </w:numPr>
        <w:spacing w:after="0" w:line="240" w:lineRule="auto"/>
        <w:rPr>
          <w:rFonts w:ascii="Artifakt ElementOfc" w:hAnsi="Artifakt ElementOfc" w:cs="Artifakt ElementOfc"/>
        </w:rPr>
      </w:pPr>
      <w:r w:rsidRPr="00837501">
        <w:rPr>
          <w:rFonts w:ascii="Artifakt ElementOfc" w:hAnsi="Artifakt ElementOfc" w:cs="Artifakt ElementOfc"/>
        </w:rPr>
        <w:t>Locate a WCS</w:t>
      </w:r>
      <w:r w:rsidR="00D874ED" w:rsidRPr="00837501">
        <w:rPr>
          <w:rFonts w:ascii="Artifakt ElementOfc" w:hAnsi="Artifakt ElementOfc" w:cs="Artifakt ElementOfc"/>
        </w:rPr>
        <w:t>.</w:t>
      </w:r>
    </w:p>
    <w:p w14:paraId="3B1568D9" w14:textId="05ECF6FF" w:rsidR="00D8652A" w:rsidRPr="00837501" w:rsidRDefault="00D8652A" w:rsidP="00D874ED">
      <w:pPr>
        <w:pStyle w:val="ListParagraph"/>
        <w:numPr>
          <w:ilvl w:val="0"/>
          <w:numId w:val="20"/>
        </w:numPr>
        <w:spacing w:after="0" w:line="240" w:lineRule="auto"/>
        <w:rPr>
          <w:rFonts w:ascii="Artifakt ElementOfc" w:hAnsi="Artifakt ElementOfc" w:cs="Artifakt ElementOfc"/>
        </w:rPr>
      </w:pPr>
      <w:r w:rsidRPr="00837501">
        <w:rPr>
          <w:rFonts w:ascii="Artifakt ElementOfc" w:hAnsi="Artifakt ElementOfc" w:cs="Artifakt ElementOfc"/>
        </w:rPr>
        <w:t>Define post processor settings in the setup dialog.</w:t>
      </w:r>
    </w:p>
    <w:p w14:paraId="15B6AB75" w14:textId="2FCA0B6F" w:rsidR="001E4417" w:rsidRPr="00837501" w:rsidRDefault="00B75117" w:rsidP="00B75117">
      <w:pPr>
        <w:rPr>
          <w:rFonts w:ascii="Artifakt ElementOfc" w:hAnsi="Artifakt ElementOfc" w:cs="Artifakt ElementOfc"/>
          <w:bCs/>
          <w:color w:val="000000"/>
          <w:shd w:val="clear" w:color="auto" w:fill="FFFFFF"/>
        </w:rPr>
      </w:pPr>
      <w:r w:rsidRPr="00837501">
        <w:rPr>
          <w:rFonts w:ascii="Artifakt ElementOfc" w:hAnsi="Artifakt ElementOfc" w:cs="Artifakt ElementOfc"/>
          <w:b/>
          <w:color w:val="000000"/>
          <w:shd w:val="clear" w:color="auto" w:fill="FFFFFF"/>
        </w:rPr>
        <w:t>Hands</w:t>
      </w:r>
      <w:r w:rsidR="00C9634A" w:rsidRPr="00837501">
        <w:rPr>
          <w:rFonts w:ascii="Artifakt ElementOfc" w:hAnsi="Artifakt ElementOfc" w:cs="Artifakt ElementOfc"/>
          <w:b/>
          <w:color w:val="000000"/>
          <w:shd w:val="clear" w:color="auto" w:fill="FFFFFF"/>
        </w:rPr>
        <w:t>-</w:t>
      </w:r>
      <w:r w:rsidRPr="00837501">
        <w:rPr>
          <w:rFonts w:ascii="Artifakt ElementOfc" w:hAnsi="Artifakt ElementOfc" w:cs="Artifakt ElementOfc"/>
          <w:b/>
          <w:color w:val="000000"/>
          <w:shd w:val="clear" w:color="auto" w:fill="FFFFFF"/>
        </w:rPr>
        <w:t xml:space="preserve">on </w:t>
      </w:r>
      <w:r w:rsidR="00C9634A" w:rsidRPr="00837501">
        <w:rPr>
          <w:rFonts w:ascii="Artifakt ElementOfc" w:hAnsi="Artifakt ElementOfc" w:cs="Artifakt ElementOfc"/>
          <w:b/>
          <w:color w:val="000000"/>
          <w:shd w:val="clear" w:color="auto" w:fill="FFFFFF"/>
        </w:rPr>
        <w:t>t</w:t>
      </w:r>
      <w:r w:rsidRPr="00837501">
        <w:rPr>
          <w:rFonts w:ascii="Artifakt ElementOfc" w:hAnsi="Artifakt ElementOfc" w:cs="Artifakt ElementOfc"/>
          <w:b/>
          <w:color w:val="000000"/>
          <w:shd w:val="clear" w:color="auto" w:fill="FFFFFF"/>
        </w:rPr>
        <w:t xml:space="preserve">ime: </w:t>
      </w:r>
      <w:r w:rsidR="004D2F86" w:rsidRPr="00837501">
        <w:rPr>
          <w:rFonts w:ascii="Artifakt ElementOfc" w:hAnsi="Artifakt ElementOfc" w:cs="Artifakt ElementOfc"/>
          <w:bCs/>
          <w:color w:val="000000"/>
          <w:shd w:val="clear" w:color="auto" w:fill="FFFFFF"/>
        </w:rPr>
        <w:t>20</w:t>
      </w:r>
      <w:r w:rsidRPr="00837501">
        <w:rPr>
          <w:rFonts w:ascii="Artifakt ElementOfc" w:hAnsi="Artifakt ElementOfc" w:cs="Artifakt ElementOfc"/>
          <w:bCs/>
          <w:color w:val="000000"/>
          <w:shd w:val="clear" w:color="auto" w:fill="FFFFFF"/>
        </w:rPr>
        <w:t xml:space="preserve">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1BDC6B51" w14:textId="77777777" w:rsidR="00B75117" w:rsidRPr="00837501" w:rsidRDefault="00B75117" w:rsidP="00B75117">
      <w:pPr>
        <w:rPr>
          <w:rFonts w:ascii="Artifakt ElementOfc" w:hAnsi="Artifakt ElementOfc" w:cs="Artifakt ElementOfc"/>
          <w:bCs/>
          <w:color w:val="000000"/>
          <w:shd w:val="clear" w:color="auto" w:fill="FFFFFF"/>
        </w:rPr>
      </w:pPr>
      <w:r w:rsidRPr="00837501">
        <w:rPr>
          <w:rFonts w:ascii="Artifakt ElementOfc" w:hAnsi="Artifakt ElementOfc" w:cs="Artifakt ElementOfc"/>
          <w:b/>
          <w:color w:val="000000"/>
          <w:shd w:val="clear" w:color="auto" w:fill="FFFFFF"/>
        </w:rPr>
        <w:t xml:space="preserve">Review </w:t>
      </w:r>
      <w:r w:rsidR="00C9634A" w:rsidRPr="00837501">
        <w:rPr>
          <w:rFonts w:ascii="Artifakt ElementOfc" w:hAnsi="Artifakt ElementOfc" w:cs="Artifakt ElementOfc"/>
          <w:b/>
          <w:color w:val="000000"/>
          <w:shd w:val="clear" w:color="auto" w:fill="FFFFFF"/>
        </w:rPr>
        <w:t>o</w:t>
      </w:r>
      <w:r w:rsidRPr="00837501">
        <w:rPr>
          <w:rFonts w:ascii="Artifakt ElementOfc" w:hAnsi="Artifakt ElementOfc" w:cs="Artifakt ElementOfc"/>
          <w:b/>
          <w:color w:val="000000"/>
          <w:shd w:val="clear" w:color="auto" w:fill="FFFFFF"/>
        </w:rPr>
        <w:t xml:space="preserve">bjectives: </w:t>
      </w:r>
      <w:r w:rsidRPr="00837501">
        <w:rPr>
          <w:rFonts w:ascii="Artifakt ElementOfc" w:hAnsi="Artifakt ElementOfc" w:cs="Artifakt ElementOfc"/>
          <w:bCs/>
          <w:color w:val="000000"/>
          <w:shd w:val="clear" w:color="auto" w:fill="FFFFFF"/>
        </w:rPr>
        <w:t>2 minutes</w:t>
      </w:r>
    </w:p>
    <w:p w14:paraId="720DC4A9" w14:textId="77777777" w:rsidR="00C441B9" w:rsidRPr="00837501" w:rsidRDefault="00C441B9" w:rsidP="00B75117">
      <w:pPr>
        <w:rPr>
          <w:rFonts w:ascii="Artifakt ElementOfc" w:hAnsi="Artifakt ElementOfc" w:cs="Artifakt ElementOfc"/>
          <w:b/>
          <w:color w:val="000000"/>
          <w:shd w:val="clear" w:color="auto" w:fill="FFFFFF"/>
        </w:rPr>
      </w:pPr>
    </w:p>
    <w:p w14:paraId="153E771E" w14:textId="77777777" w:rsidR="000A207F" w:rsidRPr="00837501" w:rsidRDefault="000A207F" w:rsidP="000A207F">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Datasets:</w:t>
      </w:r>
    </w:p>
    <w:p w14:paraId="196F7C5C" w14:textId="5C6644A9" w:rsidR="00621169" w:rsidRPr="00837501" w:rsidRDefault="00E05307" w:rsidP="003F38DA">
      <w:pPr>
        <w:spacing w:after="0"/>
        <w:rPr>
          <w:rFonts w:ascii="Artifakt ElementOfc" w:hAnsi="Artifakt ElementOfc" w:cs="Artifakt ElementOfc"/>
          <w:i/>
          <w:iCs/>
          <w:shd w:val="clear" w:color="auto" w:fill="FFFFFF"/>
        </w:rPr>
      </w:pPr>
      <w:r w:rsidRPr="00837501">
        <w:rPr>
          <w:rFonts w:ascii="Artifakt ElementOfc" w:hAnsi="Artifakt ElementOfc" w:cs="Artifakt ElementOfc"/>
          <w:i/>
          <w:iCs/>
          <w:shd w:val="clear" w:color="auto" w:fill="FFFFFF"/>
        </w:rPr>
        <w:t xml:space="preserve">Cell Phone Stand – </w:t>
      </w:r>
      <w:r w:rsidR="00F108C5" w:rsidRPr="00837501">
        <w:rPr>
          <w:rFonts w:ascii="Artifakt ElementOfc" w:hAnsi="Artifakt ElementOfc" w:cs="Artifakt ElementOfc"/>
          <w:i/>
          <w:iCs/>
          <w:shd w:val="clear" w:color="auto" w:fill="FFFFFF"/>
        </w:rPr>
        <w:t>Metric</w:t>
      </w:r>
      <w:r w:rsidRPr="00837501">
        <w:rPr>
          <w:rFonts w:ascii="Artifakt ElementOfc" w:hAnsi="Artifakt ElementOfc" w:cs="Artifakt ElementOfc"/>
          <w:i/>
          <w:iCs/>
          <w:shd w:val="clear" w:color="auto" w:fill="FFFFFF"/>
        </w:rPr>
        <w:t xml:space="preserve"> Assembly</w:t>
      </w:r>
      <w:r w:rsidR="009D3F18" w:rsidRPr="00837501">
        <w:rPr>
          <w:rFonts w:ascii="Artifakt ElementOfc" w:hAnsi="Artifakt ElementOfc" w:cs="Artifakt ElementOfc"/>
          <w:i/>
          <w:iCs/>
          <w:shd w:val="clear" w:color="auto" w:fill="FFFFFF"/>
        </w:rPr>
        <w:t>.f3d</w:t>
      </w:r>
    </w:p>
    <w:p w14:paraId="61C69904" w14:textId="02E88821" w:rsidR="00E05307" w:rsidRPr="00837501" w:rsidRDefault="00E05307" w:rsidP="003F38DA">
      <w:pPr>
        <w:spacing w:after="0"/>
        <w:rPr>
          <w:rFonts w:ascii="Artifakt ElementOfc" w:hAnsi="Artifakt ElementOfc" w:cs="Artifakt ElementOfc"/>
          <w:i/>
          <w:iCs/>
          <w:shd w:val="clear" w:color="auto" w:fill="FFFFFF"/>
        </w:rPr>
      </w:pPr>
      <w:r w:rsidRPr="00837501">
        <w:rPr>
          <w:rFonts w:ascii="Artifakt ElementOfc" w:hAnsi="Artifakt ElementOfc" w:cs="Artifakt ElementOfc"/>
          <w:i/>
          <w:iCs/>
          <w:shd w:val="clear" w:color="auto" w:fill="FFFFFF"/>
        </w:rPr>
        <w:t>Vise.f3d</w:t>
      </w:r>
    </w:p>
    <w:p w14:paraId="7D6D6F7A" w14:textId="1E7F441D" w:rsidR="00E05307" w:rsidRPr="00837501" w:rsidRDefault="00E05307" w:rsidP="003F38DA">
      <w:pPr>
        <w:spacing w:after="0"/>
        <w:rPr>
          <w:rFonts w:ascii="Artifakt ElementOfc" w:hAnsi="Artifakt ElementOfc" w:cs="Artifakt ElementOfc"/>
          <w:i/>
          <w:iCs/>
          <w:shd w:val="clear" w:color="auto" w:fill="FFFFFF"/>
        </w:rPr>
      </w:pPr>
      <w:r w:rsidRPr="00837501">
        <w:rPr>
          <w:rFonts w:ascii="Artifakt ElementOfc" w:hAnsi="Artifakt ElementOfc" w:cs="Artifakt ElementOfc"/>
          <w:i/>
          <w:iCs/>
          <w:shd w:val="clear" w:color="auto" w:fill="FFFFFF"/>
        </w:rPr>
        <w:t xml:space="preserve">Cell Phone </w:t>
      </w:r>
      <w:r w:rsidR="00F108C5" w:rsidRPr="00837501">
        <w:rPr>
          <w:rFonts w:ascii="Artifakt ElementOfc" w:hAnsi="Artifakt ElementOfc" w:cs="Artifakt ElementOfc"/>
          <w:i/>
          <w:iCs/>
          <w:shd w:val="clear" w:color="auto" w:fill="FFFFFF"/>
        </w:rPr>
        <w:t>Metric</w:t>
      </w:r>
      <w:r w:rsidRPr="00837501">
        <w:rPr>
          <w:rFonts w:ascii="Artifakt ElementOfc" w:hAnsi="Artifakt ElementOfc" w:cs="Artifakt ElementOfc"/>
          <w:i/>
          <w:iCs/>
          <w:shd w:val="clear" w:color="auto" w:fill="FFFFFF"/>
        </w:rPr>
        <w:t xml:space="preserve"> CAM Setup.f3d</w:t>
      </w:r>
    </w:p>
    <w:p w14:paraId="1842F5FD" w14:textId="77777777" w:rsidR="003F38DA" w:rsidRPr="00837501" w:rsidRDefault="003F38DA" w:rsidP="003F38DA">
      <w:pPr>
        <w:spacing w:after="0"/>
        <w:rPr>
          <w:rFonts w:ascii="Artifakt ElementOfc" w:hAnsi="Artifakt ElementOfc" w:cs="Artifakt ElementOfc"/>
          <w:shd w:val="clear" w:color="auto" w:fill="FFFFFF"/>
        </w:rPr>
      </w:pPr>
    </w:p>
    <w:p w14:paraId="09A2CCA3" w14:textId="77777777" w:rsidR="000A207F" w:rsidRPr="00837501" w:rsidRDefault="000A207F" w:rsidP="000A207F">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Assignments</w:t>
      </w:r>
      <w:r w:rsidR="00A2608E" w:rsidRPr="00837501">
        <w:rPr>
          <w:rFonts w:ascii="Artifakt ElementOfc" w:hAnsi="Artifakt ElementOfc" w:cs="Artifakt ElementOfc"/>
          <w:b/>
          <w:color w:val="000000"/>
          <w:shd w:val="clear" w:color="auto" w:fill="FFFFFF"/>
        </w:rPr>
        <w:t>:</w:t>
      </w:r>
    </w:p>
    <w:p w14:paraId="4591319A" w14:textId="16776EFE" w:rsidR="000A207F" w:rsidRPr="00837501" w:rsidRDefault="000A207F" w:rsidP="000A207F">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Practice exercise: </w:t>
      </w:r>
      <w:r w:rsidR="0051147F" w:rsidRPr="00837501">
        <w:rPr>
          <w:rFonts w:ascii="Artifakt ElementOfc" w:hAnsi="Artifakt ElementOfc" w:cs="Artifakt ElementOfc"/>
          <w:bCs/>
          <w:color w:val="000000"/>
          <w:shd w:val="clear" w:color="auto" w:fill="FFFFFF"/>
        </w:rPr>
        <w:t>2</w:t>
      </w:r>
      <w:r w:rsidR="00340FEC" w:rsidRPr="00837501">
        <w:rPr>
          <w:rFonts w:ascii="Artifakt ElementOfc" w:hAnsi="Artifakt ElementOfc" w:cs="Artifakt ElementOfc"/>
          <w:bCs/>
          <w:color w:val="000000"/>
          <w:shd w:val="clear" w:color="auto" w:fill="FFFFFF"/>
        </w:rPr>
        <w:t>0</w:t>
      </w:r>
      <w:r w:rsidRPr="00837501">
        <w:rPr>
          <w:rFonts w:ascii="Artifakt ElementOfc" w:hAnsi="Artifakt ElementOfc" w:cs="Artifakt ElementOfc"/>
          <w:bCs/>
          <w:color w:val="000000"/>
          <w:shd w:val="clear" w:color="auto" w:fill="FFFFFF"/>
        </w:rPr>
        <w:t xml:space="preserve"> minutes</w:t>
      </w:r>
    </w:p>
    <w:p w14:paraId="597A725D" w14:textId="7C480616" w:rsidR="005735F7" w:rsidRPr="00837501" w:rsidRDefault="0051147F" w:rsidP="005735F7">
      <w:pPr>
        <w:pStyle w:val="ListParagraph"/>
        <w:numPr>
          <w:ilvl w:val="1"/>
          <w:numId w:val="15"/>
        </w:numPr>
        <w:rPr>
          <w:rFonts w:ascii="Artifakt ElementOfc" w:hAnsi="Artifakt ElementOfc" w:cs="Artifakt ElementOfc"/>
          <w:b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Practice – </w:t>
      </w:r>
      <w:r w:rsidR="005A766D"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Assembly</w:t>
      </w:r>
      <w:r w:rsidR="003E462A" w:rsidRPr="00837501">
        <w:rPr>
          <w:rFonts w:ascii="Artifakt ElementOfc" w:hAnsi="Artifakt ElementOfc" w:cs="Artifakt ElementOfc"/>
          <w:bCs/>
          <w:i/>
          <w:iCs/>
          <w:color w:val="000000"/>
          <w:shd w:val="clear" w:color="auto" w:fill="FFFFFF"/>
        </w:rPr>
        <w:t>.f3d</w:t>
      </w:r>
    </w:p>
    <w:p w14:paraId="51AA8764" w14:textId="28AA7439" w:rsidR="000A207F" w:rsidRPr="00837501" w:rsidRDefault="000A207F" w:rsidP="000A207F">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Challenge exercise: </w:t>
      </w:r>
      <w:r w:rsidR="00323C4D" w:rsidRPr="00837501">
        <w:rPr>
          <w:rFonts w:ascii="Artifakt ElementOfc" w:hAnsi="Artifakt ElementOfc" w:cs="Artifakt ElementOfc"/>
          <w:bCs/>
          <w:color w:val="000000"/>
          <w:shd w:val="clear" w:color="auto" w:fill="FFFFFF"/>
        </w:rPr>
        <w:t>2</w:t>
      </w:r>
      <w:r w:rsidR="00CF3606" w:rsidRPr="00837501">
        <w:rPr>
          <w:rFonts w:ascii="Artifakt ElementOfc" w:hAnsi="Artifakt ElementOfc" w:cs="Artifakt ElementOfc"/>
          <w:bCs/>
          <w:color w:val="000000"/>
          <w:shd w:val="clear" w:color="auto" w:fill="FFFFFF"/>
        </w:rPr>
        <w:t>0</w:t>
      </w:r>
      <w:r w:rsidRPr="00837501">
        <w:rPr>
          <w:rFonts w:ascii="Artifakt ElementOfc" w:hAnsi="Artifakt ElementOfc" w:cs="Artifakt ElementOfc"/>
          <w:bCs/>
          <w:color w:val="000000"/>
          <w:shd w:val="clear" w:color="auto" w:fill="FFFFFF"/>
        </w:rPr>
        <w:t xml:space="preserve"> minutes</w:t>
      </w:r>
    </w:p>
    <w:p w14:paraId="62B40A6B" w14:textId="474A6C16" w:rsidR="003B2A58" w:rsidRPr="00837501" w:rsidRDefault="00C27E6A" w:rsidP="003B2A58">
      <w:pPr>
        <w:pStyle w:val="ListParagraph"/>
        <w:numPr>
          <w:ilvl w:val="1"/>
          <w:numId w:val="15"/>
        </w:num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Practice – </w:t>
      </w:r>
      <w:r w:rsidR="005A766D"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Assembly.f3d</w:t>
      </w:r>
    </w:p>
    <w:p w14:paraId="5127F48E" w14:textId="23B31D6D" w:rsidR="002F6F65" w:rsidRPr="00837501" w:rsidRDefault="002F6F65" w:rsidP="002F6F65">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Module quiz: </w:t>
      </w:r>
      <w:r w:rsidRPr="00837501">
        <w:rPr>
          <w:rFonts w:ascii="Artifakt ElementOfc" w:hAnsi="Artifakt ElementOfc" w:cs="Artifakt ElementOfc"/>
          <w:bCs/>
          <w:color w:val="000000"/>
          <w:shd w:val="clear" w:color="auto" w:fill="FFFFFF"/>
        </w:rPr>
        <w:t>15 minutes</w:t>
      </w:r>
    </w:p>
    <w:p w14:paraId="6E28B71C" w14:textId="642F1AFB" w:rsidR="002F6F65" w:rsidRPr="00837501" w:rsidRDefault="002F6F65" w:rsidP="002F6F65">
      <w:pPr>
        <w:rPr>
          <w:rFonts w:ascii="Artifakt ElementOfc" w:hAnsi="Artifakt ElementOfc" w:cs="Artifakt ElementOfc"/>
          <w:b/>
          <w:color w:val="000000"/>
          <w:shd w:val="clear" w:color="auto" w:fill="FFFFFF"/>
        </w:rPr>
        <w:sectPr w:rsidR="002F6F65" w:rsidRPr="00837501" w:rsidSect="0089678B">
          <w:type w:val="continuous"/>
          <w:pgSz w:w="12240" w:h="15840"/>
          <w:pgMar w:top="720" w:right="720" w:bottom="720" w:left="720" w:header="720" w:footer="720" w:gutter="0"/>
          <w:cols w:num="2" w:space="720"/>
          <w:titlePg/>
          <w:docGrid w:linePitch="360"/>
        </w:sectPr>
      </w:pPr>
    </w:p>
    <w:p w14:paraId="6793FEDF" w14:textId="77777777" w:rsidR="00B75117" w:rsidRPr="00837501" w:rsidRDefault="00B75117" w:rsidP="0089678B">
      <w:pPr>
        <w:pBdr>
          <w:top w:val="single" w:sz="4" w:space="1" w:color="auto"/>
        </w:pBdr>
        <w:rPr>
          <w:rFonts w:ascii="Artifakt ElementOfc" w:hAnsi="Artifakt ElementOfc" w:cs="Artifakt ElementOfc"/>
          <w:b/>
          <w:color w:val="000000"/>
          <w:shd w:val="clear" w:color="auto" w:fill="FFFFFF"/>
        </w:rPr>
      </w:pPr>
    </w:p>
    <w:p w14:paraId="33A5A5AD" w14:textId="77777777" w:rsidR="000A207F" w:rsidRPr="00837501" w:rsidRDefault="000A207F" w:rsidP="00B75117">
      <w:pPr>
        <w:rPr>
          <w:rFonts w:ascii="Artifakt ElementOfc" w:hAnsi="Artifakt ElementOfc" w:cs="Artifakt ElementOfc"/>
          <w:b/>
          <w:color w:val="000000"/>
          <w:shd w:val="clear" w:color="auto" w:fill="FFFFFF"/>
        </w:rPr>
        <w:sectPr w:rsidR="000A207F" w:rsidRPr="00837501" w:rsidSect="0084434D">
          <w:type w:val="continuous"/>
          <w:pgSz w:w="12240" w:h="15840"/>
          <w:pgMar w:top="720" w:right="720" w:bottom="720" w:left="720" w:header="720" w:footer="720" w:gutter="0"/>
          <w:cols w:space="720"/>
          <w:titlePg/>
          <w:docGrid w:linePitch="360"/>
        </w:sectPr>
      </w:pPr>
    </w:p>
    <w:p w14:paraId="74D1B091" w14:textId="7D5BA530" w:rsidR="00B75117" w:rsidRPr="00837501" w:rsidRDefault="002A7EFD"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Tool Library Setup</w:t>
      </w:r>
    </w:p>
    <w:p w14:paraId="2B6F98E6" w14:textId="2AA9D05B"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Total </w:t>
      </w:r>
      <w:r w:rsidR="00C9634A" w:rsidRPr="00837501">
        <w:rPr>
          <w:rFonts w:ascii="Artifakt ElementOfc" w:hAnsi="Artifakt ElementOfc" w:cs="Artifakt ElementOfc"/>
          <w:b/>
          <w:color w:val="000000"/>
          <w:shd w:val="clear" w:color="auto" w:fill="FFFFFF"/>
        </w:rPr>
        <w:t>t</w:t>
      </w:r>
      <w:r w:rsidRPr="00837501">
        <w:rPr>
          <w:rFonts w:ascii="Artifakt ElementOfc" w:hAnsi="Artifakt ElementOfc" w:cs="Artifakt ElementOfc"/>
          <w:b/>
          <w:color w:val="000000"/>
          <w:shd w:val="clear" w:color="auto" w:fill="FFFFFF"/>
        </w:rPr>
        <w:t xml:space="preserve">ime </w:t>
      </w:r>
      <w:r w:rsidR="00C9634A" w:rsidRPr="00837501">
        <w:rPr>
          <w:rFonts w:ascii="Artifakt ElementOfc" w:hAnsi="Artifakt ElementOfc" w:cs="Artifakt ElementOfc"/>
          <w:b/>
          <w:color w:val="000000"/>
          <w:shd w:val="clear" w:color="auto" w:fill="FFFFFF"/>
        </w:rPr>
        <w:t>r</w:t>
      </w:r>
      <w:r w:rsidRPr="00837501">
        <w:rPr>
          <w:rFonts w:ascii="Artifakt ElementOfc" w:hAnsi="Artifakt ElementOfc" w:cs="Artifakt ElementOfc"/>
          <w:b/>
          <w:color w:val="000000"/>
          <w:shd w:val="clear" w:color="auto" w:fill="FFFFFF"/>
        </w:rPr>
        <w:t xml:space="preserve">equired: </w:t>
      </w:r>
      <w:r w:rsidR="0000126C" w:rsidRPr="00837501">
        <w:rPr>
          <w:rFonts w:ascii="Artifakt ElementOfc" w:hAnsi="Artifakt ElementOfc" w:cs="Artifakt ElementOfc"/>
          <w:bCs/>
          <w:color w:val="000000"/>
          <w:shd w:val="clear" w:color="auto" w:fill="FFFFFF"/>
        </w:rPr>
        <w:t>1</w:t>
      </w:r>
      <w:r w:rsidR="001816EE" w:rsidRPr="00837501">
        <w:rPr>
          <w:rFonts w:ascii="Artifakt ElementOfc" w:hAnsi="Artifakt ElementOfc" w:cs="Artifakt ElementOfc"/>
          <w:bCs/>
          <w:color w:val="000000"/>
          <w:shd w:val="clear" w:color="auto" w:fill="FFFFFF"/>
        </w:rPr>
        <w:t>15</w:t>
      </w:r>
      <w:r w:rsidRPr="00837501">
        <w:rPr>
          <w:rFonts w:ascii="Artifakt ElementOfc" w:hAnsi="Artifakt ElementOfc" w:cs="Artifakt ElementOfc"/>
          <w:bCs/>
          <w:color w:val="000000"/>
          <w:shd w:val="clear" w:color="auto" w:fill="FFFFFF"/>
        </w:rPr>
        <w:t xml:space="preserve"> minutes</w:t>
      </w:r>
      <w:r w:rsidRPr="00837501">
        <w:rPr>
          <w:rFonts w:ascii="Artifakt ElementOfc" w:hAnsi="Artifakt ElementOfc" w:cs="Artifakt ElementOfc"/>
          <w:bCs/>
          <w:color w:val="000000"/>
          <w:shd w:val="clear" w:color="auto" w:fill="FFFFFF"/>
          <w:lang w:val="en-CA"/>
        </w:rPr>
        <w:t xml:space="preserve"> </w:t>
      </w:r>
    </w:p>
    <w:p w14:paraId="73496A85" w14:textId="77777777"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Discuss </w:t>
      </w:r>
      <w:r w:rsidR="00C9634A" w:rsidRPr="00837501">
        <w:rPr>
          <w:rFonts w:ascii="Artifakt ElementOfc" w:hAnsi="Artifakt ElementOfc" w:cs="Artifakt ElementOfc"/>
          <w:b/>
          <w:color w:val="000000"/>
          <w:shd w:val="clear" w:color="auto" w:fill="FFFFFF"/>
        </w:rPr>
        <w:t>o</w:t>
      </w:r>
      <w:r w:rsidRPr="00837501">
        <w:rPr>
          <w:rFonts w:ascii="Artifakt ElementOfc" w:hAnsi="Artifakt ElementOfc" w:cs="Artifakt ElementOfc"/>
          <w:b/>
          <w:color w:val="000000"/>
          <w:shd w:val="clear" w:color="auto" w:fill="FFFFFF"/>
        </w:rPr>
        <w:t xml:space="preserve">bjectives: </w:t>
      </w:r>
      <w:r w:rsidRPr="00837501">
        <w:rPr>
          <w:rFonts w:ascii="Artifakt ElementOfc" w:hAnsi="Artifakt ElementOfc" w:cs="Artifakt ElementOfc"/>
          <w:bCs/>
          <w:color w:val="000000"/>
          <w:shd w:val="clear" w:color="auto" w:fill="FFFFFF"/>
        </w:rPr>
        <w:t xml:space="preserve">3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62886EA5" w14:textId="77777777" w:rsidR="00B75117" w:rsidRPr="00837501" w:rsidRDefault="00B75117" w:rsidP="00B75117">
      <w:pPr>
        <w:rPr>
          <w:rFonts w:ascii="Artifakt ElementOfc" w:hAnsi="Artifakt ElementOfc" w:cs="Artifakt ElementOfc"/>
          <w:color w:val="000000"/>
          <w:shd w:val="clear" w:color="auto" w:fill="FFFFFF"/>
        </w:rPr>
      </w:pPr>
      <w:r w:rsidRPr="00837501">
        <w:rPr>
          <w:rFonts w:ascii="Artifakt ElementOfc" w:hAnsi="Artifakt ElementOfc" w:cs="Artifakt ElementOfc"/>
          <w:b/>
          <w:color w:val="000000"/>
          <w:shd w:val="clear" w:color="auto" w:fill="FFFFFF"/>
        </w:rPr>
        <w:t xml:space="preserve">Demonstration: </w:t>
      </w:r>
      <w:r w:rsidRPr="00837501">
        <w:rPr>
          <w:rFonts w:ascii="Artifakt ElementOfc" w:hAnsi="Artifakt ElementOfc" w:cs="Artifakt ElementOfc"/>
          <w:bCs/>
          <w:color w:val="000000"/>
          <w:shd w:val="clear" w:color="auto" w:fill="FFFFFF"/>
        </w:rPr>
        <w:t xml:space="preserve">15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2EC8222F" w14:textId="39F02675" w:rsidR="00A07E97" w:rsidRPr="00837501" w:rsidRDefault="005F1277" w:rsidP="00A07E97">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Create a cloud tool library</w:t>
      </w:r>
      <w:r w:rsidR="00A07E97" w:rsidRPr="00837501">
        <w:rPr>
          <w:rFonts w:ascii="Artifakt ElementOfc" w:hAnsi="Artifakt ElementOfc" w:cs="Artifakt ElementOfc"/>
        </w:rPr>
        <w:t>.</w:t>
      </w:r>
    </w:p>
    <w:p w14:paraId="5F4240C5" w14:textId="67BDD7DF" w:rsidR="00A07E97" w:rsidRPr="00837501" w:rsidRDefault="005F1277" w:rsidP="00A07E97">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Copy and Paste tools</w:t>
      </w:r>
      <w:r w:rsidR="00A07E97" w:rsidRPr="00837501">
        <w:rPr>
          <w:rFonts w:ascii="Artifakt ElementOfc" w:hAnsi="Artifakt ElementOfc" w:cs="Artifakt ElementOfc"/>
        </w:rPr>
        <w:t>.</w:t>
      </w:r>
    </w:p>
    <w:p w14:paraId="5C69CE78" w14:textId="60D50284" w:rsidR="005F1277" w:rsidRPr="00837501" w:rsidRDefault="005F1277" w:rsidP="00A07E97">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Create a new tool.</w:t>
      </w:r>
    </w:p>
    <w:p w14:paraId="23014676" w14:textId="18020E1F"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Hands-on </w:t>
      </w:r>
      <w:r w:rsidR="00C9634A" w:rsidRPr="00837501">
        <w:rPr>
          <w:rFonts w:ascii="Artifakt ElementOfc" w:hAnsi="Artifakt ElementOfc" w:cs="Artifakt ElementOfc"/>
          <w:b/>
          <w:color w:val="000000"/>
          <w:shd w:val="clear" w:color="auto" w:fill="FFFFFF"/>
        </w:rPr>
        <w:t>t</w:t>
      </w:r>
      <w:r w:rsidRPr="00837501">
        <w:rPr>
          <w:rFonts w:ascii="Artifakt ElementOfc" w:hAnsi="Artifakt ElementOfc" w:cs="Artifakt ElementOfc"/>
          <w:b/>
          <w:color w:val="000000"/>
          <w:shd w:val="clear" w:color="auto" w:fill="FFFFFF"/>
        </w:rPr>
        <w:t xml:space="preserve">ime: </w:t>
      </w:r>
      <w:r w:rsidR="005F1277" w:rsidRPr="00837501">
        <w:rPr>
          <w:rFonts w:ascii="Artifakt ElementOfc" w:hAnsi="Artifakt ElementOfc" w:cs="Artifakt ElementOfc"/>
          <w:bCs/>
          <w:color w:val="000000"/>
          <w:shd w:val="clear" w:color="auto" w:fill="FFFFFF"/>
        </w:rPr>
        <w:t>20</w:t>
      </w:r>
      <w:r w:rsidRPr="00837501">
        <w:rPr>
          <w:rFonts w:ascii="Artifakt ElementOfc" w:hAnsi="Artifakt ElementOfc" w:cs="Artifakt ElementOfc"/>
          <w:bCs/>
          <w:color w:val="000000"/>
          <w:shd w:val="clear" w:color="auto" w:fill="FFFFFF"/>
        </w:rPr>
        <w:t xml:space="preserve">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02F8F237" w14:textId="77777777" w:rsidR="000A207F" w:rsidRPr="00837501" w:rsidRDefault="000A207F"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lastRenderedPageBreak/>
        <w:t xml:space="preserve">Review objectives: </w:t>
      </w:r>
      <w:r w:rsidRPr="00837501">
        <w:rPr>
          <w:rFonts w:ascii="Artifakt ElementOfc" w:hAnsi="Artifakt ElementOfc" w:cs="Artifakt ElementOfc"/>
          <w:bCs/>
          <w:color w:val="000000"/>
          <w:shd w:val="clear" w:color="auto" w:fill="FFFFFF"/>
        </w:rPr>
        <w:t>2 minutes</w:t>
      </w:r>
    </w:p>
    <w:p w14:paraId="2370D730" w14:textId="77777777" w:rsidR="000A207F" w:rsidRPr="00837501" w:rsidRDefault="000A207F" w:rsidP="000A207F">
      <w:pPr>
        <w:rPr>
          <w:rFonts w:ascii="Artifakt ElementOfc" w:hAnsi="Artifakt ElementOfc" w:cs="Artifakt ElementOfc"/>
          <w:b/>
          <w:color w:val="000000"/>
          <w:shd w:val="clear" w:color="auto" w:fill="FFFFFF"/>
        </w:rPr>
      </w:pPr>
    </w:p>
    <w:p w14:paraId="3AFC108D" w14:textId="77777777" w:rsidR="000A207F" w:rsidRPr="00837501" w:rsidRDefault="000A207F" w:rsidP="000A207F">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Datasets:</w:t>
      </w:r>
    </w:p>
    <w:p w14:paraId="0E01AC49" w14:textId="4A72BA5C" w:rsidR="00EA34A1" w:rsidRPr="00837501" w:rsidRDefault="00844518" w:rsidP="006123BC">
      <w:pPr>
        <w:spacing w:after="0"/>
        <w:rPr>
          <w:rFonts w:ascii="Artifakt ElementOfc" w:hAnsi="Artifakt ElementOfc" w:cs="Artifakt ElementOfc"/>
          <w:i/>
          <w:iCs/>
          <w:shd w:val="clear" w:color="auto" w:fill="FFFFFF"/>
        </w:rPr>
      </w:pPr>
      <w:r w:rsidRPr="00837501">
        <w:rPr>
          <w:rFonts w:ascii="Artifakt ElementOfc" w:hAnsi="Artifakt ElementOfc" w:cs="Artifakt ElementOfc"/>
          <w:i/>
          <w:iCs/>
          <w:shd w:val="clear" w:color="auto" w:fill="FFFFFF"/>
        </w:rPr>
        <w:t xml:space="preserve">CAM 90 Library </w:t>
      </w:r>
      <w:r w:rsidR="004D2F86" w:rsidRPr="00837501">
        <w:rPr>
          <w:rFonts w:ascii="Artifakt ElementOfc" w:hAnsi="Artifakt ElementOfc" w:cs="Artifakt ElementOfc"/>
          <w:i/>
          <w:iCs/>
          <w:shd w:val="clear" w:color="auto" w:fill="FFFFFF"/>
        </w:rPr>
        <w:t>M</w:t>
      </w:r>
      <w:r w:rsidR="004A0573" w:rsidRPr="00837501">
        <w:rPr>
          <w:rFonts w:ascii="Artifakt ElementOfc" w:hAnsi="Artifakt ElementOfc" w:cs="Artifakt ElementOfc"/>
          <w:i/>
          <w:iCs/>
          <w:shd w:val="clear" w:color="auto" w:fill="FFFFFF"/>
        </w:rPr>
        <w:t>etric</w:t>
      </w:r>
      <w:r w:rsidRPr="00837501">
        <w:rPr>
          <w:rFonts w:ascii="Artifakt ElementOfc" w:hAnsi="Artifakt ElementOfc" w:cs="Artifakt ElementOfc"/>
          <w:i/>
          <w:iCs/>
          <w:shd w:val="clear" w:color="auto" w:fill="FFFFFF"/>
        </w:rPr>
        <w:t>.tools</w:t>
      </w:r>
    </w:p>
    <w:p w14:paraId="0347A615" w14:textId="77777777" w:rsidR="00CF4291" w:rsidRPr="00837501" w:rsidRDefault="00CF4291" w:rsidP="006123BC">
      <w:pPr>
        <w:spacing w:after="0"/>
        <w:rPr>
          <w:rFonts w:ascii="Artifakt ElementOfc" w:hAnsi="Artifakt ElementOfc" w:cs="Artifakt ElementOfc"/>
          <w:shd w:val="clear" w:color="auto" w:fill="FFFFFF"/>
        </w:rPr>
      </w:pPr>
    </w:p>
    <w:p w14:paraId="218F9935" w14:textId="77777777" w:rsidR="006123BC" w:rsidRPr="00837501" w:rsidRDefault="006123BC" w:rsidP="006123BC">
      <w:pPr>
        <w:spacing w:after="0"/>
        <w:rPr>
          <w:rFonts w:ascii="Artifakt ElementOfc" w:hAnsi="Artifakt ElementOfc" w:cs="Artifakt ElementOfc"/>
          <w:b/>
          <w:color w:val="000000"/>
          <w:shd w:val="clear" w:color="auto" w:fill="FFFFFF"/>
        </w:rPr>
      </w:pPr>
    </w:p>
    <w:p w14:paraId="424C14A5" w14:textId="77777777" w:rsidR="000A207F" w:rsidRPr="00837501" w:rsidRDefault="000A207F" w:rsidP="000A207F">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Assignments</w:t>
      </w:r>
      <w:r w:rsidR="00A2608E" w:rsidRPr="00837501">
        <w:rPr>
          <w:rFonts w:ascii="Artifakt ElementOfc" w:hAnsi="Artifakt ElementOfc" w:cs="Artifakt ElementOfc"/>
          <w:b/>
          <w:color w:val="000000"/>
          <w:shd w:val="clear" w:color="auto" w:fill="FFFFFF"/>
        </w:rPr>
        <w:t>:</w:t>
      </w:r>
    </w:p>
    <w:p w14:paraId="7BC0D7ED" w14:textId="09F204FF" w:rsidR="000A207F" w:rsidRPr="00837501" w:rsidRDefault="000A207F" w:rsidP="000A207F">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Practice exercise: </w:t>
      </w:r>
      <w:r w:rsidR="00744E8C" w:rsidRPr="00837501">
        <w:rPr>
          <w:rFonts w:ascii="Artifakt ElementOfc" w:hAnsi="Artifakt ElementOfc" w:cs="Artifakt ElementOfc"/>
          <w:bCs/>
          <w:color w:val="000000"/>
          <w:shd w:val="clear" w:color="auto" w:fill="FFFFFF"/>
        </w:rPr>
        <w:t>2</w:t>
      </w:r>
      <w:r w:rsidR="007777AC" w:rsidRPr="00837501">
        <w:rPr>
          <w:rFonts w:ascii="Artifakt ElementOfc" w:hAnsi="Artifakt ElementOfc" w:cs="Artifakt ElementOfc"/>
          <w:bCs/>
          <w:color w:val="000000"/>
          <w:shd w:val="clear" w:color="auto" w:fill="FFFFFF"/>
        </w:rPr>
        <w:t>0</w:t>
      </w:r>
      <w:r w:rsidRPr="00837501">
        <w:rPr>
          <w:rFonts w:ascii="Artifakt ElementOfc" w:hAnsi="Artifakt ElementOfc" w:cs="Artifakt ElementOfc"/>
          <w:bCs/>
          <w:color w:val="000000"/>
          <w:shd w:val="clear" w:color="auto" w:fill="FFFFFF"/>
        </w:rPr>
        <w:t xml:space="preserve"> minutes</w:t>
      </w:r>
    </w:p>
    <w:p w14:paraId="3028A512" w14:textId="7CC54A73" w:rsidR="000A207F" w:rsidRPr="00837501" w:rsidRDefault="000A207F" w:rsidP="000A207F">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Challenge exercise: </w:t>
      </w:r>
      <w:r w:rsidR="00744E8C" w:rsidRPr="00837501">
        <w:rPr>
          <w:rFonts w:ascii="Artifakt ElementOfc" w:hAnsi="Artifakt ElementOfc" w:cs="Artifakt ElementOfc"/>
          <w:bCs/>
          <w:color w:val="000000"/>
          <w:shd w:val="clear" w:color="auto" w:fill="FFFFFF"/>
        </w:rPr>
        <w:t>4</w:t>
      </w:r>
      <w:r w:rsidR="00482FA4" w:rsidRPr="00837501">
        <w:rPr>
          <w:rFonts w:ascii="Artifakt ElementOfc" w:hAnsi="Artifakt ElementOfc" w:cs="Artifakt ElementOfc"/>
          <w:bCs/>
          <w:color w:val="000000"/>
          <w:shd w:val="clear" w:color="auto" w:fill="FFFFFF"/>
        </w:rPr>
        <w:t>0</w:t>
      </w:r>
      <w:r w:rsidRPr="00837501">
        <w:rPr>
          <w:rFonts w:ascii="Artifakt ElementOfc" w:hAnsi="Artifakt ElementOfc" w:cs="Artifakt ElementOfc"/>
          <w:bCs/>
          <w:color w:val="000000"/>
          <w:shd w:val="clear" w:color="auto" w:fill="FFFFFF"/>
        </w:rPr>
        <w:t xml:space="preserve"> minutes</w:t>
      </w:r>
    </w:p>
    <w:p w14:paraId="7920F79B" w14:textId="77777777" w:rsidR="002F6F65" w:rsidRPr="00837501" w:rsidRDefault="002F6F65" w:rsidP="002F6F65">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Module quiz: </w:t>
      </w:r>
      <w:r w:rsidRPr="00837501">
        <w:rPr>
          <w:rFonts w:ascii="Artifakt ElementOfc" w:hAnsi="Artifakt ElementOfc" w:cs="Artifakt ElementOfc"/>
          <w:bCs/>
          <w:color w:val="000000"/>
          <w:shd w:val="clear" w:color="auto" w:fill="FFFFFF"/>
        </w:rPr>
        <w:t>15 minutes</w:t>
      </w:r>
    </w:p>
    <w:p w14:paraId="225174B0" w14:textId="40A1B5AA" w:rsidR="002F6F65" w:rsidRPr="00837501" w:rsidRDefault="002F6F65" w:rsidP="00197900">
      <w:pPr>
        <w:rPr>
          <w:rFonts w:ascii="Artifakt ElementOfc" w:hAnsi="Artifakt ElementOfc" w:cs="Artifakt ElementOfc"/>
          <w:b/>
          <w:color w:val="000000"/>
          <w:shd w:val="clear" w:color="auto" w:fill="FFFFFF"/>
        </w:rPr>
        <w:sectPr w:rsidR="002F6F65" w:rsidRPr="00837501" w:rsidSect="0089678B">
          <w:type w:val="continuous"/>
          <w:pgSz w:w="12240" w:h="15840"/>
          <w:pgMar w:top="720" w:right="720" w:bottom="720" w:left="720" w:header="720" w:footer="720" w:gutter="0"/>
          <w:cols w:num="2" w:space="720"/>
          <w:titlePg/>
          <w:docGrid w:linePitch="360"/>
        </w:sectPr>
      </w:pPr>
    </w:p>
    <w:p w14:paraId="10171EFA" w14:textId="77777777" w:rsidR="00B75117" w:rsidRPr="00837501" w:rsidRDefault="00B75117" w:rsidP="0089678B">
      <w:pPr>
        <w:pBdr>
          <w:top w:val="single" w:sz="4" w:space="1" w:color="auto"/>
        </w:pBdr>
        <w:rPr>
          <w:rFonts w:ascii="Artifakt ElementOfc" w:hAnsi="Artifakt ElementOfc" w:cs="Artifakt ElementOfc"/>
          <w:b/>
          <w:color w:val="000000"/>
          <w:shd w:val="clear" w:color="auto" w:fill="FFFFFF"/>
        </w:rPr>
      </w:pPr>
    </w:p>
    <w:p w14:paraId="620C1B15" w14:textId="77777777" w:rsidR="00980658" w:rsidRPr="00837501" w:rsidRDefault="00980658" w:rsidP="00B75117">
      <w:pPr>
        <w:rPr>
          <w:rFonts w:ascii="Artifakt ElementOfc" w:hAnsi="Artifakt ElementOfc" w:cs="Artifakt ElementOfc"/>
          <w:b/>
          <w:color w:val="000000"/>
          <w:shd w:val="clear" w:color="auto" w:fill="FFFFFF"/>
        </w:rPr>
        <w:sectPr w:rsidR="00980658" w:rsidRPr="00837501" w:rsidSect="0084434D">
          <w:type w:val="continuous"/>
          <w:pgSz w:w="12240" w:h="15840"/>
          <w:pgMar w:top="720" w:right="720" w:bottom="720" w:left="720" w:header="720" w:footer="720" w:gutter="0"/>
          <w:cols w:space="720"/>
          <w:titlePg/>
          <w:docGrid w:linePitch="360"/>
        </w:sectPr>
      </w:pPr>
    </w:p>
    <w:p w14:paraId="0577F2AA" w14:textId="04835FCF" w:rsidR="00B75117" w:rsidRPr="00837501" w:rsidRDefault="00DF372D"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Toolpath Creation - Stand</w:t>
      </w:r>
    </w:p>
    <w:p w14:paraId="65A504CD" w14:textId="667CDEF2"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Total </w:t>
      </w:r>
      <w:r w:rsidR="00C9634A" w:rsidRPr="00837501">
        <w:rPr>
          <w:rFonts w:ascii="Artifakt ElementOfc" w:hAnsi="Artifakt ElementOfc" w:cs="Artifakt ElementOfc"/>
          <w:b/>
          <w:color w:val="000000"/>
          <w:shd w:val="clear" w:color="auto" w:fill="FFFFFF"/>
        </w:rPr>
        <w:t>t</w:t>
      </w:r>
      <w:r w:rsidRPr="00837501">
        <w:rPr>
          <w:rFonts w:ascii="Artifakt ElementOfc" w:hAnsi="Artifakt ElementOfc" w:cs="Artifakt ElementOfc"/>
          <w:b/>
          <w:color w:val="000000"/>
          <w:shd w:val="clear" w:color="auto" w:fill="FFFFFF"/>
        </w:rPr>
        <w:t xml:space="preserve">ime </w:t>
      </w:r>
      <w:r w:rsidR="00C9634A" w:rsidRPr="00837501">
        <w:rPr>
          <w:rFonts w:ascii="Artifakt ElementOfc" w:hAnsi="Artifakt ElementOfc" w:cs="Artifakt ElementOfc"/>
          <w:b/>
          <w:color w:val="000000"/>
          <w:shd w:val="clear" w:color="auto" w:fill="FFFFFF"/>
        </w:rPr>
        <w:t>r</w:t>
      </w:r>
      <w:r w:rsidRPr="00837501">
        <w:rPr>
          <w:rFonts w:ascii="Artifakt ElementOfc" w:hAnsi="Artifakt ElementOfc" w:cs="Artifakt ElementOfc"/>
          <w:b/>
          <w:color w:val="000000"/>
          <w:shd w:val="clear" w:color="auto" w:fill="FFFFFF"/>
        </w:rPr>
        <w:t xml:space="preserve">equired: </w:t>
      </w:r>
      <w:r w:rsidR="00355831" w:rsidRPr="00837501">
        <w:rPr>
          <w:rFonts w:ascii="Artifakt ElementOfc" w:hAnsi="Artifakt ElementOfc" w:cs="Artifakt ElementOfc"/>
          <w:bCs/>
          <w:color w:val="000000"/>
          <w:shd w:val="clear" w:color="auto" w:fill="FFFFFF"/>
        </w:rPr>
        <w:t>11</w:t>
      </w:r>
      <w:r w:rsidR="009D397B" w:rsidRPr="00837501">
        <w:rPr>
          <w:rFonts w:ascii="Artifakt ElementOfc" w:hAnsi="Artifakt ElementOfc" w:cs="Artifakt ElementOfc"/>
          <w:bCs/>
          <w:color w:val="000000"/>
          <w:shd w:val="clear" w:color="auto" w:fill="FFFFFF"/>
        </w:rPr>
        <w:t>5</w:t>
      </w:r>
      <w:r w:rsidRPr="00837501">
        <w:rPr>
          <w:rFonts w:ascii="Artifakt ElementOfc" w:hAnsi="Artifakt ElementOfc" w:cs="Artifakt ElementOfc"/>
          <w:bCs/>
          <w:color w:val="000000"/>
          <w:shd w:val="clear" w:color="auto" w:fill="FFFFFF"/>
        </w:rPr>
        <w:t xml:space="preserve"> minutes</w:t>
      </w:r>
      <w:r w:rsidRPr="00837501">
        <w:rPr>
          <w:rFonts w:ascii="Artifakt ElementOfc" w:hAnsi="Artifakt ElementOfc" w:cs="Artifakt ElementOfc"/>
          <w:bCs/>
          <w:color w:val="000000"/>
          <w:shd w:val="clear" w:color="auto" w:fill="FFFFFF"/>
          <w:lang w:val="en-CA"/>
        </w:rPr>
        <w:t xml:space="preserve"> </w:t>
      </w:r>
    </w:p>
    <w:p w14:paraId="06B60A49" w14:textId="77777777"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Discuss </w:t>
      </w:r>
      <w:r w:rsidR="00C9634A" w:rsidRPr="00837501">
        <w:rPr>
          <w:rFonts w:ascii="Artifakt ElementOfc" w:hAnsi="Artifakt ElementOfc" w:cs="Artifakt ElementOfc"/>
          <w:b/>
          <w:color w:val="000000"/>
          <w:shd w:val="clear" w:color="auto" w:fill="FFFFFF"/>
        </w:rPr>
        <w:t>o</w:t>
      </w:r>
      <w:r w:rsidRPr="00837501">
        <w:rPr>
          <w:rFonts w:ascii="Artifakt ElementOfc" w:hAnsi="Artifakt ElementOfc" w:cs="Artifakt ElementOfc"/>
          <w:b/>
          <w:color w:val="000000"/>
          <w:shd w:val="clear" w:color="auto" w:fill="FFFFFF"/>
        </w:rPr>
        <w:t xml:space="preserve">bjectives: </w:t>
      </w:r>
      <w:r w:rsidRPr="00837501">
        <w:rPr>
          <w:rFonts w:ascii="Artifakt ElementOfc" w:hAnsi="Artifakt ElementOfc" w:cs="Artifakt ElementOfc"/>
          <w:bCs/>
          <w:color w:val="000000"/>
          <w:shd w:val="clear" w:color="auto" w:fill="FFFFFF"/>
        </w:rPr>
        <w:t xml:space="preserve">3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10B555E2" w14:textId="77777777"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Demonstration: </w:t>
      </w:r>
      <w:r w:rsidRPr="00837501">
        <w:rPr>
          <w:rFonts w:ascii="Artifakt ElementOfc" w:hAnsi="Artifakt ElementOfc" w:cs="Artifakt ElementOfc"/>
          <w:bCs/>
          <w:color w:val="000000"/>
          <w:shd w:val="clear" w:color="auto" w:fill="FFFFFF"/>
        </w:rPr>
        <w:t xml:space="preserve">15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15A8FACC" w14:textId="1409D768" w:rsidR="003302DE" w:rsidRPr="00837501" w:rsidRDefault="00DF372D" w:rsidP="003302DE">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Create toolpaths to rough a part</w:t>
      </w:r>
      <w:r w:rsidR="003302DE" w:rsidRPr="00837501">
        <w:rPr>
          <w:rFonts w:ascii="Artifakt ElementOfc" w:hAnsi="Artifakt ElementOfc" w:cs="Artifakt ElementOfc"/>
        </w:rPr>
        <w:t>.</w:t>
      </w:r>
    </w:p>
    <w:p w14:paraId="0F09F0C4" w14:textId="577E5FAD" w:rsidR="00DF372D" w:rsidRPr="00837501" w:rsidRDefault="00DF372D" w:rsidP="003302DE">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Create toolpaths to finish a part.</w:t>
      </w:r>
    </w:p>
    <w:p w14:paraId="1B35DD01" w14:textId="4838B595" w:rsidR="00DF372D" w:rsidRPr="00837501" w:rsidRDefault="00DF372D" w:rsidP="003302DE">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Use in-process stock to validate toolpaths.</w:t>
      </w:r>
    </w:p>
    <w:p w14:paraId="580E671B" w14:textId="028BC929"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Hands-on </w:t>
      </w:r>
      <w:r w:rsidR="00C9634A" w:rsidRPr="00837501">
        <w:rPr>
          <w:rFonts w:ascii="Artifakt ElementOfc" w:hAnsi="Artifakt ElementOfc" w:cs="Artifakt ElementOfc"/>
          <w:b/>
          <w:color w:val="000000"/>
          <w:shd w:val="clear" w:color="auto" w:fill="FFFFFF"/>
        </w:rPr>
        <w:t>t</w:t>
      </w:r>
      <w:r w:rsidRPr="00837501">
        <w:rPr>
          <w:rFonts w:ascii="Artifakt ElementOfc" w:hAnsi="Artifakt ElementOfc" w:cs="Artifakt ElementOfc"/>
          <w:b/>
          <w:color w:val="000000"/>
          <w:shd w:val="clear" w:color="auto" w:fill="FFFFFF"/>
        </w:rPr>
        <w:t xml:space="preserve">ime: </w:t>
      </w:r>
      <w:r w:rsidR="009D397B" w:rsidRPr="00837501">
        <w:rPr>
          <w:rFonts w:ascii="Artifakt ElementOfc" w:hAnsi="Artifakt ElementOfc" w:cs="Artifakt ElementOfc"/>
          <w:bCs/>
          <w:color w:val="000000"/>
          <w:shd w:val="clear" w:color="auto" w:fill="FFFFFF"/>
        </w:rPr>
        <w:t>30</w:t>
      </w:r>
      <w:r w:rsidRPr="00837501">
        <w:rPr>
          <w:rFonts w:ascii="Artifakt ElementOfc" w:hAnsi="Artifakt ElementOfc" w:cs="Artifakt ElementOfc"/>
          <w:bCs/>
          <w:color w:val="000000"/>
          <w:shd w:val="clear" w:color="auto" w:fill="FFFFFF"/>
        </w:rPr>
        <w:t xml:space="preserve">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3B966E3F" w14:textId="77777777"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Review </w:t>
      </w:r>
      <w:r w:rsidR="00C9634A" w:rsidRPr="00837501">
        <w:rPr>
          <w:rFonts w:ascii="Artifakt ElementOfc" w:hAnsi="Artifakt ElementOfc" w:cs="Artifakt ElementOfc"/>
          <w:b/>
          <w:color w:val="000000"/>
          <w:shd w:val="clear" w:color="auto" w:fill="FFFFFF"/>
        </w:rPr>
        <w:t>o</w:t>
      </w:r>
      <w:r w:rsidRPr="00837501">
        <w:rPr>
          <w:rFonts w:ascii="Artifakt ElementOfc" w:hAnsi="Artifakt ElementOfc" w:cs="Artifakt ElementOfc"/>
          <w:b/>
          <w:color w:val="000000"/>
          <w:shd w:val="clear" w:color="auto" w:fill="FFFFFF"/>
        </w:rPr>
        <w:t xml:space="preserve">bjectives: </w:t>
      </w:r>
      <w:r w:rsidRPr="00837501">
        <w:rPr>
          <w:rFonts w:ascii="Artifakt ElementOfc" w:hAnsi="Artifakt ElementOfc" w:cs="Artifakt ElementOfc"/>
          <w:bCs/>
          <w:color w:val="000000"/>
          <w:shd w:val="clear" w:color="auto" w:fill="FFFFFF"/>
        </w:rPr>
        <w:t>2 minutes</w:t>
      </w:r>
    </w:p>
    <w:p w14:paraId="74D9EAAE" w14:textId="77777777" w:rsidR="00355831" w:rsidRPr="00837501" w:rsidRDefault="00355831" w:rsidP="00980658">
      <w:pPr>
        <w:rPr>
          <w:rFonts w:ascii="Artifakt ElementOfc" w:hAnsi="Artifakt ElementOfc" w:cs="Artifakt ElementOfc"/>
          <w:b/>
          <w:color w:val="000000"/>
          <w:shd w:val="clear" w:color="auto" w:fill="FFFFFF"/>
        </w:rPr>
      </w:pPr>
    </w:p>
    <w:p w14:paraId="7D402690" w14:textId="77777777" w:rsidR="00355831" w:rsidRPr="00837501" w:rsidRDefault="00355831" w:rsidP="00980658">
      <w:pPr>
        <w:rPr>
          <w:rFonts w:ascii="Artifakt ElementOfc" w:hAnsi="Artifakt ElementOfc" w:cs="Artifakt ElementOfc"/>
          <w:b/>
          <w:color w:val="000000"/>
          <w:shd w:val="clear" w:color="auto" w:fill="FFFFFF"/>
        </w:rPr>
      </w:pPr>
    </w:p>
    <w:p w14:paraId="27583949" w14:textId="77777777" w:rsidR="00355831" w:rsidRPr="00837501" w:rsidRDefault="00355831" w:rsidP="00980658">
      <w:pPr>
        <w:rPr>
          <w:rFonts w:ascii="Artifakt ElementOfc" w:hAnsi="Artifakt ElementOfc" w:cs="Artifakt ElementOfc"/>
          <w:b/>
          <w:color w:val="000000"/>
          <w:shd w:val="clear" w:color="auto" w:fill="FFFFFF"/>
        </w:rPr>
      </w:pPr>
    </w:p>
    <w:p w14:paraId="15102EE5" w14:textId="4F73C4F8" w:rsidR="00980658" w:rsidRPr="00837501" w:rsidRDefault="00980658" w:rsidP="00980658">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Datasets:</w:t>
      </w:r>
    </w:p>
    <w:p w14:paraId="5FE6AA48" w14:textId="70213493" w:rsidR="00BF6C17" w:rsidRPr="00837501" w:rsidRDefault="00C15D16" w:rsidP="00980658">
      <w:p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w:t>
      </w:r>
      <w:r w:rsidR="004A0573"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 Face.f3d</w:t>
      </w:r>
    </w:p>
    <w:p w14:paraId="5821DD5A" w14:textId="530F59D9" w:rsidR="00C15D16" w:rsidRPr="00837501" w:rsidRDefault="00C15D16" w:rsidP="00980658">
      <w:p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w:t>
      </w:r>
      <w:r w:rsidR="004A0573"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 Rough.f3d</w:t>
      </w:r>
    </w:p>
    <w:p w14:paraId="20FE82F2" w14:textId="235B6A7B" w:rsidR="00C15D16" w:rsidRPr="00837501" w:rsidRDefault="00C15D16" w:rsidP="00980658">
      <w:p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w:t>
      </w:r>
      <w:r w:rsidR="004A0573"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 Finish.f3d</w:t>
      </w:r>
    </w:p>
    <w:p w14:paraId="334C1088" w14:textId="2605A5D8" w:rsidR="00C15D16" w:rsidRPr="00837501" w:rsidRDefault="00C15D16" w:rsidP="00980658">
      <w:p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w:t>
      </w:r>
      <w:r w:rsidR="004A0573"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 Chamfer.f3d</w:t>
      </w:r>
    </w:p>
    <w:p w14:paraId="175BC2BB" w14:textId="77777777" w:rsidR="00980658" w:rsidRPr="00837501" w:rsidRDefault="00980658" w:rsidP="00980658">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Assignments</w:t>
      </w:r>
      <w:r w:rsidR="00A2608E" w:rsidRPr="00837501">
        <w:rPr>
          <w:rFonts w:ascii="Artifakt ElementOfc" w:hAnsi="Artifakt ElementOfc" w:cs="Artifakt ElementOfc"/>
          <w:b/>
          <w:color w:val="000000"/>
          <w:shd w:val="clear" w:color="auto" w:fill="FFFFFF"/>
        </w:rPr>
        <w:t>:</w:t>
      </w:r>
    </w:p>
    <w:p w14:paraId="364A458B" w14:textId="3FE70F18" w:rsidR="00980658" w:rsidRPr="00837501" w:rsidRDefault="00980658" w:rsidP="00980658">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Practice exercise: </w:t>
      </w:r>
      <w:r w:rsidR="00766457" w:rsidRPr="00837501">
        <w:rPr>
          <w:rFonts w:ascii="Artifakt ElementOfc" w:hAnsi="Artifakt ElementOfc" w:cs="Artifakt ElementOfc"/>
          <w:bCs/>
          <w:color w:val="000000"/>
          <w:shd w:val="clear" w:color="auto" w:fill="FFFFFF"/>
        </w:rPr>
        <w:t>2</w:t>
      </w:r>
      <w:r w:rsidR="00052DC2" w:rsidRPr="00837501">
        <w:rPr>
          <w:rFonts w:ascii="Artifakt ElementOfc" w:hAnsi="Artifakt ElementOfc" w:cs="Artifakt ElementOfc"/>
          <w:bCs/>
          <w:color w:val="000000"/>
          <w:shd w:val="clear" w:color="auto" w:fill="FFFFFF"/>
        </w:rPr>
        <w:t>0</w:t>
      </w:r>
      <w:r w:rsidRPr="00837501">
        <w:rPr>
          <w:rFonts w:ascii="Artifakt ElementOfc" w:hAnsi="Artifakt ElementOfc" w:cs="Artifakt ElementOfc"/>
          <w:bCs/>
          <w:color w:val="000000"/>
          <w:shd w:val="clear" w:color="auto" w:fill="FFFFFF"/>
        </w:rPr>
        <w:t xml:space="preserve"> minutes</w:t>
      </w:r>
    </w:p>
    <w:p w14:paraId="10A84A7D" w14:textId="00FFEB4E" w:rsidR="00AB72BA" w:rsidRPr="00837501" w:rsidRDefault="00766457" w:rsidP="00AB72BA">
      <w:pPr>
        <w:pStyle w:val="ListParagraph"/>
        <w:numPr>
          <w:ilvl w:val="1"/>
          <w:numId w:val="15"/>
        </w:numPr>
        <w:rPr>
          <w:rFonts w:ascii="Artifakt ElementOfc" w:hAnsi="Artifakt ElementOfc" w:cs="Artifakt ElementOfc"/>
          <w:b/>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Practice Toolpaths – </w:t>
      </w:r>
      <w:r w:rsidR="004A0573"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Assembly</w:t>
      </w:r>
      <w:r w:rsidR="003A3ACF" w:rsidRPr="00837501">
        <w:rPr>
          <w:rFonts w:ascii="Artifakt ElementOfc" w:hAnsi="Artifakt ElementOfc" w:cs="Artifakt ElementOfc"/>
          <w:bCs/>
          <w:i/>
          <w:iCs/>
          <w:color w:val="000000"/>
          <w:shd w:val="clear" w:color="auto" w:fill="FFFFFF"/>
        </w:rPr>
        <w:t>.f3d</w:t>
      </w:r>
    </w:p>
    <w:p w14:paraId="513BAEB2" w14:textId="2C4F7A40" w:rsidR="00B971A1" w:rsidRPr="00837501" w:rsidRDefault="00980658" w:rsidP="00B971A1">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Challenge exercise: </w:t>
      </w:r>
      <w:r w:rsidR="00C31856" w:rsidRPr="00837501">
        <w:rPr>
          <w:rFonts w:ascii="Artifakt ElementOfc" w:hAnsi="Artifakt ElementOfc" w:cs="Artifakt ElementOfc"/>
          <w:bCs/>
          <w:color w:val="000000"/>
          <w:shd w:val="clear" w:color="auto" w:fill="FFFFFF"/>
        </w:rPr>
        <w:t>3</w:t>
      </w:r>
      <w:r w:rsidR="0077357F" w:rsidRPr="00837501">
        <w:rPr>
          <w:rFonts w:ascii="Artifakt ElementOfc" w:hAnsi="Artifakt ElementOfc" w:cs="Artifakt ElementOfc"/>
          <w:bCs/>
          <w:color w:val="000000"/>
          <w:shd w:val="clear" w:color="auto" w:fill="FFFFFF"/>
        </w:rPr>
        <w:t>0</w:t>
      </w:r>
      <w:r w:rsidRPr="00837501">
        <w:rPr>
          <w:rFonts w:ascii="Artifakt ElementOfc" w:hAnsi="Artifakt ElementOfc" w:cs="Artifakt ElementOfc"/>
          <w:bCs/>
          <w:color w:val="000000"/>
          <w:shd w:val="clear" w:color="auto" w:fill="FFFFFF"/>
        </w:rPr>
        <w:t xml:space="preserve"> minute</w:t>
      </w:r>
      <w:r w:rsidR="0068003F" w:rsidRPr="00837501">
        <w:rPr>
          <w:rFonts w:ascii="Artifakt ElementOfc" w:hAnsi="Artifakt ElementOfc" w:cs="Artifakt ElementOfc"/>
          <w:bCs/>
          <w:color w:val="000000"/>
          <w:shd w:val="clear" w:color="auto" w:fill="FFFFFF"/>
        </w:rPr>
        <w:t>s</w:t>
      </w:r>
    </w:p>
    <w:p w14:paraId="6ED3C731" w14:textId="6EEEDE00" w:rsidR="004421C4" w:rsidRPr="00837501" w:rsidRDefault="00C31856" w:rsidP="004421C4">
      <w:pPr>
        <w:pStyle w:val="ListParagraph"/>
        <w:numPr>
          <w:ilvl w:val="1"/>
          <w:numId w:val="15"/>
        </w:numPr>
        <w:rPr>
          <w:rFonts w:ascii="Artifakt ElementOfc" w:hAnsi="Artifakt ElementOfc" w:cs="Artifakt ElementOfc"/>
          <w:b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Practice Toolpaths – </w:t>
      </w:r>
      <w:r w:rsidR="004A0573"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Assembly</w:t>
      </w:r>
      <w:r w:rsidR="0077357F" w:rsidRPr="00837501">
        <w:rPr>
          <w:rFonts w:ascii="Artifakt ElementOfc" w:hAnsi="Artifakt ElementOfc" w:cs="Artifakt ElementOfc"/>
          <w:bCs/>
          <w:i/>
          <w:iCs/>
          <w:color w:val="000000"/>
          <w:shd w:val="clear" w:color="auto" w:fill="FFFFFF"/>
        </w:rPr>
        <w:t>.f3d</w:t>
      </w:r>
    </w:p>
    <w:p w14:paraId="5A5AB585" w14:textId="769DFE39" w:rsidR="00B971A1" w:rsidRPr="00E54543" w:rsidRDefault="00B971A1" w:rsidP="00B971A1">
      <w:pPr>
        <w:pStyle w:val="ListParagraph"/>
        <w:numPr>
          <w:ilvl w:val="0"/>
          <w:numId w:val="15"/>
        </w:numPr>
        <w:rPr>
          <w:rFonts w:ascii="Artifakt ElementOfc" w:hAnsi="Artifakt ElementOfc" w:cs="Artifakt ElementOfc"/>
          <w:b/>
          <w:color w:val="000000"/>
          <w:shd w:val="clear" w:color="auto" w:fill="FFFFFF"/>
        </w:rPr>
        <w:sectPr w:rsidR="00B971A1" w:rsidRPr="00E54543" w:rsidSect="0089678B">
          <w:type w:val="continuous"/>
          <w:pgSz w:w="12240" w:h="15840"/>
          <w:pgMar w:top="720" w:right="720" w:bottom="720" w:left="720" w:header="720" w:footer="720" w:gutter="0"/>
          <w:cols w:num="2" w:space="720"/>
          <w:titlePg/>
          <w:docGrid w:linePitch="360"/>
        </w:sectPr>
      </w:pPr>
      <w:r w:rsidRPr="00837501">
        <w:rPr>
          <w:rFonts w:ascii="Artifakt ElementOfc" w:hAnsi="Artifakt ElementOfc" w:cs="Artifakt ElementOfc"/>
          <w:b/>
          <w:color w:val="000000"/>
          <w:shd w:val="clear" w:color="auto" w:fill="FFFFFF"/>
        </w:rPr>
        <w:t xml:space="preserve">Module quiz: </w:t>
      </w:r>
      <w:r w:rsidRPr="00837501">
        <w:rPr>
          <w:rFonts w:ascii="Artifakt ElementOfc" w:hAnsi="Artifakt ElementOfc" w:cs="Artifakt ElementOfc"/>
          <w:bCs/>
          <w:color w:val="000000"/>
          <w:shd w:val="clear" w:color="auto" w:fill="FFFFFF"/>
        </w:rPr>
        <w:t>15 minute</w:t>
      </w:r>
      <w:r w:rsidR="00E54543">
        <w:rPr>
          <w:rFonts w:ascii="Artifakt ElementOfc" w:hAnsi="Artifakt ElementOfc" w:cs="Artifakt ElementOfc"/>
          <w:bCs/>
          <w:color w:val="000000"/>
          <w:shd w:val="clear" w:color="auto" w:fill="FFFFFF"/>
        </w:rPr>
        <w:t>s</w:t>
      </w:r>
    </w:p>
    <w:p w14:paraId="3C8AA72D" w14:textId="77777777" w:rsidR="00AC5767" w:rsidRPr="00837501" w:rsidRDefault="00AC5767" w:rsidP="006532F5">
      <w:pPr>
        <w:rPr>
          <w:rFonts w:ascii="Artifakt ElementOfc" w:hAnsi="Artifakt ElementOfc" w:cs="Artifakt ElementOfc"/>
          <w:bCs/>
          <w:color w:val="000000"/>
          <w:shd w:val="clear" w:color="auto" w:fill="FFFFFF"/>
        </w:rPr>
      </w:pPr>
    </w:p>
    <w:p w14:paraId="0B431DB9" w14:textId="77777777" w:rsidR="00B75117" w:rsidRPr="00837501" w:rsidRDefault="00B75117" w:rsidP="0089678B">
      <w:pPr>
        <w:pBdr>
          <w:top w:val="single" w:sz="4" w:space="1" w:color="auto"/>
        </w:pBdr>
        <w:rPr>
          <w:rFonts w:ascii="Artifakt ElementOfc" w:hAnsi="Artifakt ElementOfc" w:cs="Artifakt ElementOfc"/>
          <w:b/>
          <w:color w:val="000000"/>
          <w:shd w:val="clear" w:color="auto" w:fill="FFFFFF"/>
        </w:rPr>
      </w:pPr>
    </w:p>
    <w:p w14:paraId="28D7E892" w14:textId="77777777" w:rsidR="00980658" w:rsidRPr="00837501" w:rsidRDefault="00980658" w:rsidP="00B75117">
      <w:pPr>
        <w:rPr>
          <w:rFonts w:ascii="Artifakt ElementOfc" w:hAnsi="Artifakt ElementOfc" w:cs="Artifakt ElementOfc"/>
          <w:b/>
          <w:color w:val="000000"/>
          <w:shd w:val="clear" w:color="auto" w:fill="FFFFFF"/>
        </w:rPr>
        <w:sectPr w:rsidR="00980658" w:rsidRPr="00837501" w:rsidSect="0084434D">
          <w:type w:val="continuous"/>
          <w:pgSz w:w="12240" w:h="15840"/>
          <w:pgMar w:top="720" w:right="720" w:bottom="720" w:left="720" w:header="720" w:footer="720" w:gutter="0"/>
          <w:cols w:space="720"/>
          <w:titlePg/>
          <w:docGrid w:linePitch="360"/>
        </w:sectPr>
      </w:pPr>
    </w:p>
    <w:p w14:paraId="7E0202E0" w14:textId="7D78E29F" w:rsidR="00B75117" w:rsidRPr="00837501" w:rsidRDefault="00355831"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Toolpath Creation - Base</w:t>
      </w:r>
    </w:p>
    <w:p w14:paraId="2E354369" w14:textId="758CFF54"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Total </w:t>
      </w:r>
      <w:r w:rsidR="00C9634A" w:rsidRPr="00837501">
        <w:rPr>
          <w:rFonts w:ascii="Artifakt ElementOfc" w:hAnsi="Artifakt ElementOfc" w:cs="Artifakt ElementOfc"/>
          <w:b/>
          <w:color w:val="000000"/>
          <w:shd w:val="clear" w:color="auto" w:fill="FFFFFF"/>
        </w:rPr>
        <w:t>t</w:t>
      </w:r>
      <w:r w:rsidRPr="00837501">
        <w:rPr>
          <w:rFonts w:ascii="Artifakt ElementOfc" w:hAnsi="Artifakt ElementOfc" w:cs="Artifakt ElementOfc"/>
          <w:b/>
          <w:color w:val="000000"/>
          <w:shd w:val="clear" w:color="auto" w:fill="FFFFFF"/>
        </w:rPr>
        <w:t xml:space="preserve">ime </w:t>
      </w:r>
      <w:r w:rsidR="00C9634A" w:rsidRPr="00837501">
        <w:rPr>
          <w:rFonts w:ascii="Artifakt ElementOfc" w:hAnsi="Artifakt ElementOfc" w:cs="Artifakt ElementOfc"/>
          <w:b/>
          <w:color w:val="000000"/>
          <w:shd w:val="clear" w:color="auto" w:fill="FFFFFF"/>
        </w:rPr>
        <w:t>r</w:t>
      </w:r>
      <w:r w:rsidRPr="00837501">
        <w:rPr>
          <w:rFonts w:ascii="Artifakt ElementOfc" w:hAnsi="Artifakt ElementOfc" w:cs="Artifakt ElementOfc"/>
          <w:b/>
          <w:color w:val="000000"/>
          <w:shd w:val="clear" w:color="auto" w:fill="FFFFFF"/>
        </w:rPr>
        <w:t xml:space="preserve">equired: </w:t>
      </w:r>
      <w:r w:rsidR="00B21AA6" w:rsidRPr="00837501">
        <w:rPr>
          <w:rFonts w:ascii="Artifakt ElementOfc" w:hAnsi="Artifakt ElementOfc" w:cs="Artifakt ElementOfc"/>
          <w:bCs/>
          <w:color w:val="000000"/>
          <w:shd w:val="clear" w:color="auto" w:fill="FFFFFF"/>
        </w:rPr>
        <w:t>1</w:t>
      </w:r>
      <w:r w:rsidR="00E54E81" w:rsidRPr="00837501">
        <w:rPr>
          <w:rFonts w:ascii="Artifakt ElementOfc" w:hAnsi="Artifakt ElementOfc" w:cs="Artifakt ElementOfc"/>
          <w:bCs/>
          <w:color w:val="000000"/>
          <w:shd w:val="clear" w:color="auto" w:fill="FFFFFF"/>
        </w:rPr>
        <w:t>1</w:t>
      </w:r>
      <w:r w:rsidR="004E7EA8" w:rsidRPr="00837501">
        <w:rPr>
          <w:rFonts w:ascii="Artifakt ElementOfc" w:hAnsi="Artifakt ElementOfc" w:cs="Artifakt ElementOfc"/>
          <w:bCs/>
          <w:color w:val="000000"/>
          <w:shd w:val="clear" w:color="auto" w:fill="FFFFFF"/>
        </w:rPr>
        <w:t>0</w:t>
      </w:r>
      <w:r w:rsidRPr="00837501">
        <w:rPr>
          <w:rFonts w:ascii="Artifakt ElementOfc" w:hAnsi="Artifakt ElementOfc" w:cs="Artifakt ElementOfc"/>
          <w:bCs/>
          <w:color w:val="000000"/>
          <w:shd w:val="clear" w:color="auto" w:fill="FFFFFF"/>
        </w:rPr>
        <w:t xml:space="preserve"> minutes</w:t>
      </w:r>
    </w:p>
    <w:p w14:paraId="4C67ECAF" w14:textId="77777777"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Discuss </w:t>
      </w:r>
      <w:r w:rsidR="00C9634A" w:rsidRPr="00837501">
        <w:rPr>
          <w:rFonts w:ascii="Artifakt ElementOfc" w:hAnsi="Artifakt ElementOfc" w:cs="Artifakt ElementOfc"/>
          <w:b/>
          <w:color w:val="000000"/>
          <w:shd w:val="clear" w:color="auto" w:fill="FFFFFF"/>
        </w:rPr>
        <w:t>o</w:t>
      </w:r>
      <w:r w:rsidRPr="00837501">
        <w:rPr>
          <w:rFonts w:ascii="Artifakt ElementOfc" w:hAnsi="Artifakt ElementOfc" w:cs="Artifakt ElementOfc"/>
          <w:b/>
          <w:color w:val="000000"/>
          <w:shd w:val="clear" w:color="auto" w:fill="FFFFFF"/>
        </w:rPr>
        <w:t xml:space="preserve">bjectives: </w:t>
      </w:r>
      <w:r w:rsidRPr="00837501">
        <w:rPr>
          <w:rFonts w:ascii="Artifakt ElementOfc" w:hAnsi="Artifakt ElementOfc" w:cs="Artifakt ElementOfc"/>
          <w:bCs/>
          <w:color w:val="000000"/>
          <w:shd w:val="clear" w:color="auto" w:fill="FFFFFF"/>
        </w:rPr>
        <w:t xml:space="preserve">3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49EFD1BC" w14:textId="77777777"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Demonstration: </w:t>
      </w:r>
      <w:r w:rsidRPr="00837501">
        <w:rPr>
          <w:rFonts w:ascii="Artifakt ElementOfc" w:hAnsi="Artifakt ElementOfc" w:cs="Artifakt ElementOfc"/>
          <w:bCs/>
          <w:color w:val="000000"/>
          <w:shd w:val="clear" w:color="auto" w:fill="FFFFFF"/>
        </w:rPr>
        <w:t xml:space="preserve">15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r w:rsidRPr="00837501">
        <w:rPr>
          <w:rFonts w:ascii="Artifakt ElementOfc" w:hAnsi="Artifakt ElementOfc" w:cs="Artifakt ElementOfc"/>
          <w:b/>
          <w:color w:val="000000"/>
          <w:shd w:val="clear" w:color="auto" w:fill="FFFFFF"/>
          <w:lang w:val="en-CA"/>
        </w:rPr>
        <w:t xml:space="preserve"> </w:t>
      </w:r>
    </w:p>
    <w:p w14:paraId="79D60860" w14:textId="2E21A1F9" w:rsidR="009E2D2A" w:rsidRPr="00837501" w:rsidRDefault="00061ACD" w:rsidP="009E2D2A">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Create toolpaths to rough a part</w:t>
      </w:r>
      <w:r w:rsidR="009E2D2A" w:rsidRPr="00837501">
        <w:rPr>
          <w:rFonts w:ascii="Artifakt ElementOfc" w:hAnsi="Artifakt ElementOfc" w:cs="Artifakt ElementOfc"/>
        </w:rPr>
        <w:t>.</w:t>
      </w:r>
    </w:p>
    <w:p w14:paraId="17D7F70C" w14:textId="5DE0E9AC" w:rsidR="00061ACD" w:rsidRPr="00837501" w:rsidRDefault="00061ACD" w:rsidP="009E2D2A">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Create toolpaths to finish a part.</w:t>
      </w:r>
    </w:p>
    <w:p w14:paraId="4CCDCF34" w14:textId="6AF5B41D" w:rsidR="00061ACD" w:rsidRPr="00837501" w:rsidRDefault="00061ACD" w:rsidP="009E2D2A">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Use in-process stock to validate toolpaths.</w:t>
      </w:r>
    </w:p>
    <w:p w14:paraId="151EEC64" w14:textId="31781279" w:rsidR="00B75117" w:rsidRPr="00837501" w:rsidRDefault="00B75117"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Hands-on </w:t>
      </w:r>
      <w:r w:rsidR="00A2608E" w:rsidRPr="00837501">
        <w:rPr>
          <w:rFonts w:ascii="Artifakt ElementOfc" w:hAnsi="Artifakt ElementOfc" w:cs="Artifakt ElementOfc"/>
          <w:b/>
          <w:color w:val="000000"/>
          <w:shd w:val="clear" w:color="auto" w:fill="FFFFFF"/>
        </w:rPr>
        <w:t>t</w:t>
      </w:r>
      <w:r w:rsidRPr="00837501">
        <w:rPr>
          <w:rFonts w:ascii="Artifakt ElementOfc" w:hAnsi="Artifakt ElementOfc" w:cs="Artifakt ElementOfc"/>
          <w:b/>
          <w:color w:val="000000"/>
          <w:shd w:val="clear" w:color="auto" w:fill="FFFFFF"/>
        </w:rPr>
        <w:t>ime:</w:t>
      </w:r>
      <w:r w:rsidR="007D2E08" w:rsidRPr="00837501">
        <w:rPr>
          <w:rFonts w:ascii="Artifakt ElementOfc" w:hAnsi="Artifakt ElementOfc" w:cs="Artifakt ElementOfc"/>
          <w:b/>
          <w:color w:val="000000"/>
          <w:shd w:val="clear" w:color="auto" w:fill="FFFFFF"/>
        </w:rPr>
        <w:t xml:space="preserve"> </w:t>
      </w:r>
      <w:r w:rsidR="004E7EA8" w:rsidRPr="00837501">
        <w:rPr>
          <w:rFonts w:ascii="Artifakt ElementOfc" w:hAnsi="Artifakt ElementOfc" w:cs="Artifakt ElementOfc"/>
          <w:bCs/>
          <w:color w:val="000000"/>
          <w:shd w:val="clear" w:color="auto" w:fill="FFFFFF"/>
        </w:rPr>
        <w:t>25</w:t>
      </w:r>
      <w:r w:rsidRPr="00837501">
        <w:rPr>
          <w:rFonts w:ascii="Artifakt ElementOfc" w:hAnsi="Artifakt ElementOfc" w:cs="Artifakt ElementOfc"/>
          <w:bCs/>
          <w:color w:val="000000"/>
          <w:shd w:val="clear" w:color="auto" w:fill="FFFFFF"/>
        </w:rPr>
        <w:t xml:space="preserve"> </w:t>
      </w:r>
      <w:r w:rsidR="00C9634A" w:rsidRPr="00837501">
        <w:rPr>
          <w:rFonts w:ascii="Artifakt ElementOfc" w:hAnsi="Artifakt ElementOfc" w:cs="Artifakt ElementOfc"/>
          <w:bCs/>
          <w:color w:val="000000"/>
          <w:shd w:val="clear" w:color="auto" w:fill="FFFFFF"/>
        </w:rPr>
        <w:t>m</w:t>
      </w:r>
      <w:r w:rsidRPr="00837501">
        <w:rPr>
          <w:rFonts w:ascii="Artifakt ElementOfc" w:hAnsi="Artifakt ElementOfc" w:cs="Artifakt ElementOfc"/>
          <w:bCs/>
          <w:color w:val="000000"/>
          <w:shd w:val="clear" w:color="auto" w:fill="FFFFFF"/>
        </w:rPr>
        <w:t>inutes</w:t>
      </w:r>
    </w:p>
    <w:p w14:paraId="0F92A7C3" w14:textId="10AA4062" w:rsidR="00E54E81" w:rsidRPr="00837501" w:rsidRDefault="00B75117" w:rsidP="00980658">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Review </w:t>
      </w:r>
      <w:r w:rsidR="00A2608E" w:rsidRPr="00837501">
        <w:rPr>
          <w:rFonts w:ascii="Artifakt ElementOfc" w:hAnsi="Artifakt ElementOfc" w:cs="Artifakt ElementOfc"/>
          <w:b/>
          <w:color w:val="000000"/>
          <w:shd w:val="clear" w:color="auto" w:fill="FFFFFF"/>
        </w:rPr>
        <w:t>o</w:t>
      </w:r>
      <w:r w:rsidRPr="00837501">
        <w:rPr>
          <w:rFonts w:ascii="Artifakt ElementOfc" w:hAnsi="Artifakt ElementOfc" w:cs="Artifakt ElementOfc"/>
          <w:b/>
          <w:color w:val="000000"/>
          <w:shd w:val="clear" w:color="auto" w:fill="FFFFFF"/>
        </w:rPr>
        <w:t xml:space="preserve">bjectives: </w:t>
      </w:r>
      <w:r w:rsidRPr="00837501">
        <w:rPr>
          <w:rFonts w:ascii="Artifakt ElementOfc" w:hAnsi="Artifakt ElementOfc" w:cs="Artifakt ElementOfc"/>
          <w:bCs/>
          <w:color w:val="000000"/>
          <w:shd w:val="clear" w:color="auto" w:fill="FFFFFF"/>
        </w:rPr>
        <w:t>2 minutes</w:t>
      </w:r>
    </w:p>
    <w:p w14:paraId="0E10AB81" w14:textId="713168E9" w:rsidR="00980658" w:rsidRPr="00837501" w:rsidRDefault="00980658" w:rsidP="00980658">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Datasets:</w:t>
      </w:r>
    </w:p>
    <w:p w14:paraId="56783C74" w14:textId="37117940" w:rsidR="00FF3BC0" w:rsidRPr="00837501" w:rsidRDefault="004A6A26" w:rsidP="00980658">
      <w:p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w:t>
      </w:r>
      <w:r w:rsidR="004E7EA8"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 Face</w:t>
      </w:r>
      <w:r w:rsidR="009E2D2A" w:rsidRPr="00837501">
        <w:rPr>
          <w:rFonts w:ascii="Artifakt ElementOfc" w:hAnsi="Artifakt ElementOfc" w:cs="Artifakt ElementOfc"/>
          <w:bCs/>
          <w:i/>
          <w:iCs/>
          <w:color w:val="000000"/>
          <w:shd w:val="clear" w:color="auto" w:fill="FFFFFF"/>
        </w:rPr>
        <w:t>.f3d</w:t>
      </w:r>
    </w:p>
    <w:p w14:paraId="7B55E285" w14:textId="035CE41B" w:rsidR="009E2D2A" w:rsidRPr="00837501" w:rsidRDefault="004A6A26" w:rsidP="00980658">
      <w:p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w:t>
      </w:r>
      <w:r w:rsidR="004E7EA8"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 Rough</w:t>
      </w:r>
      <w:r w:rsidR="009E2D2A" w:rsidRPr="00837501">
        <w:rPr>
          <w:rFonts w:ascii="Artifakt ElementOfc" w:hAnsi="Artifakt ElementOfc" w:cs="Artifakt ElementOfc"/>
          <w:bCs/>
          <w:i/>
          <w:iCs/>
          <w:color w:val="000000"/>
          <w:shd w:val="clear" w:color="auto" w:fill="FFFFFF"/>
        </w:rPr>
        <w:t>.f3d</w:t>
      </w:r>
    </w:p>
    <w:p w14:paraId="5F6C1D4A" w14:textId="16D68E65" w:rsidR="004A6A26" w:rsidRPr="00837501" w:rsidRDefault="004A6A26" w:rsidP="00980658">
      <w:p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w:t>
      </w:r>
      <w:r w:rsidR="004E7EA8"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 Finish.f3d</w:t>
      </w:r>
    </w:p>
    <w:p w14:paraId="15FAA15A" w14:textId="6350B135" w:rsidR="004A6A26" w:rsidRPr="00837501" w:rsidRDefault="004A6A26" w:rsidP="00980658">
      <w:p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w:t>
      </w:r>
      <w:r w:rsidR="004E7EA8"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w:t>
      </w:r>
      <w:r w:rsidR="007A2EA7" w:rsidRPr="00837501">
        <w:rPr>
          <w:rFonts w:ascii="Artifakt ElementOfc" w:hAnsi="Artifakt ElementOfc" w:cs="Artifakt ElementOfc"/>
          <w:bCs/>
          <w:i/>
          <w:iCs/>
          <w:color w:val="000000"/>
          <w:shd w:val="clear" w:color="auto" w:fill="FFFFFF"/>
        </w:rPr>
        <w:t>–</w:t>
      </w:r>
      <w:r w:rsidRPr="00837501">
        <w:rPr>
          <w:rFonts w:ascii="Artifakt ElementOfc" w:hAnsi="Artifakt ElementOfc" w:cs="Artifakt ElementOfc"/>
          <w:bCs/>
          <w:i/>
          <w:iCs/>
          <w:color w:val="000000"/>
          <w:shd w:val="clear" w:color="auto" w:fill="FFFFFF"/>
        </w:rPr>
        <w:t xml:space="preserve"> </w:t>
      </w:r>
      <w:r w:rsidR="007A2EA7" w:rsidRPr="00837501">
        <w:rPr>
          <w:rFonts w:ascii="Artifakt ElementOfc" w:hAnsi="Artifakt ElementOfc" w:cs="Artifakt ElementOfc"/>
          <w:bCs/>
          <w:i/>
          <w:iCs/>
          <w:color w:val="000000"/>
          <w:shd w:val="clear" w:color="auto" w:fill="FFFFFF"/>
        </w:rPr>
        <w:t>Debur.f3d</w:t>
      </w:r>
    </w:p>
    <w:p w14:paraId="274424D1" w14:textId="706B611E" w:rsidR="00980658" w:rsidRPr="00837501" w:rsidRDefault="00980658" w:rsidP="00980658">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lastRenderedPageBreak/>
        <w:t>Assignments</w:t>
      </w:r>
      <w:r w:rsidR="00A2608E" w:rsidRPr="00837501">
        <w:rPr>
          <w:rFonts w:ascii="Artifakt ElementOfc" w:hAnsi="Artifakt ElementOfc" w:cs="Artifakt ElementOfc"/>
          <w:b/>
          <w:color w:val="000000"/>
          <w:shd w:val="clear" w:color="auto" w:fill="FFFFFF"/>
        </w:rPr>
        <w:t xml:space="preserve">: </w:t>
      </w:r>
    </w:p>
    <w:p w14:paraId="7DEFA21C" w14:textId="1DD8F451" w:rsidR="004B0A63" w:rsidRPr="00837501" w:rsidRDefault="00C7016D" w:rsidP="002279F0">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Practice exercise: </w:t>
      </w:r>
      <w:r w:rsidR="007A2EA7" w:rsidRPr="00837501">
        <w:rPr>
          <w:rFonts w:ascii="Artifakt ElementOfc" w:hAnsi="Artifakt ElementOfc" w:cs="Artifakt ElementOfc"/>
          <w:bCs/>
          <w:color w:val="000000"/>
          <w:shd w:val="clear" w:color="auto" w:fill="FFFFFF"/>
        </w:rPr>
        <w:t>2</w:t>
      </w:r>
      <w:r w:rsidR="00A02205" w:rsidRPr="00837501">
        <w:rPr>
          <w:rFonts w:ascii="Artifakt ElementOfc" w:hAnsi="Artifakt ElementOfc" w:cs="Artifakt ElementOfc"/>
          <w:bCs/>
          <w:color w:val="000000"/>
          <w:shd w:val="clear" w:color="auto" w:fill="FFFFFF"/>
        </w:rPr>
        <w:t>0</w:t>
      </w:r>
      <w:r w:rsidRPr="00837501">
        <w:rPr>
          <w:rFonts w:ascii="Artifakt ElementOfc" w:hAnsi="Artifakt ElementOfc" w:cs="Artifakt ElementOfc"/>
          <w:bCs/>
          <w:color w:val="000000"/>
          <w:shd w:val="clear" w:color="auto" w:fill="FFFFFF"/>
        </w:rPr>
        <w:t xml:space="preserve"> minutes</w:t>
      </w:r>
    </w:p>
    <w:p w14:paraId="3F2A1E22" w14:textId="29CA009F" w:rsidR="00347352" w:rsidRPr="00837501" w:rsidRDefault="007A2EA7" w:rsidP="00347352">
      <w:pPr>
        <w:pStyle w:val="ListParagraph"/>
        <w:numPr>
          <w:ilvl w:val="1"/>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Practice – </w:t>
      </w:r>
      <w:r w:rsidR="004E7EA8"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Assembly - Modify</w:t>
      </w:r>
      <w:r w:rsidR="00A02205" w:rsidRPr="00837501">
        <w:rPr>
          <w:rFonts w:ascii="Artifakt ElementOfc" w:hAnsi="Artifakt ElementOfc" w:cs="Artifakt ElementOfc"/>
          <w:bCs/>
          <w:i/>
          <w:iCs/>
          <w:color w:val="000000"/>
          <w:shd w:val="clear" w:color="auto" w:fill="FFFFFF"/>
        </w:rPr>
        <w:t>.f3d</w:t>
      </w:r>
    </w:p>
    <w:p w14:paraId="2252B5E4" w14:textId="2E50C63F" w:rsidR="000E75EF" w:rsidRPr="00837501" w:rsidRDefault="00980658" w:rsidP="00412139">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Challenge exercise: </w:t>
      </w:r>
      <w:r w:rsidR="00E54E81" w:rsidRPr="00837501">
        <w:rPr>
          <w:rFonts w:ascii="Artifakt ElementOfc" w:hAnsi="Artifakt ElementOfc" w:cs="Artifakt ElementOfc"/>
          <w:bCs/>
          <w:color w:val="000000"/>
          <w:shd w:val="clear" w:color="auto" w:fill="FFFFFF"/>
        </w:rPr>
        <w:t>30</w:t>
      </w:r>
      <w:r w:rsidRPr="00837501">
        <w:rPr>
          <w:rFonts w:ascii="Artifakt ElementOfc" w:hAnsi="Artifakt ElementOfc" w:cs="Artifakt ElementOfc"/>
          <w:bCs/>
          <w:color w:val="000000"/>
          <w:shd w:val="clear" w:color="auto" w:fill="FFFFFF"/>
        </w:rPr>
        <w:t xml:space="preserve"> minutes</w:t>
      </w:r>
    </w:p>
    <w:p w14:paraId="215A50C1" w14:textId="55557500" w:rsidR="001326AF" w:rsidRPr="00837501" w:rsidRDefault="00E54E81" w:rsidP="001326AF">
      <w:pPr>
        <w:pStyle w:val="ListParagraph"/>
        <w:numPr>
          <w:ilvl w:val="1"/>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Practice – </w:t>
      </w:r>
      <w:r w:rsidR="004E7EA8"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Assembly - Modify</w:t>
      </w:r>
      <w:r w:rsidR="00A02205" w:rsidRPr="00837501">
        <w:rPr>
          <w:rFonts w:ascii="Artifakt ElementOfc" w:hAnsi="Artifakt ElementOfc" w:cs="Artifakt ElementOfc"/>
          <w:bCs/>
          <w:i/>
          <w:iCs/>
          <w:color w:val="000000"/>
          <w:shd w:val="clear" w:color="auto" w:fill="FFFFFF"/>
        </w:rPr>
        <w:t>.f3d</w:t>
      </w:r>
    </w:p>
    <w:p w14:paraId="473CBCCC" w14:textId="77777777" w:rsidR="00B971A1" w:rsidRPr="00837501" w:rsidRDefault="00B971A1" w:rsidP="00B971A1">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Module quiz: </w:t>
      </w:r>
      <w:r w:rsidRPr="00837501">
        <w:rPr>
          <w:rFonts w:ascii="Artifakt ElementOfc" w:hAnsi="Artifakt ElementOfc" w:cs="Artifakt ElementOfc"/>
          <w:bCs/>
          <w:color w:val="000000"/>
          <w:shd w:val="clear" w:color="auto" w:fill="FFFFFF"/>
        </w:rPr>
        <w:t>15 minutes</w:t>
      </w:r>
    </w:p>
    <w:p w14:paraId="7C453426" w14:textId="2CA71EBB" w:rsidR="00B971A1" w:rsidRPr="00837501" w:rsidRDefault="00B971A1" w:rsidP="000E75EF">
      <w:pPr>
        <w:rPr>
          <w:rFonts w:ascii="Artifakt ElementOfc" w:hAnsi="Artifakt ElementOfc" w:cs="Artifakt ElementOfc"/>
          <w:b/>
          <w:color w:val="000000"/>
          <w:shd w:val="clear" w:color="auto" w:fill="FFFFFF"/>
        </w:rPr>
        <w:sectPr w:rsidR="00B971A1" w:rsidRPr="00837501" w:rsidSect="0089678B">
          <w:type w:val="continuous"/>
          <w:pgSz w:w="12240" w:h="15840"/>
          <w:pgMar w:top="720" w:right="720" w:bottom="720" w:left="720" w:header="720" w:footer="720" w:gutter="0"/>
          <w:cols w:num="2" w:space="720"/>
          <w:titlePg/>
          <w:docGrid w:linePitch="360"/>
        </w:sectPr>
      </w:pPr>
    </w:p>
    <w:p w14:paraId="3001D7C4" w14:textId="77777777" w:rsidR="004745AC" w:rsidRPr="00837501" w:rsidRDefault="004745AC" w:rsidP="004745AC">
      <w:pPr>
        <w:pBdr>
          <w:top w:val="single" w:sz="4" w:space="1" w:color="auto"/>
        </w:pBdr>
        <w:rPr>
          <w:rFonts w:ascii="Artifakt ElementOfc" w:hAnsi="Artifakt ElementOfc" w:cs="Artifakt ElementOfc"/>
          <w:b/>
          <w:color w:val="000000"/>
          <w:shd w:val="clear" w:color="auto" w:fill="FFFFFF"/>
        </w:rPr>
      </w:pPr>
    </w:p>
    <w:p w14:paraId="51BF44AE" w14:textId="77777777" w:rsidR="004745AC" w:rsidRPr="00837501" w:rsidRDefault="004745AC" w:rsidP="004745AC">
      <w:pPr>
        <w:rPr>
          <w:rFonts w:ascii="Artifakt ElementOfc" w:hAnsi="Artifakt ElementOfc" w:cs="Artifakt ElementOfc"/>
          <w:b/>
          <w:color w:val="000000"/>
          <w:shd w:val="clear" w:color="auto" w:fill="FFFFFF"/>
        </w:rPr>
        <w:sectPr w:rsidR="004745AC" w:rsidRPr="00837501" w:rsidSect="004745AC">
          <w:type w:val="continuous"/>
          <w:pgSz w:w="12240" w:h="15840"/>
          <w:pgMar w:top="720" w:right="720" w:bottom="720" w:left="720" w:header="720" w:footer="720" w:gutter="0"/>
          <w:cols w:space="720"/>
          <w:titlePg/>
          <w:docGrid w:linePitch="360"/>
        </w:sectPr>
      </w:pPr>
    </w:p>
    <w:p w14:paraId="31BAB62E" w14:textId="2DF66462" w:rsidR="004745AC" w:rsidRPr="00837501" w:rsidRDefault="00E54E81" w:rsidP="004745AC">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Simulation and Post Processing</w:t>
      </w:r>
    </w:p>
    <w:p w14:paraId="62EBDCEC" w14:textId="3CCB8B46" w:rsidR="004745AC" w:rsidRPr="00837501" w:rsidRDefault="004745AC" w:rsidP="004745AC">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Total time required: </w:t>
      </w:r>
      <w:r w:rsidR="009E449C" w:rsidRPr="00837501">
        <w:rPr>
          <w:rFonts w:ascii="Artifakt ElementOfc" w:hAnsi="Artifakt ElementOfc" w:cs="Artifakt ElementOfc"/>
          <w:bCs/>
          <w:color w:val="000000"/>
          <w:shd w:val="clear" w:color="auto" w:fill="FFFFFF"/>
        </w:rPr>
        <w:t>95</w:t>
      </w:r>
      <w:r w:rsidRPr="00837501">
        <w:rPr>
          <w:rFonts w:ascii="Artifakt ElementOfc" w:hAnsi="Artifakt ElementOfc" w:cs="Artifakt ElementOfc"/>
          <w:bCs/>
          <w:color w:val="000000"/>
          <w:shd w:val="clear" w:color="auto" w:fill="FFFFFF"/>
        </w:rPr>
        <w:t xml:space="preserve"> minutes</w:t>
      </w:r>
    </w:p>
    <w:p w14:paraId="0D873E40" w14:textId="77777777" w:rsidR="004745AC" w:rsidRPr="00837501" w:rsidRDefault="004745AC" w:rsidP="004745AC">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Discuss objectives: </w:t>
      </w:r>
      <w:r w:rsidRPr="00837501">
        <w:rPr>
          <w:rFonts w:ascii="Artifakt ElementOfc" w:hAnsi="Artifakt ElementOfc" w:cs="Artifakt ElementOfc"/>
          <w:bCs/>
          <w:color w:val="000000"/>
          <w:shd w:val="clear" w:color="auto" w:fill="FFFFFF"/>
        </w:rPr>
        <w:t>3 minutes</w:t>
      </w:r>
    </w:p>
    <w:p w14:paraId="186BE209" w14:textId="77777777" w:rsidR="004745AC" w:rsidRPr="00837501" w:rsidRDefault="004745AC" w:rsidP="004745AC">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Demonstration: </w:t>
      </w:r>
      <w:r w:rsidRPr="00837501">
        <w:rPr>
          <w:rFonts w:ascii="Artifakt ElementOfc" w:hAnsi="Artifakt ElementOfc" w:cs="Artifakt ElementOfc"/>
          <w:bCs/>
          <w:color w:val="000000"/>
          <w:shd w:val="clear" w:color="auto" w:fill="FFFFFF"/>
        </w:rPr>
        <w:t>15 minutes</w:t>
      </w:r>
      <w:r w:rsidRPr="00837501">
        <w:rPr>
          <w:rFonts w:ascii="Artifakt ElementOfc" w:hAnsi="Artifakt ElementOfc" w:cs="Artifakt ElementOfc"/>
          <w:b/>
          <w:color w:val="000000"/>
          <w:shd w:val="clear" w:color="auto" w:fill="FFFFFF"/>
          <w:lang w:val="en-CA"/>
        </w:rPr>
        <w:t xml:space="preserve"> </w:t>
      </w:r>
    </w:p>
    <w:p w14:paraId="4D791EE4" w14:textId="2DBE8630" w:rsidR="004C21EC" w:rsidRPr="00837501" w:rsidRDefault="00E54E81" w:rsidP="004C21E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Use toolpath simulation</w:t>
      </w:r>
      <w:r w:rsidR="004C21EC" w:rsidRPr="00837501">
        <w:rPr>
          <w:rFonts w:ascii="Artifakt ElementOfc" w:hAnsi="Artifakt ElementOfc" w:cs="Artifakt ElementOfc"/>
        </w:rPr>
        <w:t>.</w:t>
      </w:r>
    </w:p>
    <w:p w14:paraId="769B2094" w14:textId="0FB234EE" w:rsidR="00E54E81" w:rsidRPr="00837501" w:rsidRDefault="00E54E81" w:rsidP="004C21E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Create an NC Program.</w:t>
      </w:r>
    </w:p>
    <w:p w14:paraId="5A973212" w14:textId="02F3A67C" w:rsidR="00E54E81" w:rsidRPr="00837501" w:rsidRDefault="00E54E81" w:rsidP="004C21E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Create a Setup Sheet.</w:t>
      </w:r>
    </w:p>
    <w:p w14:paraId="245A6344" w14:textId="4B546F5D" w:rsidR="00E54E81" w:rsidRPr="00837501" w:rsidRDefault="00E54E81" w:rsidP="004C21EC">
      <w:pPr>
        <w:pStyle w:val="ListParagraph"/>
        <w:numPr>
          <w:ilvl w:val="0"/>
          <w:numId w:val="22"/>
        </w:numPr>
        <w:pBdr>
          <w:top w:val="nil"/>
          <w:left w:val="nil"/>
          <w:bottom w:val="nil"/>
          <w:right w:val="nil"/>
          <w:between w:val="nil"/>
        </w:pBdr>
        <w:spacing w:after="0"/>
        <w:rPr>
          <w:rFonts w:ascii="Artifakt ElementOfc" w:hAnsi="Artifakt ElementOfc" w:cs="Artifakt ElementOfc"/>
        </w:rPr>
      </w:pPr>
      <w:r w:rsidRPr="00837501">
        <w:rPr>
          <w:rFonts w:ascii="Artifakt ElementOfc" w:hAnsi="Artifakt ElementOfc" w:cs="Artifakt ElementOfc"/>
        </w:rPr>
        <w:t>Post Process toolpaths.</w:t>
      </w:r>
    </w:p>
    <w:p w14:paraId="4E9357FB" w14:textId="5831718E" w:rsidR="004745AC" w:rsidRPr="00837501" w:rsidRDefault="004745AC" w:rsidP="004745AC">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Hands-on time: </w:t>
      </w:r>
      <w:r w:rsidR="003507B4" w:rsidRPr="00837501">
        <w:rPr>
          <w:rFonts w:ascii="Artifakt ElementOfc" w:hAnsi="Artifakt ElementOfc" w:cs="Artifakt ElementOfc"/>
          <w:bCs/>
          <w:color w:val="000000"/>
          <w:shd w:val="clear" w:color="auto" w:fill="FFFFFF"/>
        </w:rPr>
        <w:t>1</w:t>
      </w:r>
      <w:r w:rsidR="009E449C" w:rsidRPr="00837501">
        <w:rPr>
          <w:rFonts w:ascii="Artifakt ElementOfc" w:hAnsi="Artifakt ElementOfc" w:cs="Artifakt ElementOfc"/>
          <w:bCs/>
          <w:color w:val="000000"/>
          <w:shd w:val="clear" w:color="auto" w:fill="FFFFFF"/>
        </w:rPr>
        <w:t>0</w:t>
      </w:r>
      <w:r w:rsidRPr="00837501">
        <w:rPr>
          <w:rFonts w:ascii="Artifakt ElementOfc" w:hAnsi="Artifakt ElementOfc" w:cs="Artifakt ElementOfc"/>
          <w:bCs/>
          <w:color w:val="000000"/>
          <w:shd w:val="clear" w:color="auto" w:fill="FFFFFF"/>
        </w:rPr>
        <w:t xml:space="preserve"> minutes</w:t>
      </w:r>
    </w:p>
    <w:p w14:paraId="05A30C1B" w14:textId="77777777" w:rsidR="004745AC" w:rsidRPr="00837501" w:rsidRDefault="004745AC" w:rsidP="004745AC">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Review objectives: </w:t>
      </w:r>
      <w:r w:rsidRPr="00837501">
        <w:rPr>
          <w:rFonts w:ascii="Artifakt ElementOfc" w:hAnsi="Artifakt ElementOfc" w:cs="Artifakt ElementOfc"/>
          <w:bCs/>
          <w:color w:val="000000"/>
          <w:shd w:val="clear" w:color="auto" w:fill="FFFFFF"/>
        </w:rPr>
        <w:t>2 minutes</w:t>
      </w:r>
    </w:p>
    <w:p w14:paraId="5B142C11" w14:textId="77777777" w:rsidR="004745AC" w:rsidRPr="00837501" w:rsidRDefault="004745AC" w:rsidP="004745AC">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Datasets:</w:t>
      </w:r>
    </w:p>
    <w:p w14:paraId="2FEB7439" w14:textId="41B0E487" w:rsidR="004745AC" w:rsidRPr="00837501" w:rsidRDefault="00163DC8" w:rsidP="004745AC">
      <w:p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Cell Phone Metric - Simulate</w:t>
      </w:r>
      <w:r w:rsidR="004745AC" w:rsidRPr="00837501">
        <w:rPr>
          <w:rFonts w:ascii="Artifakt ElementOfc" w:hAnsi="Artifakt ElementOfc" w:cs="Artifakt ElementOfc"/>
          <w:bCs/>
          <w:i/>
          <w:iCs/>
          <w:color w:val="000000"/>
          <w:shd w:val="clear" w:color="auto" w:fill="FFFFFF"/>
        </w:rPr>
        <w:t>.f3d</w:t>
      </w:r>
    </w:p>
    <w:p w14:paraId="1ED3F973" w14:textId="77777777" w:rsidR="004745AC" w:rsidRPr="00837501" w:rsidRDefault="004745AC" w:rsidP="004745AC">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Assignments: </w:t>
      </w:r>
    </w:p>
    <w:p w14:paraId="451566F3" w14:textId="18DB3162" w:rsidR="004745AC" w:rsidRPr="00837501" w:rsidRDefault="004745AC" w:rsidP="004745AC">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Practice exercise: </w:t>
      </w:r>
      <w:r w:rsidR="003507B4" w:rsidRPr="00837501">
        <w:rPr>
          <w:rFonts w:ascii="Artifakt ElementOfc" w:hAnsi="Artifakt ElementOfc" w:cs="Artifakt ElementOfc"/>
          <w:bCs/>
          <w:color w:val="000000"/>
          <w:shd w:val="clear" w:color="auto" w:fill="FFFFFF"/>
        </w:rPr>
        <w:t>20</w:t>
      </w:r>
      <w:r w:rsidRPr="00837501">
        <w:rPr>
          <w:rFonts w:ascii="Artifakt ElementOfc" w:hAnsi="Artifakt ElementOfc" w:cs="Artifakt ElementOfc"/>
          <w:bCs/>
          <w:color w:val="000000"/>
          <w:shd w:val="clear" w:color="auto" w:fill="FFFFFF"/>
        </w:rPr>
        <w:t xml:space="preserve"> minutes</w:t>
      </w:r>
    </w:p>
    <w:p w14:paraId="611B5EA1" w14:textId="25466137" w:rsidR="004745AC" w:rsidRPr="00837501" w:rsidRDefault="003507B4" w:rsidP="004745AC">
      <w:pPr>
        <w:pStyle w:val="ListParagraph"/>
        <w:numPr>
          <w:ilvl w:val="1"/>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Cs/>
          <w:i/>
          <w:iCs/>
          <w:color w:val="000000"/>
          <w:shd w:val="clear" w:color="auto" w:fill="FFFFFF"/>
        </w:rPr>
        <w:t xml:space="preserve">Cell Phone Stand </w:t>
      </w:r>
      <w:r w:rsidR="009E449C"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Practice - Simulate</w:t>
      </w:r>
      <w:r w:rsidR="004745AC" w:rsidRPr="00837501">
        <w:rPr>
          <w:rFonts w:ascii="Artifakt ElementOfc" w:hAnsi="Artifakt ElementOfc" w:cs="Artifakt ElementOfc"/>
          <w:bCs/>
          <w:i/>
          <w:iCs/>
          <w:color w:val="000000"/>
          <w:shd w:val="clear" w:color="auto" w:fill="FFFFFF"/>
        </w:rPr>
        <w:t>.f3d</w:t>
      </w:r>
    </w:p>
    <w:p w14:paraId="0A39402C" w14:textId="6507D2A7" w:rsidR="004745AC" w:rsidRPr="00837501" w:rsidRDefault="004745AC" w:rsidP="00441F20">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Challenge exercise: </w:t>
      </w:r>
      <w:r w:rsidR="00441F20" w:rsidRPr="00837501">
        <w:rPr>
          <w:rFonts w:ascii="Artifakt ElementOfc" w:hAnsi="Artifakt ElementOfc" w:cs="Artifakt ElementOfc"/>
          <w:bCs/>
          <w:color w:val="000000"/>
          <w:shd w:val="clear" w:color="auto" w:fill="FFFFFF"/>
        </w:rPr>
        <w:t>30</w:t>
      </w:r>
      <w:r w:rsidRPr="00837501">
        <w:rPr>
          <w:rFonts w:ascii="Artifakt ElementOfc" w:hAnsi="Artifakt ElementOfc" w:cs="Artifakt ElementOfc"/>
          <w:bCs/>
          <w:color w:val="000000"/>
          <w:shd w:val="clear" w:color="auto" w:fill="FFFFFF"/>
        </w:rPr>
        <w:t xml:space="preserve"> minutes</w:t>
      </w:r>
    </w:p>
    <w:p w14:paraId="0EDCA242" w14:textId="7CDC5996" w:rsidR="00D7741E" w:rsidRPr="00837501" w:rsidRDefault="00D7741E" w:rsidP="00D7741E">
      <w:pPr>
        <w:pStyle w:val="ListParagraph"/>
        <w:numPr>
          <w:ilvl w:val="1"/>
          <w:numId w:val="15"/>
        </w:numPr>
        <w:rPr>
          <w:rFonts w:ascii="Artifakt ElementOfc" w:hAnsi="Artifakt ElementOfc" w:cs="Artifakt ElementOfc"/>
          <w:bCs/>
          <w:i/>
          <w:iCs/>
          <w:color w:val="000000"/>
          <w:shd w:val="clear" w:color="auto" w:fill="FFFFFF"/>
        </w:rPr>
      </w:pPr>
      <w:r w:rsidRPr="00837501">
        <w:rPr>
          <w:rFonts w:ascii="Artifakt ElementOfc" w:hAnsi="Artifakt ElementOfc" w:cs="Artifakt ElementOfc"/>
          <w:bCs/>
          <w:i/>
          <w:iCs/>
          <w:color w:val="000000"/>
          <w:shd w:val="clear" w:color="auto" w:fill="FFFFFF"/>
        </w:rPr>
        <w:t xml:space="preserve">Cell Phone </w:t>
      </w:r>
      <w:r w:rsidR="009E449C" w:rsidRPr="00837501">
        <w:rPr>
          <w:rFonts w:ascii="Artifakt ElementOfc" w:hAnsi="Artifakt ElementOfc" w:cs="Artifakt ElementOfc"/>
          <w:bCs/>
          <w:i/>
          <w:iCs/>
          <w:color w:val="000000"/>
          <w:shd w:val="clear" w:color="auto" w:fill="FFFFFF"/>
        </w:rPr>
        <w:t>Metric</w:t>
      </w:r>
      <w:r w:rsidRPr="00837501">
        <w:rPr>
          <w:rFonts w:ascii="Artifakt ElementOfc" w:hAnsi="Artifakt ElementOfc" w:cs="Artifakt ElementOfc"/>
          <w:bCs/>
          <w:i/>
          <w:iCs/>
          <w:color w:val="000000"/>
          <w:shd w:val="clear" w:color="auto" w:fill="FFFFFF"/>
        </w:rPr>
        <w:t xml:space="preserve"> – Final.f3z</w:t>
      </w:r>
    </w:p>
    <w:p w14:paraId="515F980C" w14:textId="77777777" w:rsidR="004745AC" w:rsidRPr="00837501" w:rsidRDefault="004745AC" w:rsidP="004745AC">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Module quiz: </w:t>
      </w:r>
      <w:r w:rsidRPr="00837501">
        <w:rPr>
          <w:rFonts w:ascii="Artifakt ElementOfc" w:hAnsi="Artifakt ElementOfc" w:cs="Artifakt ElementOfc"/>
          <w:bCs/>
          <w:color w:val="000000"/>
          <w:shd w:val="clear" w:color="auto" w:fill="FFFFFF"/>
        </w:rPr>
        <w:t>15 minutes</w:t>
      </w:r>
    </w:p>
    <w:p w14:paraId="5B58E9D0" w14:textId="77777777" w:rsidR="004745AC" w:rsidRPr="00837501" w:rsidRDefault="004745AC" w:rsidP="004745AC">
      <w:pPr>
        <w:rPr>
          <w:rFonts w:ascii="Artifakt ElementOfc" w:hAnsi="Artifakt ElementOfc" w:cs="Artifakt ElementOfc"/>
          <w:b/>
          <w:color w:val="000000"/>
          <w:shd w:val="clear" w:color="auto" w:fill="FFFFFF"/>
        </w:rPr>
        <w:sectPr w:rsidR="004745AC" w:rsidRPr="00837501" w:rsidSect="004745AC">
          <w:type w:val="continuous"/>
          <w:pgSz w:w="12240" w:h="15840"/>
          <w:pgMar w:top="720" w:right="720" w:bottom="720" w:left="720" w:header="720" w:footer="720" w:gutter="0"/>
          <w:cols w:num="2" w:space="720"/>
          <w:titlePg/>
          <w:docGrid w:linePitch="360"/>
        </w:sectPr>
      </w:pPr>
    </w:p>
    <w:p w14:paraId="3DACB7CF" w14:textId="77777777" w:rsidR="00865EB8" w:rsidRPr="00837501" w:rsidRDefault="00865EB8" w:rsidP="00285382">
      <w:pPr>
        <w:pBdr>
          <w:bottom w:val="single" w:sz="12" w:space="1" w:color="auto"/>
        </w:pBdr>
        <w:rPr>
          <w:rFonts w:ascii="Artifakt ElementOfc" w:hAnsi="Artifakt ElementOfc" w:cs="Artifakt ElementOfc"/>
          <w:b/>
          <w:color w:val="000000"/>
          <w:shd w:val="clear" w:color="auto" w:fill="FFFFFF"/>
        </w:rPr>
      </w:pPr>
    </w:p>
    <w:p w14:paraId="6819E63F" w14:textId="065A452C" w:rsidR="002C1082" w:rsidRPr="00837501" w:rsidRDefault="002C1082" w:rsidP="00285382">
      <w:pPr>
        <w:rPr>
          <w:rFonts w:ascii="Artifakt ElementOfc" w:hAnsi="Artifakt ElementOfc" w:cs="Artifakt ElementOfc"/>
          <w:b/>
          <w:color w:val="000000"/>
          <w:shd w:val="clear" w:color="auto" w:fill="FFFFFF"/>
        </w:rPr>
        <w:sectPr w:rsidR="002C1082" w:rsidRPr="00837501" w:rsidSect="0084434D">
          <w:type w:val="continuous"/>
          <w:pgSz w:w="12240" w:h="15840"/>
          <w:pgMar w:top="720" w:right="720" w:bottom="720" w:left="720" w:header="720" w:footer="720" w:gutter="0"/>
          <w:cols w:space="720"/>
          <w:titlePg/>
          <w:docGrid w:linePitch="360"/>
        </w:sectPr>
      </w:pPr>
    </w:p>
    <w:p w14:paraId="42561CF2" w14:textId="291DCB18" w:rsidR="000F227C" w:rsidRPr="00837501" w:rsidRDefault="000F227C" w:rsidP="000F227C">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Assignments: </w:t>
      </w:r>
    </w:p>
    <w:p w14:paraId="7CA1518B" w14:textId="10C8BCF0" w:rsidR="000F227C" w:rsidRPr="00837501" w:rsidRDefault="000F227C" w:rsidP="000F227C">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Course Assessment: </w:t>
      </w:r>
      <w:r w:rsidR="00552EF7" w:rsidRPr="00837501">
        <w:rPr>
          <w:rFonts w:ascii="Artifakt ElementOfc" w:hAnsi="Artifakt ElementOfc" w:cs="Artifakt ElementOfc"/>
          <w:bCs/>
          <w:color w:val="000000"/>
          <w:shd w:val="clear" w:color="auto" w:fill="FFFFFF"/>
        </w:rPr>
        <w:t>4</w:t>
      </w:r>
      <w:r w:rsidRPr="00837501">
        <w:rPr>
          <w:rFonts w:ascii="Artifakt ElementOfc" w:hAnsi="Artifakt ElementOfc" w:cs="Artifakt ElementOfc"/>
          <w:bCs/>
          <w:color w:val="000000"/>
          <w:shd w:val="clear" w:color="auto" w:fill="FFFFFF"/>
        </w:rPr>
        <w:t>5 minutes</w:t>
      </w:r>
    </w:p>
    <w:p w14:paraId="5C84F730" w14:textId="055A4120" w:rsidR="000F227C" w:rsidRPr="00837501" w:rsidRDefault="00552EF7" w:rsidP="000F227C">
      <w:pPr>
        <w:pStyle w:val="ListParagraph"/>
        <w:numPr>
          <w:ilvl w:val="0"/>
          <w:numId w:val="15"/>
        </w:num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Course </w:t>
      </w:r>
      <w:r w:rsidR="000F227C" w:rsidRPr="00837501">
        <w:rPr>
          <w:rFonts w:ascii="Artifakt ElementOfc" w:hAnsi="Artifakt ElementOfc" w:cs="Artifakt ElementOfc"/>
          <w:b/>
          <w:color w:val="000000"/>
          <w:shd w:val="clear" w:color="auto" w:fill="FFFFFF"/>
        </w:rPr>
        <w:t xml:space="preserve">Challenge: </w:t>
      </w:r>
      <w:r w:rsidR="00267FA9" w:rsidRPr="00837501">
        <w:rPr>
          <w:rFonts w:ascii="Artifakt ElementOfc" w:hAnsi="Artifakt ElementOfc" w:cs="Artifakt ElementOfc"/>
          <w:bCs/>
          <w:color w:val="000000"/>
          <w:shd w:val="clear" w:color="auto" w:fill="FFFFFF"/>
        </w:rPr>
        <w:t>1</w:t>
      </w:r>
      <w:r w:rsidR="00135884" w:rsidRPr="00837501">
        <w:rPr>
          <w:rFonts w:ascii="Artifakt ElementOfc" w:hAnsi="Artifakt ElementOfc" w:cs="Artifakt ElementOfc"/>
          <w:bCs/>
          <w:color w:val="000000"/>
          <w:shd w:val="clear" w:color="auto" w:fill="FFFFFF"/>
        </w:rPr>
        <w:t>8</w:t>
      </w:r>
      <w:r w:rsidR="000F227C" w:rsidRPr="00837501">
        <w:rPr>
          <w:rFonts w:ascii="Artifakt ElementOfc" w:hAnsi="Artifakt ElementOfc" w:cs="Artifakt ElementOfc"/>
          <w:bCs/>
          <w:color w:val="000000"/>
          <w:shd w:val="clear" w:color="auto" w:fill="FFFFFF"/>
        </w:rPr>
        <w:t>0 minutes</w:t>
      </w:r>
    </w:p>
    <w:p w14:paraId="0CE5BB2A" w14:textId="0922A070" w:rsidR="00B75117" w:rsidRPr="00837501" w:rsidRDefault="00A2608E" w:rsidP="00B75117">
      <w:pPr>
        <w:rPr>
          <w:rFonts w:ascii="Artifakt ElementOfc" w:hAnsi="Artifakt ElementOfc" w:cs="Artifakt ElementOfc"/>
          <w:b/>
          <w:color w:val="000000"/>
          <w:shd w:val="clear" w:color="auto" w:fill="FFFFFF"/>
        </w:rPr>
      </w:pPr>
      <w:r w:rsidRPr="00837501">
        <w:rPr>
          <w:rFonts w:ascii="Artifakt ElementOfc" w:hAnsi="Artifakt ElementOfc" w:cs="Artifakt ElementOfc"/>
          <w:b/>
          <w:color w:val="000000"/>
          <w:shd w:val="clear" w:color="auto" w:fill="FFFFFF"/>
        </w:rPr>
        <w:t xml:space="preserve">Module: </w:t>
      </w:r>
      <w:r w:rsidR="00B75117" w:rsidRPr="00837501">
        <w:rPr>
          <w:rFonts w:ascii="Artifakt ElementOfc" w:hAnsi="Artifakt ElementOfc" w:cs="Artifakt ElementOfc"/>
          <w:bCs/>
          <w:color w:val="000000"/>
          <w:shd w:val="clear" w:color="auto" w:fill="FFFFFF"/>
        </w:rPr>
        <w:t xml:space="preserve">Next </w:t>
      </w:r>
      <w:r w:rsidRPr="00837501">
        <w:rPr>
          <w:rFonts w:ascii="Artifakt ElementOfc" w:hAnsi="Artifakt ElementOfc" w:cs="Artifakt ElementOfc"/>
          <w:bCs/>
          <w:color w:val="000000"/>
          <w:shd w:val="clear" w:color="auto" w:fill="FFFFFF"/>
        </w:rPr>
        <w:t>steps</w:t>
      </w:r>
    </w:p>
    <w:p w14:paraId="34992900" w14:textId="502987D8" w:rsidR="00980658" w:rsidRPr="002C1082" w:rsidRDefault="00B75117" w:rsidP="00B75117">
      <w:pPr>
        <w:rPr>
          <w:rFonts w:ascii="Artifakt ElementOfc" w:hAnsi="Artifakt ElementOfc" w:cs="Artifakt ElementOfc"/>
          <w:b/>
          <w:color w:val="000000"/>
          <w:shd w:val="clear" w:color="auto" w:fill="FFFFFF"/>
        </w:rPr>
        <w:sectPr w:rsidR="00980658" w:rsidRPr="002C1082" w:rsidSect="00980658">
          <w:type w:val="continuous"/>
          <w:pgSz w:w="12240" w:h="15840"/>
          <w:pgMar w:top="720" w:right="720" w:bottom="720" w:left="720" w:header="720" w:footer="720" w:gutter="0"/>
          <w:cols w:num="2" w:space="720"/>
          <w:titlePg/>
          <w:docGrid w:linePitch="360"/>
        </w:sectPr>
      </w:pPr>
      <w:r w:rsidRPr="00837501">
        <w:rPr>
          <w:rFonts w:ascii="Artifakt ElementOfc" w:hAnsi="Artifakt ElementOfc" w:cs="Artifakt ElementOfc"/>
          <w:b/>
          <w:color w:val="000000"/>
          <w:shd w:val="clear" w:color="auto" w:fill="FFFFFF"/>
        </w:rPr>
        <w:t xml:space="preserve">Total </w:t>
      </w:r>
      <w:r w:rsidR="00C9634A" w:rsidRPr="00837501">
        <w:rPr>
          <w:rFonts w:ascii="Artifakt ElementOfc" w:hAnsi="Artifakt ElementOfc" w:cs="Artifakt ElementOfc"/>
          <w:b/>
          <w:color w:val="000000"/>
          <w:shd w:val="clear" w:color="auto" w:fill="FFFFFF"/>
        </w:rPr>
        <w:t>t</w:t>
      </w:r>
      <w:r w:rsidRPr="00837501">
        <w:rPr>
          <w:rFonts w:ascii="Artifakt ElementOfc" w:hAnsi="Artifakt ElementOfc" w:cs="Artifakt ElementOfc"/>
          <w:b/>
          <w:color w:val="000000"/>
          <w:shd w:val="clear" w:color="auto" w:fill="FFFFFF"/>
        </w:rPr>
        <w:t xml:space="preserve">ime </w:t>
      </w:r>
      <w:r w:rsidR="00C9634A" w:rsidRPr="00837501">
        <w:rPr>
          <w:rFonts w:ascii="Artifakt ElementOfc" w:hAnsi="Artifakt ElementOfc" w:cs="Artifakt ElementOfc"/>
          <w:b/>
          <w:color w:val="000000"/>
          <w:shd w:val="clear" w:color="auto" w:fill="FFFFFF"/>
        </w:rPr>
        <w:t>r</w:t>
      </w:r>
      <w:r w:rsidRPr="00837501">
        <w:rPr>
          <w:rFonts w:ascii="Artifakt ElementOfc" w:hAnsi="Artifakt ElementOfc" w:cs="Artifakt ElementOfc"/>
          <w:b/>
          <w:color w:val="000000"/>
          <w:shd w:val="clear" w:color="auto" w:fill="FFFFFF"/>
        </w:rPr>
        <w:t xml:space="preserve">equired: </w:t>
      </w:r>
      <w:r w:rsidRPr="00837501">
        <w:rPr>
          <w:rFonts w:ascii="Artifakt ElementOfc" w:hAnsi="Artifakt ElementOfc" w:cs="Artifakt ElementOfc"/>
          <w:bCs/>
          <w:color w:val="000000"/>
          <w:shd w:val="clear" w:color="auto" w:fill="FFFFFF"/>
        </w:rPr>
        <w:t>30 minutes</w:t>
      </w:r>
    </w:p>
    <w:p w14:paraId="4CBC797A" w14:textId="77777777" w:rsidR="009B52F2" w:rsidRPr="00C56422" w:rsidRDefault="009B52F2" w:rsidP="00823299">
      <w:pPr>
        <w:rPr>
          <w:rFonts w:ascii="Artifakt ElementOfc" w:hAnsi="Artifakt ElementOfc" w:cs="Artifakt ElementOfc"/>
          <w:color w:val="000000"/>
        </w:rPr>
      </w:pPr>
    </w:p>
    <w:sectPr w:rsidR="009B52F2" w:rsidRPr="00C56422" w:rsidSect="0084434D">
      <w:type w:val="continuous"/>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87CF5" w14:textId="77777777" w:rsidR="00882211" w:rsidRDefault="00882211" w:rsidP="001F7B89">
      <w:pPr>
        <w:spacing w:after="0" w:line="240" w:lineRule="auto"/>
      </w:pPr>
      <w:r>
        <w:separator/>
      </w:r>
    </w:p>
  </w:endnote>
  <w:endnote w:type="continuationSeparator" w:id="0">
    <w:p w14:paraId="633F4B11" w14:textId="77777777" w:rsidR="00882211" w:rsidRDefault="00882211" w:rsidP="001F7B89">
      <w:pPr>
        <w:spacing w:after="0" w:line="240" w:lineRule="auto"/>
      </w:pPr>
      <w:r>
        <w:continuationSeparator/>
      </w:r>
    </w:p>
  </w:endnote>
  <w:endnote w:type="continuationNotice" w:id="1">
    <w:p w14:paraId="59806695" w14:textId="77777777" w:rsidR="00882211" w:rsidRDefault="008822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tifakt ElementOfc">
    <w:panose1 w:val="020B0504020101020102"/>
    <w:charset w:val="4D"/>
    <w:family w:val="swiss"/>
    <w:pitch w:val="variable"/>
    <w:sig w:usb0="A00002EF" w:usb1="5000E47B" w:usb2="00000008" w:usb3="00000000" w:csb0="00000097" w:csb1="00000000"/>
  </w:font>
  <w:font w:name="Noto Sans">
    <w:panose1 w:val="020B0604020202020204"/>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tifakt LegendOfc">
    <w:panose1 w:val="020B0504020101020102"/>
    <w:charset w:val="4D"/>
    <w:family w:val="swiss"/>
    <w:pitch w:val="variable"/>
    <w:sig w:usb0="A00002EF" w:usb1="5000E47B" w:usb2="00000008"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966B0" w14:textId="77777777" w:rsidR="00C9634A" w:rsidRPr="00C9634A" w:rsidRDefault="00C9634A" w:rsidP="00BD36B9">
    <w:pPr>
      <w:pStyle w:val="Footer"/>
      <w:jc w:val="right"/>
      <w:rPr>
        <w:rFonts w:ascii="Artifakt ElementOfc" w:hAnsi="Artifakt ElementOfc" w:cs="Artifakt ElementOfc"/>
        <w:color w:val="000000"/>
      </w:rPr>
    </w:pPr>
  </w:p>
  <w:p w14:paraId="0D6549A7" w14:textId="0E6D1E02" w:rsidR="005E6F67" w:rsidRPr="00C9634A" w:rsidRDefault="00632BA9" w:rsidP="00BD36B9">
    <w:pPr>
      <w:pStyle w:val="Footer"/>
      <w:jc w:val="right"/>
      <w:rPr>
        <w:rFonts w:ascii="Artifakt ElementOfc" w:hAnsi="Artifakt ElementOfc" w:cs="Artifakt ElementOfc"/>
        <w:color w:val="000000"/>
      </w:rPr>
    </w:pPr>
    <w:r w:rsidRPr="00C9634A">
      <w:rPr>
        <w:rFonts w:ascii="Artifakt ElementOfc" w:hAnsi="Artifakt ElementOfc" w:cs="Artifakt ElementOfc"/>
        <w:color w:val="000000"/>
      </w:rPr>
      <w:fldChar w:fldCharType="begin"/>
    </w:r>
    <w:r w:rsidRPr="00C9634A">
      <w:rPr>
        <w:rFonts w:ascii="Artifakt ElementOfc" w:hAnsi="Artifakt ElementOfc" w:cs="Artifakt ElementOfc"/>
        <w:color w:val="000000"/>
      </w:rPr>
      <w:instrText xml:space="preserve"> STYLEREF  "Lesson Number and Title"  \* MERGEFORMAT </w:instrText>
    </w:r>
    <w:r w:rsidRPr="00C9634A">
      <w:rPr>
        <w:rFonts w:ascii="Artifakt ElementOfc" w:hAnsi="Artifakt ElementOfc" w:cs="Artifakt ElementOfc"/>
        <w:color w:val="000000"/>
      </w:rPr>
      <w:fldChar w:fldCharType="separate"/>
    </w:r>
    <w:r w:rsidR="00F8224B">
      <w:rPr>
        <w:rFonts w:ascii="Artifakt ElementOfc" w:hAnsi="Artifakt ElementOfc" w:cs="Artifakt ElementOfc"/>
        <w:noProof/>
        <w:color w:val="000000"/>
      </w:rPr>
      <w:t>Instructor guide</w:t>
    </w:r>
    <w:r w:rsidRPr="00C9634A">
      <w:rPr>
        <w:rFonts w:ascii="Artifakt ElementOfc" w:hAnsi="Artifakt ElementOfc" w:cs="Artifakt ElementOfc"/>
        <w:color w:val="000000"/>
      </w:rPr>
      <w:fldChar w:fldCharType="end"/>
    </w:r>
    <w:r w:rsidRPr="00C9634A">
      <w:rPr>
        <w:rFonts w:ascii="Artifakt ElementOfc" w:hAnsi="Artifakt ElementOfc" w:cs="Artifakt ElementOfc"/>
        <w:color w:val="000000"/>
        <w:sz w:val="20"/>
        <w:szCs w:val="20"/>
      </w:rPr>
      <w:t xml:space="preserve"> </w:t>
    </w:r>
    <w:r w:rsidR="00EB4F5C" w:rsidRPr="00C9634A">
      <w:rPr>
        <w:rFonts w:ascii="Artifakt ElementOfc" w:hAnsi="Artifakt ElementOfc" w:cs="Artifakt ElementOfc"/>
        <w:color w:val="000000"/>
        <w:sz w:val="20"/>
        <w:szCs w:val="20"/>
      </w:rPr>
      <w:t xml:space="preserve">     </w:t>
    </w:r>
    <w:r w:rsidR="005E6F67" w:rsidRPr="00C9634A">
      <w:rPr>
        <w:rFonts w:ascii="Artifakt ElementOfc" w:hAnsi="Artifakt ElementOfc" w:cs="Artifakt ElementOfc"/>
        <w:color w:val="000000"/>
      </w:rPr>
      <w:t xml:space="preserve">Page | </w:t>
    </w:r>
    <w:r w:rsidR="005E6F67" w:rsidRPr="00C9634A">
      <w:rPr>
        <w:rFonts w:ascii="Artifakt ElementOfc" w:hAnsi="Artifakt ElementOfc" w:cs="Artifakt ElementOfc"/>
        <w:color w:val="000000"/>
      </w:rPr>
      <w:fldChar w:fldCharType="begin"/>
    </w:r>
    <w:r w:rsidR="005E6F67" w:rsidRPr="00C9634A">
      <w:rPr>
        <w:rFonts w:ascii="Artifakt ElementOfc" w:hAnsi="Artifakt ElementOfc" w:cs="Artifakt ElementOfc"/>
        <w:color w:val="000000"/>
      </w:rPr>
      <w:instrText xml:space="preserve"> PAGE   \* MERGEFORMAT </w:instrText>
    </w:r>
    <w:r w:rsidR="005E6F67" w:rsidRPr="00C9634A">
      <w:rPr>
        <w:rFonts w:ascii="Artifakt ElementOfc" w:hAnsi="Artifakt ElementOfc" w:cs="Artifakt ElementOfc"/>
        <w:color w:val="000000"/>
      </w:rPr>
      <w:fldChar w:fldCharType="separate"/>
    </w:r>
    <w:r w:rsidR="005E6F67" w:rsidRPr="00C9634A">
      <w:rPr>
        <w:rFonts w:ascii="Artifakt ElementOfc" w:hAnsi="Artifakt ElementOfc" w:cs="Artifakt ElementOfc"/>
        <w:color w:val="000000"/>
      </w:rPr>
      <w:t>2</w:t>
    </w:r>
    <w:r w:rsidR="005E6F67" w:rsidRPr="00C9634A">
      <w:rPr>
        <w:rFonts w:ascii="Artifakt ElementOfc" w:hAnsi="Artifakt ElementOfc" w:cs="Artifakt ElementOfc"/>
        <w:color w:val="000000"/>
      </w:rPr>
      <w:fldChar w:fldCharType="end"/>
    </w:r>
  </w:p>
  <w:p w14:paraId="01C74BBC" w14:textId="77777777" w:rsidR="00FA2833" w:rsidRPr="00C9634A" w:rsidRDefault="00FA2833" w:rsidP="00C4758D">
    <w:pPr>
      <w:pStyle w:val="Footer"/>
      <w:tabs>
        <w:tab w:val="left" w:pos="2415"/>
      </w:tabs>
      <w:rPr>
        <w:rFonts w:ascii="Artifakt ElementOfc" w:hAnsi="Artifakt ElementOfc" w:cs="Artifakt ElementOfc"/>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37B1F" w14:textId="77777777" w:rsidR="00A0025A" w:rsidRPr="000D42CF" w:rsidRDefault="00800DC7" w:rsidP="00BD36B9">
    <w:pPr>
      <w:pStyle w:val="Footer"/>
      <w:jc w:val="right"/>
      <w:rPr>
        <w:rFonts w:ascii="Artifakt ElementOfc" w:hAnsi="Artifakt ElementOfc" w:cs="Artifakt ElementOfc"/>
        <w:color w:val="000000"/>
      </w:rPr>
    </w:pPr>
    <w:r>
      <w:rPr>
        <w:rFonts w:ascii="Artifakt ElementOfc" w:hAnsi="Artifakt ElementOfc" w:cs="Artifakt ElementOfc"/>
        <w:color w:val="000000"/>
      </w:rPr>
      <w:t>Instructor guide</w:t>
    </w:r>
    <w:r w:rsidR="00EB4F5C" w:rsidRPr="000D42CF">
      <w:rPr>
        <w:rFonts w:ascii="Artifakt ElementOfc" w:hAnsi="Artifakt ElementOfc" w:cs="Artifakt ElementOfc"/>
        <w:color w:val="000000"/>
      </w:rPr>
      <w:t xml:space="preserve">   </w:t>
    </w:r>
    <w:r w:rsidR="00A0025A" w:rsidRPr="000D42CF">
      <w:rPr>
        <w:rFonts w:ascii="Artifakt ElementOfc" w:hAnsi="Artifakt ElementOfc" w:cs="Artifakt ElementOfc"/>
        <w:color w:val="000000"/>
      </w:rPr>
      <w:t xml:space="preserve">Page | </w:t>
    </w:r>
    <w:r w:rsidR="00A0025A" w:rsidRPr="000D42CF">
      <w:rPr>
        <w:rFonts w:ascii="Artifakt ElementOfc" w:hAnsi="Artifakt ElementOfc" w:cs="Artifakt ElementOfc"/>
        <w:color w:val="000000"/>
      </w:rPr>
      <w:fldChar w:fldCharType="begin"/>
    </w:r>
    <w:r w:rsidR="00A0025A" w:rsidRPr="000D42CF">
      <w:rPr>
        <w:rFonts w:ascii="Artifakt ElementOfc" w:hAnsi="Artifakt ElementOfc" w:cs="Artifakt ElementOfc"/>
        <w:color w:val="000000"/>
      </w:rPr>
      <w:instrText xml:space="preserve"> PAGE   \* MERGEFORMAT </w:instrText>
    </w:r>
    <w:r w:rsidR="00A0025A" w:rsidRPr="000D42CF">
      <w:rPr>
        <w:rFonts w:ascii="Artifakt ElementOfc" w:hAnsi="Artifakt ElementOfc" w:cs="Artifakt ElementOfc"/>
        <w:color w:val="000000"/>
      </w:rPr>
      <w:fldChar w:fldCharType="separate"/>
    </w:r>
    <w:r w:rsidR="00A0025A" w:rsidRPr="000D42CF">
      <w:rPr>
        <w:rFonts w:ascii="Artifakt ElementOfc" w:hAnsi="Artifakt ElementOfc" w:cs="Artifakt ElementOfc"/>
        <w:color w:val="000000"/>
      </w:rPr>
      <w:t>2</w:t>
    </w:r>
    <w:r w:rsidR="00A0025A" w:rsidRPr="000D42CF">
      <w:rPr>
        <w:rFonts w:ascii="Artifakt ElementOfc" w:hAnsi="Artifakt ElementOfc" w:cs="Artifakt ElementOfc"/>
        <w:color w:val="00000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5"/>
    </w:tblGrid>
    <w:tr w:rsidR="00A0025A" w:rsidRPr="00975E11" w14:paraId="0CFD5B97" w14:textId="77777777" w:rsidTr="00975E11">
      <w:trPr>
        <w:trHeight w:val="90"/>
      </w:trPr>
      <w:tc>
        <w:tcPr>
          <w:tcW w:w="8365" w:type="dxa"/>
          <w:tcBorders>
            <w:top w:val="nil"/>
            <w:left w:val="nil"/>
            <w:bottom w:val="nil"/>
            <w:right w:val="nil"/>
          </w:tcBorders>
        </w:tcPr>
        <w:p w14:paraId="3FF74ACC" w14:textId="77777777" w:rsidR="00A0025A" w:rsidRPr="0084434D" w:rsidRDefault="00A0025A" w:rsidP="00A0025A">
          <w:pPr>
            <w:pStyle w:val="Footer"/>
            <w:rPr>
              <w:rFonts w:ascii="Arial" w:hAnsi="Arial" w:cs="Arial"/>
              <w:color w:val="000000"/>
              <w:spacing w:val="60"/>
            </w:rPr>
          </w:pPr>
        </w:p>
      </w:tc>
    </w:tr>
  </w:tbl>
  <w:p w14:paraId="6EAF5D69" w14:textId="77777777" w:rsidR="00A707A9" w:rsidRPr="00975E11" w:rsidRDefault="00A707A9" w:rsidP="00A0025A">
    <w:pPr>
      <w:pStyle w:val="Footer"/>
      <w:rPr>
        <w:rFonts w:ascii="Artifakt LegendOfc" w:hAnsi="Artifakt LegendOfc" w:cs="Artifakt LegendOfc"/>
        <w:color w:val="000000"/>
        <w:spacing w:val="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98F72" w14:textId="77777777" w:rsidR="00882211" w:rsidRDefault="00882211" w:rsidP="001F7B89">
      <w:pPr>
        <w:spacing w:after="0" w:line="240" w:lineRule="auto"/>
      </w:pPr>
      <w:r>
        <w:separator/>
      </w:r>
    </w:p>
  </w:footnote>
  <w:footnote w:type="continuationSeparator" w:id="0">
    <w:p w14:paraId="2FA986FA" w14:textId="77777777" w:rsidR="00882211" w:rsidRDefault="00882211" w:rsidP="001F7B89">
      <w:pPr>
        <w:spacing w:after="0" w:line="240" w:lineRule="auto"/>
      </w:pPr>
      <w:r>
        <w:continuationSeparator/>
      </w:r>
    </w:p>
  </w:footnote>
  <w:footnote w:type="continuationNotice" w:id="1">
    <w:p w14:paraId="7DE5FE26" w14:textId="77777777" w:rsidR="00882211" w:rsidRDefault="008822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2787" w14:textId="77777777" w:rsidR="001F7B89" w:rsidRDefault="001F7B89">
    <w:pPr>
      <w:pStyle w:val="Header"/>
    </w:pPr>
  </w:p>
  <w:p w14:paraId="7FAC3982" w14:textId="77777777" w:rsidR="001F7B89" w:rsidRDefault="001F7B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3EF90" w14:textId="77777777" w:rsidR="003F60EC" w:rsidRDefault="00D40FF4">
    <w:pPr>
      <w:pStyle w:val="Header"/>
    </w:pPr>
    <w:r w:rsidRPr="00364645">
      <w:rPr>
        <w:noProof/>
      </w:rPr>
      <w:drawing>
        <wp:inline distT="0" distB="0" distL="0" distR="0" wp14:anchorId="5BB9B41C" wp14:editId="7E3F8DFB">
          <wp:extent cx="1828800" cy="311785"/>
          <wp:effectExtent l="0" t="0" r="0" b="0"/>
          <wp:docPr id="4"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79FA1863" w14:textId="77777777" w:rsidR="00206961" w:rsidRDefault="002069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7A14"/>
    <w:multiLevelType w:val="hybridMultilevel"/>
    <w:tmpl w:val="30524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D0600"/>
    <w:multiLevelType w:val="hybridMultilevel"/>
    <w:tmpl w:val="DAAA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E4402"/>
    <w:multiLevelType w:val="hybridMultilevel"/>
    <w:tmpl w:val="72CA3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397292"/>
    <w:multiLevelType w:val="hybridMultilevel"/>
    <w:tmpl w:val="46E4E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045660"/>
    <w:multiLevelType w:val="hybridMultilevel"/>
    <w:tmpl w:val="C4B0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16237A"/>
    <w:multiLevelType w:val="hybridMultilevel"/>
    <w:tmpl w:val="6008A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015C50"/>
    <w:multiLevelType w:val="hybridMultilevel"/>
    <w:tmpl w:val="43B2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F20E53"/>
    <w:multiLevelType w:val="multilevel"/>
    <w:tmpl w:val="8796F89A"/>
    <w:lvl w:ilvl="0">
      <w:start w:val="5"/>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rPr>
    </w:lvl>
    <w:lvl w:ilvl="1">
      <w:start w:val="1"/>
      <w:numFmt w:val="decimal"/>
      <w:lvlRestart w:val="0"/>
      <w:lvlText w:val="%1.%2."/>
      <w:lvlJc w:val="left"/>
      <w:pPr>
        <w:ind w:left="540" w:hanging="360"/>
      </w:pPr>
      <w:rPr>
        <w:rFonts w:ascii="Artifakt ElementOfc" w:eastAsia="Artifakt ElementOfc" w:hAnsi="Artifakt ElementOfc" w:cs="Artifakt ElementOfc" w:hint="default"/>
        <w:b/>
        <w:bCs/>
        <w:i w:val="0"/>
        <w:iCs w:val="0"/>
        <w:spacing w:val="-5"/>
        <w:w w:val="100"/>
        <w:sz w:val="24"/>
        <w:szCs w:val="24"/>
      </w:rPr>
    </w:lvl>
    <w:lvl w:ilvl="2">
      <w:start w:val="1"/>
      <w:numFmt w:val="lowerLetter"/>
      <w:lvlText w:val="%1.%2.%3"/>
      <w:lvlJc w:val="left"/>
      <w:pPr>
        <w:ind w:left="1282" w:hanging="360"/>
      </w:pPr>
      <w:rPr>
        <w:rFonts w:ascii="Artifakt ElementOfc" w:eastAsia="Artifakt ElementOfc" w:hAnsi="Artifakt ElementOfc" w:cs="Artifakt ElementOfc" w:hint="default"/>
        <w:b w:val="0"/>
        <w:bCs w:val="0"/>
        <w:i w:val="0"/>
        <w:iCs w:val="0"/>
        <w:spacing w:val="0"/>
        <w:w w:val="100"/>
        <w:sz w:val="24"/>
        <w:szCs w:val="24"/>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rPr>
    </w:lvl>
    <w:lvl w:ilvl="4">
      <w:numFmt w:val="bullet"/>
      <w:lvlText w:val="•"/>
      <w:lvlJc w:val="left"/>
      <w:pPr>
        <w:tabs>
          <w:tab w:val="num" w:pos="2204"/>
        </w:tabs>
        <w:ind w:left="2204" w:hanging="360"/>
      </w:pPr>
      <w:rPr>
        <w:rFonts w:hint="default"/>
      </w:rPr>
    </w:lvl>
    <w:lvl w:ilvl="5">
      <w:numFmt w:val="bullet"/>
      <w:lvlText w:val="•"/>
      <w:lvlJc w:val="left"/>
      <w:pPr>
        <w:tabs>
          <w:tab w:val="num" w:pos="2665"/>
        </w:tabs>
        <w:ind w:left="2665" w:hanging="360"/>
      </w:pPr>
      <w:rPr>
        <w:rFonts w:hint="default"/>
      </w:rPr>
    </w:lvl>
    <w:lvl w:ilvl="6">
      <w:numFmt w:val="bullet"/>
      <w:lvlText w:val="•"/>
      <w:lvlJc w:val="left"/>
      <w:pPr>
        <w:tabs>
          <w:tab w:val="num" w:pos="3126"/>
        </w:tabs>
        <w:ind w:left="3126" w:hanging="360"/>
      </w:pPr>
      <w:rPr>
        <w:rFonts w:hint="default"/>
      </w:rPr>
    </w:lvl>
    <w:lvl w:ilvl="7">
      <w:numFmt w:val="bullet"/>
      <w:lvlText w:val="•"/>
      <w:lvlJc w:val="left"/>
      <w:pPr>
        <w:tabs>
          <w:tab w:val="num" w:pos="3587"/>
        </w:tabs>
        <w:ind w:left="3587" w:hanging="360"/>
      </w:pPr>
      <w:rPr>
        <w:rFonts w:hint="default"/>
      </w:rPr>
    </w:lvl>
    <w:lvl w:ilvl="8">
      <w:numFmt w:val="bullet"/>
      <w:lvlText w:val="•"/>
      <w:lvlJc w:val="left"/>
      <w:pPr>
        <w:tabs>
          <w:tab w:val="num" w:pos="4048"/>
        </w:tabs>
        <w:ind w:left="4048" w:hanging="360"/>
      </w:pPr>
      <w:rPr>
        <w:rFonts w:hint="default"/>
      </w:rPr>
    </w:lvl>
  </w:abstractNum>
  <w:abstractNum w:abstractNumId="8" w15:restartNumberingAfterBreak="0">
    <w:nsid w:val="15227C38"/>
    <w:multiLevelType w:val="multilevel"/>
    <w:tmpl w:val="62864E3E"/>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ind w:left="540"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tabs>
          <w:tab w:val="num" w:pos="2204"/>
        </w:tabs>
        <w:ind w:left="2204" w:hanging="360"/>
      </w:pPr>
      <w:rPr>
        <w:rFonts w:hint="default"/>
        <w:lang w:val="en-US" w:eastAsia="en-US" w:bidi="ar-SA"/>
      </w:rPr>
    </w:lvl>
    <w:lvl w:ilvl="5">
      <w:numFmt w:val="bullet"/>
      <w:lvlText w:val="•"/>
      <w:lvlJc w:val="left"/>
      <w:pPr>
        <w:tabs>
          <w:tab w:val="num" w:pos="2665"/>
        </w:tabs>
        <w:ind w:left="2665" w:hanging="360"/>
      </w:pPr>
      <w:rPr>
        <w:rFonts w:hint="default"/>
        <w:lang w:val="en-US" w:eastAsia="en-US" w:bidi="ar-SA"/>
      </w:rPr>
    </w:lvl>
    <w:lvl w:ilvl="6">
      <w:numFmt w:val="bullet"/>
      <w:lvlText w:val="•"/>
      <w:lvlJc w:val="left"/>
      <w:pPr>
        <w:tabs>
          <w:tab w:val="num" w:pos="3126"/>
        </w:tabs>
        <w:ind w:left="3126" w:hanging="360"/>
      </w:pPr>
      <w:rPr>
        <w:rFonts w:hint="default"/>
        <w:lang w:val="en-US" w:eastAsia="en-US" w:bidi="ar-SA"/>
      </w:rPr>
    </w:lvl>
    <w:lvl w:ilvl="7">
      <w:numFmt w:val="bullet"/>
      <w:lvlText w:val="•"/>
      <w:lvlJc w:val="left"/>
      <w:pPr>
        <w:tabs>
          <w:tab w:val="num" w:pos="3587"/>
        </w:tabs>
        <w:ind w:left="3587" w:hanging="360"/>
      </w:pPr>
      <w:rPr>
        <w:rFonts w:hint="default"/>
        <w:lang w:val="en-US" w:eastAsia="en-US" w:bidi="ar-SA"/>
      </w:rPr>
    </w:lvl>
    <w:lvl w:ilvl="8">
      <w:numFmt w:val="bullet"/>
      <w:lvlText w:val="•"/>
      <w:lvlJc w:val="left"/>
      <w:pPr>
        <w:tabs>
          <w:tab w:val="num" w:pos="4048"/>
        </w:tabs>
        <w:ind w:left="4048" w:hanging="360"/>
      </w:pPr>
      <w:rPr>
        <w:rFonts w:hint="default"/>
        <w:lang w:val="en-US" w:eastAsia="en-US" w:bidi="ar-SA"/>
      </w:rPr>
    </w:lvl>
  </w:abstractNum>
  <w:abstractNum w:abstractNumId="9" w15:restartNumberingAfterBreak="0">
    <w:nsid w:val="1CFE6151"/>
    <w:multiLevelType w:val="hybridMultilevel"/>
    <w:tmpl w:val="6C208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63B6A"/>
    <w:multiLevelType w:val="multilevel"/>
    <w:tmpl w:val="EF6A6380"/>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tabs>
          <w:tab w:val="num" w:pos="821"/>
        </w:tabs>
        <w:ind w:left="821"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tabs>
          <w:tab w:val="num" w:pos="1282"/>
        </w:tabs>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ind w:left="2204" w:hanging="360"/>
      </w:pPr>
      <w:rPr>
        <w:rFonts w:hint="default"/>
        <w:lang w:val="en-US" w:eastAsia="en-US" w:bidi="ar-SA"/>
      </w:rPr>
    </w:lvl>
    <w:lvl w:ilvl="5">
      <w:numFmt w:val="bullet"/>
      <w:lvlText w:val="•"/>
      <w:lvlJc w:val="left"/>
      <w:pPr>
        <w:ind w:left="2665" w:hanging="360"/>
      </w:pPr>
      <w:rPr>
        <w:rFonts w:hint="default"/>
        <w:lang w:val="en-US" w:eastAsia="en-US" w:bidi="ar-SA"/>
      </w:rPr>
    </w:lvl>
    <w:lvl w:ilvl="6">
      <w:numFmt w:val="bullet"/>
      <w:lvlText w:val="•"/>
      <w:lvlJc w:val="left"/>
      <w:pPr>
        <w:ind w:left="3126" w:hanging="360"/>
      </w:pPr>
      <w:rPr>
        <w:rFonts w:hint="default"/>
        <w:lang w:val="en-US" w:eastAsia="en-US" w:bidi="ar-SA"/>
      </w:rPr>
    </w:lvl>
    <w:lvl w:ilvl="7">
      <w:numFmt w:val="bullet"/>
      <w:lvlText w:val="•"/>
      <w:lvlJc w:val="left"/>
      <w:pPr>
        <w:ind w:left="3587" w:hanging="360"/>
      </w:pPr>
      <w:rPr>
        <w:rFonts w:hint="default"/>
        <w:lang w:val="en-US" w:eastAsia="en-US" w:bidi="ar-SA"/>
      </w:rPr>
    </w:lvl>
    <w:lvl w:ilvl="8">
      <w:numFmt w:val="bullet"/>
      <w:lvlText w:val="•"/>
      <w:lvlJc w:val="left"/>
      <w:pPr>
        <w:ind w:left="4048" w:hanging="360"/>
      </w:pPr>
      <w:rPr>
        <w:rFonts w:hint="default"/>
        <w:lang w:val="en-US" w:eastAsia="en-US" w:bidi="ar-SA"/>
      </w:rPr>
    </w:lvl>
  </w:abstractNum>
  <w:abstractNum w:abstractNumId="11" w15:restartNumberingAfterBreak="0">
    <w:nsid w:val="22000E4F"/>
    <w:multiLevelType w:val="hybridMultilevel"/>
    <w:tmpl w:val="52EED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755A8C"/>
    <w:multiLevelType w:val="hybridMultilevel"/>
    <w:tmpl w:val="F3BC3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70928"/>
    <w:multiLevelType w:val="multilevel"/>
    <w:tmpl w:val="62864E3E"/>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ind w:left="540"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tabs>
          <w:tab w:val="num" w:pos="2204"/>
        </w:tabs>
        <w:ind w:left="2204" w:hanging="360"/>
      </w:pPr>
      <w:rPr>
        <w:rFonts w:hint="default"/>
        <w:lang w:val="en-US" w:eastAsia="en-US" w:bidi="ar-SA"/>
      </w:rPr>
    </w:lvl>
    <w:lvl w:ilvl="5">
      <w:numFmt w:val="bullet"/>
      <w:lvlText w:val="•"/>
      <w:lvlJc w:val="left"/>
      <w:pPr>
        <w:tabs>
          <w:tab w:val="num" w:pos="2665"/>
        </w:tabs>
        <w:ind w:left="2665" w:hanging="360"/>
      </w:pPr>
      <w:rPr>
        <w:rFonts w:hint="default"/>
        <w:lang w:val="en-US" w:eastAsia="en-US" w:bidi="ar-SA"/>
      </w:rPr>
    </w:lvl>
    <w:lvl w:ilvl="6">
      <w:numFmt w:val="bullet"/>
      <w:lvlText w:val="•"/>
      <w:lvlJc w:val="left"/>
      <w:pPr>
        <w:tabs>
          <w:tab w:val="num" w:pos="3126"/>
        </w:tabs>
        <w:ind w:left="3126" w:hanging="360"/>
      </w:pPr>
      <w:rPr>
        <w:rFonts w:hint="default"/>
        <w:lang w:val="en-US" w:eastAsia="en-US" w:bidi="ar-SA"/>
      </w:rPr>
    </w:lvl>
    <w:lvl w:ilvl="7">
      <w:numFmt w:val="bullet"/>
      <w:lvlText w:val="•"/>
      <w:lvlJc w:val="left"/>
      <w:pPr>
        <w:tabs>
          <w:tab w:val="num" w:pos="3587"/>
        </w:tabs>
        <w:ind w:left="3587" w:hanging="360"/>
      </w:pPr>
      <w:rPr>
        <w:rFonts w:hint="default"/>
        <w:lang w:val="en-US" w:eastAsia="en-US" w:bidi="ar-SA"/>
      </w:rPr>
    </w:lvl>
    <w:lvl w:ilvl="8">
      <w:numFmt w:val="bullet"/>
      <w:lvlText w:val="•"/>
      <w:lvlJc w:val="left"/>
      <w:pPr>
        <w:tabs>
          <w:tab w:val="num" w:pos="4048"/>
        </w:tabs>
        <w:ind w:left="4048" w:hanging="360"/>
      </w:pPr>
      <w:rPr>
        <w:rFonts w:hint="default"/>
        <w:lang w:val="en-US" w:eastAsia="en-US" w:bidi="ar-SA"/>
      </w:rPr>
    </w:lvl>
  </w:abstractNum>
  <w:abstractNum w:abstractNumId="14" w15:restartNumberingAfterBreak="0">
    <w:nsid w:val="3A186266"/>
    <w:multiLevelType w:val="multilevel"/>
    <w:tmpl w:val="567A0B54"/>
    <w:lvl w:ilvl="0">
      <w:start w:val="1"/>
      <w:numFmt w:val="decimal"/>
      <w:lvlText w:val="%1."/>
      <w:lvlJc w:val="left"/>
      <w:pPr>
        <w:ind w:left="360" w:hanging="360"/>
      </w:pPr>
      <w:rPr>
        <w:rFonts w:hint="default"/>
        <w:color w:val="2E5395"/>
        <w:spacing w:val="-2"/>
        <w:w w:val="99"/>
        <w:sz w:val="26"/>
        <w:szCs w:val="26"/>
        <w:lang w:val="en-US" w:eastAsia="en-US" w:bidi="en-US"/>
      </w:rPr>
    </w:lvl>
    <w:lvl w:ilvl="1">
      <w:start w:val="1"/>
      <w:numFmt w:val="decimal"/>
      <w:lvlText w:val="%1.%2."/>
      <w:lvlJc w:val="left"/>
      <w:pPr>
        <w:ind w:left="792" w:hanging="432"/>
      </w:pPr>
      <w:rPr>
        <w:rFonts w:hint="default"/>
        <w:color w:val="2E5395"/>
        <w:spacing w:val="-5"/>
        <w:w w:val="100"/>
        <w:sz w:val="24"/>
        <w:szCs w:val="24"/>
        <w:lang w:val="en-US" w:eastAsia="en-US" w:bidi="en-US"/>
      </w:rPr>
    </w:lvl>
    <w:lvl w:ilvl="2">
      <w:start w:val="1"/>
      <w:numFmt w:val="lowerLetter"/>
      <w:lvlText w:val="%1.%2.%3."/>
      <w:lvlJc w:val="left"/>
      <w:pPr>
        <w:ind w:left="1224" w:hanging="504"/>
      </w:pPr>
      <w:rPr>
        <w:rFonts w:hint="default"/>
        <w:lang w:val="en-US" w:eastAsia="en-US" w:bidi="en-US"/>
      </w:rPr>
    </w:lvl>
    <w:lvl w:ilvl="3">
      <w:start w:val="1"/>
      <w:numFmt w:val="decimal"/>
      <w:lvlText w:val="%1.%2.%3.%4."/>
      <w:lvlJc w:val="left"/>
      <w:pPr>
        <w:ind w:left="1728" w:hanging="648"/>
      </w:pPr>
      <w:rPr>
        <w:rFonts w:hint="default"/>
        <w:lang w:val="en-US" w:eastAsia="en-US" w:bidi="en-US"/>
      </w:rPr>
    </w:lvl>
    <w:lvl w:ilvl="4">
      <w:start w:val="1"/>
      <w:numFmt w:val="decimal"/>
      <w:lvlText w:val="%1.%2.%3.%4.%5."/>
      <w:lvlJc w:val="left"/>
      <w:pPr>
        <w:ind w:left="2232" w:hanging="792"/>
      </w:pPr>
      <w:rPr>
        <w:rFonts w:hint="default"/>
        <w:lang w:val="en-US" w:eastAsia="en-US" w:bidi="en-US"/>
      </w:rPr>
    </w:lvl>
    <w:lvl w:ilvl="5">
      <w:start w:val="1"/>
      <w:numFmt w:val="decimal"/>
      <w:lvlText w:val="%1.%2.%3.%4.%5.%6."/>
      <w:lvlJc w:val="left"/>
      <w:pPr>
        <w:ind w:left="2736" w:hanging="936"/>
      </w:pPr>
      <w:rPr>
        <w:rFonts w:hint="default"/>
        <w:lang w:val="en-US" w:eastAsia="en-US" w:bidi="en-US"/>
      </w:rPr>
    </w:lvl>
    <w:lvl w:ilvl="6">
      <w:start w:val="1"/>
      <w:numFmt w:val="decimal"/>
      <w:lvlText w:val="%1.%2.%3.%4.%5.%6.%7."/>
      <w:lvlJc w:val="left"/>
      <w:pPr>
        <w:ind w:left="3240" w:hanging="1080"/>
      </w:pPr>
      <w:rPr>
        <w:rFonts w:hint="default"/>
        <w:lang w:val="en-US" w:eastAsia="en-US" w:bidi="en-US"/>
      </w:rPr>
    </w:lvl>
    <w:lvl w:ilvl="7">
      <w:start w:val="1"/>
      <w:numFmt w:val="decimal"/>
      <w:lvlText w:val="%1.%2.%3.%4.%5.%6.%7.%8."/>
      <w:lvlJc w:val="left"/>
      <w:pPr>
        <w:ind w:left="3744" w:hanging="1224"/>
      </w:pPr>
      <w:rPr>
        <w:rFonts w:hint="default"/>
        <w:lang w:val="en-US" w:eastAsia="en-US" w:bidi="en-US"/>
      </w:rPr>
    </w:lvl>
    <w:lvl w:ilvl="8">
      <w:start w:val="1"/>
      <w:numFmt w:val="decimal"/>
      <w:lvlText w:val="%1.%2.%3.%4.%5.%6.%7.%8.%9."/>
      <w:lvlJc w:val="left"/>
      <w:pPr>
        <w:ind w:left="4320" w:hanging="1440"/>
      </w:pPr>
      <w:rPr>
        <w:rFonts w:hint="default"/>
        <w:lang w:val="en-US" w:eastAsia="en-US" w:bidi="en-US"/>
      </w:rPr>
    </w:lvl>
  </w:abstractNum>
  <w:abstractNum w:abstractNumId="15" w15:restartNumberingAfterBreak="0">
    <w:nsid w:val="3D2A42AC"/>
    <w:multiLevelType w:val="multilevel"/>
    <w:tmpl w:val="4D3A1012"/>
    <w:lvl w:ilvl="0">
      <w:start w:val="1"/>
      <w:numFmt w:val="decimal"/>
      <w:lvlText w:val="%1."/>
      <w:lvlJc w:val="left"/>
      <w:pPr>
        <w:tabs>
          <w:tab w:val="num" w:pos="360"/>
        </w:tabs>
        <w:ind w:left="360" w:hanging="360"/>
      </w:pPr>
      <w:rPr>
        <w:rFonts w:ascii="Artifakt ElementOfc" w:eastAsia="Artifakt ElementOfc" w:hAnsi="Artifakt ElementOfc" w:cs="Artifakt ElementOfc" w:hint="default"/>
        <w:b/>
        <w:bCs/>
        <w:i w:val="0"/>
        <w:iCs w:val="0"/>
        <w:spacing w:val="0"/>
        <w:w w:val="96"/>
        <w:sz w:val="26"/>
        <w:szCs w:val="26"/>
        <w:lang w:val="en-US" w:eastAsia="en-US" w:bidi="ar-SA"/>
      </w:rPr>
    </w:lvl>
    <w:lvl w:ilvl="1">
      <w:start w:val="1"/>
      <w:numFmt w:val="decimal"/>
      <w:lvlText w:val="%1.%2."/>
      <w:lvlJc w:val="left"/>
      <w:pPr>
        <w:tabs>
          <w:tab w:val="num" w:pos="2070"/>
        </w:tabs>
        <w:ind w:left="2070" w:hanging="360"/>
      </w:pPr>
      <w:rPr>
        <w:rFonts w:ascii="Artifakt ElementOfc" w:eastAsia="Artifakt ElementOfc" w:hAnsi="Artifakt ElementOfc" w:cs="Artifakt ElementOfc" w:hint="default"/>
        <w:b/>
        <w:bCs/>
        <w:i w:val="0"/>
        <w:iCs w:val="0"/>
        <w:spacing w:val="-5"/>
        <w:w w:val="100"/>
        <w:sz w:val="24"/>
        <w:szCs w:val="24"/>
        <w:lang w:val="en-US" w:eastAsia="en-US" w:bidi="ar-SA"/>
      </w:rPr>
    </w:lvl>
    <w:lvl w:ilvl="2">
      <w:start w:val="1"/>
      <w:numFmt w:val="lowerLetter"/>
      <w:lvlText w:val="%1.%2.%3"/>
      <w:lvlJc w:val="left"/>
      <w:pPr>
        <w:tabs>
          <w:tab w:val="num" w:pos="1282"/>
        </w:tabs>
        <w:ind w:left="1282" w:hanging="360"/>
      </w:pPr>
      <w:rPr>
        <w:rFonts w:ascii="Artifakt ElementOfc" w:eastAsia="Artifakt ElementOfc" w:hAnsi="Artifakt ElementOfc" w:cs="Artifakt ElementOfc" w:hint="default"/>
        <w:b w:val="0"/>
        <w:bCs w:val="0"/>
        <w:i w:val="0"/>
        <w:iCs w:val="0"/>
        <w:spacing w:val="0"/>
        <w:w w:val="100"/>
        <w:sz w:val="24"/>
        <w:szCs w:val="24"/>
        <w:lang w:val="en-US" w:eastAsia="en-US" w:bidi="ar-SA"/>
      </w:rPr>
    </w:lvl>
    <w:lvl w:ilvl="3">
      <w:start w:val="1"/>
      <w:numFmt w:val="lowerRoman"/>
      <w:lvlText w:val="%4."/>
      <w:lvlJc w:val="left"/>
      <w:pPr>
        <w:tabs>
          <w:tab w:val="num" w:pos="1743"/>
        </w:tabs>
        <w:ind w:left="1743" w:hanging="360"/>
      </w:pPr>
      <w:rPr>
        <w:rFonts w:ascii="Artifakt ElementOfc" w:eastAsia="Artifakt ElementOfc" w:hAnsi="Artifakt ElementOfc" w:cs="Artifakt ElementOfc" w:hint="default"/>
        <w:b w:val="0"/>
        <w:bCs w:val="0"/>
        <w:i w:val="0"/>
        <w:iCs w:val="0"/>
        <w:spacing w:val="-1"/>
        <w:w w:val="101"/>
        <w:sz w:val="18"/>
        <w:szCs w:val="18"/>
        <w:lang w:val="en-US" w:eastAsia="en-US" w:bidi="ar-SA"/>
      </w:rPr>
    </w:lvl>
    <w:lvl w:ilvl="4">
      <w:numFmt w:val="bullet"/>
      <w:lvlText w:val="•"/>
      <w:lvlJc w:val="left"/>
      <w:pPr>
        <w:tabs>
          <w:tab w:val="num" w:pos="2204"/>
        </w:tabs>
        <w:ind w:left="2204" w:hanging="360"/>
      </w:pPr>
      <w:rPr>
        <w:rFonts w:hint="default"/>
        <w:lang w:val="en-US" w:eastAsia="en-US" w:bidi="ar-SA"/>
      </w:rPr>
    </w:lvl>
    <w:lvl w:ilvl="5">
      <w:numFmt w:val="bullet"/>
      <w:lvlText w:val="•"/>
      <w:lvlJc w:val="left"/>
      <w:pPr>
        <w:tabs>
          <w:tab w:val="num" w:pos="2665"/>
        </w:tabs>
        <w:ind w:left="2665" w:hanging="360"/>
      </w:pPr>
      <w:rPr>
        <w:rFonts w:hint="default"/>
        <w:lang w:val="en-US" w:eastAsia="en-US" w:bidi="ar-SA"/>
      </w:rPr>
    </w:lvl>
    <w:lvl w:ilvl="6">
      <w:numFmt w:val="bullet"/>
      <w:lvlText w:val="•"/>
      <w:lvlJc w:val="left"/>
      <w:pPr>
        <w:tabs>
          <w:tab w:val="num" w:pos="3126"/>
        </w:tabs>
        <w:ind w:left="3126" w:hanging="360"/>
      </w:pPr>
      <w:rPr>
        <w:rFonts w:hint="default"/>
        <w:lang w:val="en-US" w:eastAsia="en-US" w:bidi="ar-SA"/>
      </w:rPr>
    </w:lvl>
    <w:lvl w:ilvl="7">
      <w:numFmt w:val="bullet"/>
      <w:lvlText w:val="•"/>
      <w:lvlJc w:val="left"/>
      <w:pPr>
        <w:tabs>
          <w:tab w:val="num" w:pos="3587"/>
        </w:tabs>
        <w:ind w:left="3587" w:hanging="360"/>
      </w:pPr>
      <w:rPr>
        <w:rFonts w:hint="default"/>
        <w:lang w:val="en-US" w:eastAsia="en-US" w:bidi="ar-SA"/>
      </w:rPr>
    </w:lvl>
    <w:lvl w:ilvl="8">
      <w:numFmt w:val="bullet"/>
      <w:lvlText w:val="•"/>
      <w:lvlJc w:val="left"/>
      <w:pPr>
        <w:tabs>
          <w:tab w:val="num" w:pos="4048"/>
        </w:tabs>
        <w:ind w:left="4048" w:hanging="360"/>
      </w:pPr>
      <w:rPr>
        <w:rFonts w:hint="default"/>
        <w:lang w:val="en-US" w:eastAsia="en-US" w:bidi="ar-SA"/>
      </w:rPr>
    </w:lvl>
  </w:abstractNum>
  <w:abstractNum w:abstractNumId="16" w15:restartNumberingAfterBreak="0">
    <w:nsid w:val="3D860E3D"/>
    <w:multiLevelType w:val="hybridMultilevel"/>
    <w:tmpl w:val="E3F27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7B047C"/>
    <w:multiLevelType w:val="hybridMultilevel"/>
    <w:tmpl w:val="5B541E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4C6925AA"/>
    <w:multiLevelType w:val="hybridMultilevel"/>
    <w:tmpl w:val="45765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1676C2"/>
    <w:multiLevelType w:val="hybridMultilevel"/>
    <w:tmpl w:val="5FFEF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86301F"/>
    <w:multiLevelType w:val="hybridMultilevel"/>
    <w:tmpl w:val="FF1A2840"/>
    <w:lvl w:ilvl="0" w:tplc="8112EEEE">
      <w:start w:val="1"/>
      <w:numFmt w:val="decimal"/>
      <w:lvlText w:val="%1."/>
      <w:lvlJc w:val="left"/>
      <w:pPr>
        <w:ind w:left="720" w:hanging="360"/>
      </w:pPr>
      <w:rPr>
        <w:rFonts w:ascii="Noto Sans" w:hAnsi="Noto Sans" w:hint="default"/>
        <w:b/>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F167CB"/>
    <w:multiLevelType w:val="hybridMultilevel"/>
    <w:tmpl w:val="48B6D652"/>
    <w:lvl w:ilvl="0" w:tplc="74E886D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DE564F"/>
    <w:multiLevelType w:val="hybridMultilevel"/>
    <w:tmpl w:val="9B78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D36C47"/>
    <w:multiLevelType w:val="hybridMultilevel"/>
    <w:tmpl w:val="82D6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4F703C"/>
    <w:multiLevelType w:val="hybridMultilevel"/>
    <w:tmpl w:val="1D140E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AF6710"/>
    <w:multiLevelType w:val="hybridMultilevel"/>
    <w:tmpl w:val="1FE04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2572703">
    <w:abstractNumId w:val="23"/>
  </w:num>
  <w:num w:numId="2" w16cid:durableId="930435415">
    <w:abstractNumId w:val="20"/>
  </w:num>
  <w:num w:numId="3" w16cid:durableId="614484933">
    <w:abstractNumId w:val="18"/>
  </w:num>
  <w:num w:numId="4" w16cid:durableId="1868634566">
    <w:abstractNumId w:val="24"/>
  </w:num>
  <w:num w:numId="5" w16cid:durableId="1985618740">
    <w:abstractNumId w:val="17"/>
  </w:num>
  <w:num w:numId="6" w16cid:durableId="690843440">
    <w:abstractNumId w:val="9"/>
  </w:num>
  <w:num w:numId="7" w16cid:durableId="936522788">
    <w:abstractNumId w:val="0"/>
  </w:num>
  <w:num w:numId="8" w16cid:durableId="72162803">
    <w:abstractNumId w:val="4"/>
  </w:num>
  <w:num w:numId="9" w16cid:durableId="656149534">
    <w:abstractNumId w:val="1"/>
  </w:num>
  <w:num w:numId="10" w16cid:durableId="2007433388">
    <w:abstractNumId w:val="22"/>
  </w:num>
  <w:num w:numId="11" w16cid:durableId="134294718">
    <w:abstractNumId w:val="16"/>
  </w:num>
  <w:num w:numId="12" w16cid:durableId="1819951869">
    <w:abstractNumId w:val="12"/>
  </w:num>
  <w:num w:numId="13" w16cid:durableId="2111658407">
    <w:abstractNumId w:val="6"/>
  </w:num>
  <w:num w:numId="14" w16cid:durableId="1131554270">
    <w:abstractNumId w:val="2"/>
  </w:num>
  <w:num w:numId="15" w16cid:durableId="1681354788">
    <w:abstractNumId w:val="25"/>
  </w:num>
  <w:num w:numId="16" w16cid:durableId="1902793158">
    <w:abstractNumId w:val="19"/>
  </w:num>
  <w:num w:numId="17" w16cid:durableId="956984346">
    <w:abstractNumId w:val="21"/>
  </w:num>
  <w:num w:numId="18" w16cid:durableId="1994989272">
    <w:abstractNumId w:val="14"/>
  </w:num>
  <w:num w:numId="19" w16cid:durableId="594291022">
    <w:abstractNumId w:val="11"/>
  </w:num>
  <w:num w:numId="20" w16cid:durableId="164521806">
    <w:abstractNumId w:val="5"/>
  </w:num>
  <w:num w:numId="21" w16cid:durableId="394592932">
    <w:abstractNumId w:val="8"/>
  </w:num>
  <w:num w:numId="22" w16cid:durableId="1107236423">
    <w:abstractNumId w:val="3"/>
  </w:num>
  <w:num w:numId="23" w16cid:durableId="313264400">
    <w:abstractNumId w:val="15"/>
  </w:num>
  <w:num w:numId="24" w16cid:durableId="369308835">
    <w:abstractNumId w:val="10"/>
  </w:num>
  <w:num w:numId="25" w16cid:durableId="1634092566">
    <w:abstractNumId w:val="13"/>
  </w:num>
  <w:num w:numId="26" w16cid:durableId="20737730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7"/>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F8D"/>
    <w:rsid w:val="0000126C"/>
    <w:rsid w:val="00002FCA"/>
    <w:rsid w:val="00006D31"/>
    <w:rsid w:val="000104BD"/>
    <w:rsid w:val="00016824"/>
    <w:rsid w:val="00016B54"/>
    <w:rsid w:val="000211CD"/>
    <w:rsid w:val="000219ED"/>
    <w:rsid w:val="000436BB"/>
    <w:rsid w:val="00045B4B"/>
    <w:rsid w:val="00047729"/>
    <w:rsid w:val="00052DC2"/>
    <w:rsid w:val="000576BB"/>
    <w:rsid w:val="00061ACD"/>
    <w:rsid w:val="00073DDB"/>
    <w:rsid w:val="00075E02"/>
    <w:rsid w:val="000766EA"/>
    <w:rsid w:val="00086878"/>
    <w:rsid w:val="000938D4"/>
    <w:rsid w:val="00096E71"/>
    <w:rsid w:val="000A08AF"/>
    <w:rsid w:val="000A207F"/>
    <w:rsid w:val="000A5DB9"/>
    <w:rsid w:val="000A7FD9"/>
    <w:rsid w:val="000B11FB"/>
    <w:rsid w:val="000B394B"/>
    <w:rsid w:val="000B44E3"/>
    <w:rsid w:val="000B61E4"/>
    <w:rsid w:val="000C27FB"/>
    <w:rsid w:val="000C2D1B"/>
    <w:rsid w:val="000C3A1B"/>
    <w:rsid w:val="000D42CF"/>
    <w:rsid w:val="000D64D5"/>
    <w:rsid w:val="000E2306"/>
    <w:rsid w:val="000E75EF"/>
    <w:rsid w:val="000F1927"/>
    <w:rsid w:val="000F1E93"/>
    <w:rsid w:val="000F227C"/>
    <w:rsid w:val="001004E4"/>
    <w:rsid w:val="001055A3"/>
    <w:rsid w:val="00106BFA"/>
    <w:rsid w:val="001071A6"/>
    <w:rsid w:val="00111833"/>
    <w:rsid w:val="00112786"/>
    <w:rsid w:val="001144AF"/>
    <w:rsid w:val="001205CE"/>
    <w:rsid w:val="001326AF"/>
    <w:rsid w:val="0013553D"/>
    <w:rsid w:val="00135884"/>
    <w:rsid w:val="00136C89"/>
    <w:rsid w:val="0014286A"/>
    <w:rsid w:val="001464EF"/>
    <w:rsid w:val="00147C73"/>
    <w:rsid w:val="00154C32"/>
    <w:rsid w:val="0015563A"/>
    <w:rsid w:val="00156464"/>
    <w:rsid w:val="0015737E"/>
    <w:rsid w:val="00163DC8"/>
    <w:rsid w:val="00172761"/>
    <w:rsid w:val="00172FDA"/>
    <w:rsid w:val="00174FC6"/>
    <w:rsid w:val="001768F1"/>
    <w:rsid w:val="001816EE"/>
    <w:rsid w:val="00182050"/>
    <w:rsid w:val="00193145"/>
    <w:rsid w:val="00197900"/>
    <w:rsid w:val="001A12DB"/>
    <w:rsid w:val="001A39A3"/>
    <w:rsid w:val="001B393F"/>
    <w:rsid w:val="001B7F23"/>
    <w:rsid w:val="001D3D4C"/>
    <w:rsid w:val="001D6977"/>
    <w:rsid w:val="001E3584"/>
    <w:rsid w:val="001E4417"/>
    <w:rsid w:val="001F42CA"/>
    <w:rsid w:val="001F7B89"/>
    <w:rsid w:val="00204B90"/>
    <w:rsid w:val="00205D1E"/>
    <w:rsid w:val="00206961"/>
    <w:rsid w:val="00210EB0"/>
    <w:rsid w:val="00212EA4"/>
    <w:rsid w:val="00221BE2"/>
    <w:rsid w:val="0022619C"/>
    <w:rsid w:val="002279F0"/>
    <w:rsid w:val="00241BB9"/>
    <w:rsid w:val="0025772F"/>
    <w:rsid w:val="00265F5B"/>
    <w:rsid w:val="002662E7"/>
    <w:rsid w:val="00267FA9"/>
    <w:rsid w:val="00270E0E"/>
    <w:rsid w:val="002745C9"/>
    <w:rsid w:val="00285382"/>
    <w:rsid w:val="00291CE6"/>
    <w:rsid w:val="00296CE0"/>
    <w:rsid w:val="00297B73"/>
    <w:rsid w:val="002A0DA2"/>
    <w:rsid w:val="002A4008"/>
    <w:rsid w:val="002A40A2"/>
    <w:rsid w:val="002A4420"/>
    <w:rsid w:val="002A7EFD"/>
    <w:rsid w:val="002C1082"/>
    <w:rsid w:val="002C1CE7"/>
    <w:rsid w:val="002C22EE"/>
    <w:rsid w:val="002C689F"/>
    <w:rsid w:val="002D2105"/>
    <w:rsid w:val="002D278C"/>
    <w:rsid w:val="002D2C55"/>
    <w:rsid w:val="002D3C2C"/>
    <w:rsid w:val="002D4D7D"/>
    <w:rsid w:val="002D7D2E"/>
    <w:rsid w:val="002E1B1D"/>
    <w:rsid w:val="002E5BF8"/>
    <w:rsid w:val="002F079B"/>
    <w:rsid w:val="002F1971"/>
    <w:rsid w:val="002F1D48"/>
    <w:rsid w:val="002F6F65"/>
    <w:rsid w:val="002F764A"/>
    <w:rsid w:val="003149BD"/>
    <w:rsid w:val="00323C4D"/>
    <w:rsid w:val="003302DE"/>
    <w:rsid w:val="00330745"/>
    <w:rsid w:val="003366F0"/>
    <w:rsid w:val="00340FEC"/>
    <w:rsid w:val="00341A38"/>
    <w:rsid w:val="00341C55"/>
    <w:rsid w:val="00342E31"/>
    <w:rsid w:val="00347352"/>
    <w:rsid w:val="003507B4"/>
    <w:rsid w:val="00355831"/>
    <w:rsid w:val="00360811"/>
    <w:rsid w:val="00375B39"/>
    <w:rsid w:val="003803D5"/>
    <w:rsid w:val="00380B4C"/>
    <w:rsid w:val="00384C33"/>
    <w:rsid w:val="00387247"/>
    <w:rsid w:val="00390F4A"/>
    <w:rsid w:val="0039298B"/>
    <w:rsid w:val="003933E3"/>
    <w:rsid w:val="003A056A"/>
    <w:rsid w:val="003A069D"/>
    <w:rsid w:val="003A3ACF"/>
    <w:rsid w:val="003A3E02"/>
    <w:rsid w:val="003A62C5"/>
    <w:rsid w:val="003B03AF"/>
    <w:rsid w:val="003B1507"/>
    <w:rsid w:val="003B2A58"/>
    <w:rsid w:val="003C2AE2"/>
    <w:rsid w:val="003C7793"/>
    <w:rsid w:val="003D1E19"/>
    <w:rsid w:val="003D207E"/>
    <w:rsid w:val="003E023D"/>
    <w:rsid w:val="003E0B77"/>
    <w:rsid w:val="003E462A"/>
    <w:rsid w:val="003F272E"/>
    <w:rsid w:val="003F2777"/>
    <w:rsid w:val="003F38DA"/>
    <w:rsid w:val="003F60EC"/>
    <w:rsid w:val="00400962"/>
    <w:rsid w:val="0040637C"/>
    <w:rsid w:val="00412139"/>
    <w:rsid w:val="00427085"/>
    <w:rsid w:val="00431AA3"/>
    <w:rsid w:val="00434C3D"/>
    <w:rsid w:val="00441F20"/>
    <w:rsid w:val="004421C4"/>
    <w:rsid w:val="004430D9"/>
    <w:rsid w:val="004466C0"/>
    <w:rsid w:val="00452C36"/>
    <w:rsid w:val="004538FF"/>
    <w:rsid w:val="00462177"/>
    <w:rsid w:val="00462488"/>
    <w:rsid w:val="00462E7C"/>
    <w:rsid w:val="00470C8F"/>
    <w:rsid w:val="004745AC"/>
    <w:rsid w:val="00476846"/>
    <w:rsid w:val="00477273"/>
    <w:rsid w:val="00482FA4"/>
    <w:rsid w:val="00485C8D"/>
    <w:rsid w:val="00486C85"/>
    <w:rsid w:val="00495316"/>
    <w:rsid w:val="004959FD"/>
    <w:rsid w:val="00496593"/>
    <w:rsid w:val="00496713"/>
    <w:rsid w:val="004968B1"/>
    <w:rsid w:val="00497050"/>
    <w:rsid w:val="004A0573"/>
    <w:rsid w:val="004A2A40"/>
    <w:rsid w:val="004A56F1"/>
    <w:rsid w:val="004A6A26"/>
    <w:rsid w:val="004B0705"/>
    <w:rsid w:val="004B0A63"/>
    <w:rsid w:val="004B2AC9"/>
    <w:rsid w:val="004B3B8D"/>
    <w:rsid w:val="004B3CC8"/>
    <w:rsid w:val="004B4B6F"/>
    <w:rsid w:val="004C21EC"/>
    <w:rsid w:val="004C2C90"/>
    <w:rsid w:val="004C7F83"/>
    <w:rsid w:val="004D2F86"/>
    <w:rsid w:val="004D3BE5"/>
    <w:rsid w:val="004E2165"/>
    <w:rsid w:val="004E7172"/>
    <w:rsid w:val="004E7EA8"/>
    <w:rsid w:val="004F499E"/>
    <w:rsid w:val="004F4C9B"/>
    <w:rsid w:val="00505F18"/>
    <w:rsid w:val="00506EF7"/>
    <w:rsid w:val="0051147F"/>
    <w:rsid w:val="00516EAD"/>
    <w:rsid w:val="00520910"/>
    <w:rsid w:val="00523DCF"/>
    <w:rsid w:val="00533AD8"/>
    <w:rsid w:val="005402E9"/>
    <w:rsid w:val="00545C5D"/>
    <w:rsid w:val="00546E6A"/>
    <w:rsid w:val="00551D51"/>
    <w:rsid w:val="00552EF7"/>
    <w:rsid w:val="0056575F"/>
    <w:rsid w:val="005719B7"/>
    <w:rsid w:val="00571C6C"/>
    <w:rsid w:val="00571FF1"/>
    <w:rsid w:val="005721D2"/>
    <w:rsid w:val="005735F7"/>
    <w:rsid w:val="005742E7"/>
    <w:rsid w:val="00580CCC"/>
    <w:rsid w:val="00582A82"/>
    <w:rsid w:val="005928B3"/>
    <w:rsid w:val="00594C9F"/>
    <w:rsid w:val="00597508"/>
    <w:rsid w:val="005A4BCD"/>
    <w:rsid w:val="005A766D"/>
    <w:rsid w:val="005B0651"/>
    <w:rsid w:val="005B3738"/>
    <w:rsid w:val="005B618F"/>
    <w:rsid w:val="005B6433"/>
    <w:rsid w:val="005C4B95"/>
    <w:rsid w:val="005C7DFC"/>
    <w:rsid w:val="005E0CC6"/>
    <w:rsid w:val="005E5B55"/>
    <w:rsid w:val="005E5BC3"/>
    <w:rsid w:val="005E6F67"/>
    <w:rsid w:val="005F1277"/>
    <w:rsid w:val="005F1F8D"/>
    <w:rsid w:val="005F6B1F"/>
    <w:rsid w:val="00603E5B"/>
    <w:rsid w:val="00606D87"/>
    <w:rsid w:val="006123BC"/>
    <w:rsid w:val="00621169"/>
    <w:rsid w:val="0062296F"/>
    <w:rsid w:val="00622B0D"/>
    <w:rsid w:val="00632BA9"/>
    <w:rsid w:val="006340E2"/>
    <w:rsid w:val="00642E68"/>
    <w:rsid w:val="006532F5"/>
    <w:rsid w:val="00653B5D"/>
    <w:rsid w:val="006551AE"/>
    <w:rsid w:val="00665093"/>
    <w:rsid w:val="006659F4"/>
    <w:rsid w:val="00666700"/>
    <w:rsid w:val="0068003F"/>
    <w:rsid w:val="00685031"/>
    <w:rsid w:val="006876F6"/>
    <w:rsid w:val="006929FA"/>
    <w:rsid w:val="00693326"/>
    <w:rsid w:val="006937A4"/>
    <w:rsid w:val="0069763E"/>
    <w:rsid w:val="006B2945"/>
    <w:rsid w:val="006B455E"/>
    <w:rsid w:val="006C01D5"/>
    <w:rsid w:val="006C3A87"/>
    <w:rsid w:val="006D2788"/>
    <w:rsid w:val="006D51DF"/>
    <w:rsid w:val="006E00BB"/>
    <w:rsid w:val="006E1582"/>
    <w:rsid w:val="006E22A6"/>
    <w:rsid w:val="006F0A45"/>
    <w:rsid w:val="006F15E3"/>
    <w:rsid w:val="006F39C2"/>
    <w:rsid w:val="00706753"/>
    <w:rsid w:val="00706859"/>
    <w:rsid w:val="00712597"/>
    <w:rsid w:val="007212FF"/>
    <w:rsid w:val="007268C7"/>
    <w:rsid w:val="007324A3"/>
    <w:rsid w:val="00734BC0"/>
    <w:rsid w:val="007372C1"/>
    <w:rsid w:val="00744E8C"/>
    <w:rsid w:val="00756BED"/>
    <w:rsid w:val="0075723C"/>
    <w:rsid w:val="00763D7E"/>
    <w:rsid w:val="00766457"/>
    <w:rsid w:val="0077357F"/>
    <w:rsid w:val="007777AC"/>
    <w:rsid w:val="00781406"/>
    <w:rsid w:val="007837D0"/>
    <w:rsid w:val="007848FB"/>
    <w:rsid w:val="0078560A"/>
    <w:rsid w:val="00786719"/>
    <w:rsid w:val="007871DA"/>
    <w:rsid w:val="00790606"/>
    <w:rsid w:val="00792E2A"/>
    <w:rsid w:val="00795289"/>
    <w:rsid w:val="0079669C"/>
    <w:rsid w:val="007A2EA7"/>
    <w:rsid w:val="007C3F10"/>
    <w:rsid w:val="007C4CDF"/>
    <w:rsid w:val="007D2E08"/>
    <w:rsid w:val="007E3E10"/>
    <w:rsid w:val="007E4FB1"/>
    <w:rsid w:val="007F7248"/>
    <w:rsid w:val="00800DC7"/>
    <w:rsid w:val="00802496"/>
    <w:rsid w:val="008116EE"/>
    <w:rsid w:val="00814047"/>
    <w:rsid w:val="00817331"/>
    <w:rsid w:val="0082014D"/>
    <w:rsid w:val="00823299"/>
    <w:rsid w:val="00831159"/>
    <w:rsid w:val="00832E47"/>
    <w:rsid w:val="00837501"/>
    <w:rsid w:val="0084434D"/>
    <w:rsid w:val="00844518"/>
    <w:rsid w:val="00846A69"/>
    <w:rsid w:val="00852435"/>
    <w:rsid w:val="00854074"/>
    <w:rsid w:val="00855560"/>
    <w:rsid w:val="0085651C"/>
    <w:rsid w:val="00865EB8"/>
    <w:rsid w:val="0086614B"/>
    <w:rsid w:val="00882211"/>
    <w:rsid w:val="00886530"/>
    <w:rsid w:val="00894E74"/>
    <w:rsid w:val="0089678B"/>
    <w:rsid w:val="00896D8F"/>
    <w:rsid w:val="008A32C3"/>
    <w:rsid w:val="008A5251"/>
    <w:rsid w:val="008A59F0"/>
    <w:rsid w:val="008B1407"/>
    <w:rsid w:val="008B1715"/>
    <w:rsid w:val="008B41BC"/>
    <w:rsid w:val="008B5504"/>
    <w:rsid w:val="008B624D"/>
    <w:rsid w:val="008B636B"/>
    <w:rsid w:val="008B6DCA"/>
    <w:rsid w:val="008B787B"/>
    <w:rsid w:val="008C1A5A"/>
    <w:rsid w:val="008E272D"/>
    <w:rsid w:val="00901B69"/>
    <w:rsid w:val="0091084D"/>
    <w:rsid w:val="009162C1"/>
    <w:rsid w:val="009215E8"/>
    <w:rsid w:val="00921744"/>
    <w:rsid w:val="0092216D"/>
    <w:rsid w:val="00922E9D"/>
    <w:rsid w:val="00927DCB"/>
    <w:rsid w:val="00934DA5"/>
    <w:rsid w:val="009352F2"/>
    <w:rsid w:val="009369E9"/>
    <w:rsid w:val="009370EE"/>
    <w:rsid w:val="009427E0"/>
    <w:rsid w:val="00943D58"/>
    <w:rsid w:val="009477A2"/>
    <w:rsid w:val="009532A7"/>
    <w:rsid w:val="00953580"/>
    <w:rsid w:val="00957524"/>
    <w:rsid w:val="00960D5C"/>
    <w:rsid w:val="00962A5B"/>
    <w:rsid w:val="009736F5"/>
    <w:rsid w:val="00974EF1"/>
    <w:rsid w:val="00975E11"/>
    <w:rsid w:val="00980658"/>
    <w:rsid w:val="00980760"/>
    <w:rsid w:val="00983D9B"/>
    <w:rsid w:val="009840E6"/>
    <w:rsid w:val="00986AAD"/>
    <w:rsid w:val="00992FBD"/>
    <w:rsid w:val="009A032F"/>
    <w:rsid w:val="009A06FD"/>
    <w:rsid w:val="009A78EE"/>
    <w:rsid w:val="009B0F2E"/>
    <w:rsid w:val="009B0F98"/>
    <w:rsid w:val="009B1FFF"/>
    <w:rsid w:val="009B4D51"/>
    <w:rsid w:val="009B52F2"/>
    <w:rsid w:val="009B7224"/>
    <w:rsid w:val="009C4429"/>
    <w:rsid w:val="009D397B"/>
    <w:rsid w:val="009D3F18"/>
    <w:rsid w:val="009D40B7"/>
    <w:rsid w:val="009D69AA"/>
    <w:rsid w:val="009D7FA8"/>
    <w:rsid w:val="009E2D2A"/>
    <w:rsid w:val="009E449C"/>
    <w:rsid w:val="009E4827"/>
    <w:rsid w:val="009E6C11"/>
    <w:rsid w:val="009E7C8D"/>
    <w:rsid w:val="009E7F83"/>
    <w:rsid w:val="00A0025A"/>
    <w:rsid w:val="00A02205"/>
    <w:rsid w:val="00A02D46"/>
    <w:rsid w:val="00A0528D"/>
    <w:rsid w:val="00A07E97"/>
    <w:rsid w:val="00A11D64"/>
    <w:rsid w:val="00A2354F"/>
    <w:rsid w:val="00A24A01"/>
    <w:rsid w:val="00A253AC"/>
    <w:rsid w:val="00A2608E"/>
    <w:rsid w:val="00A314B2"/>
    <w:rsid w:val="00A3326C"/>
    <w:rsid w:val="00A51069"/>
    <w:rsid w:val="00A547E8"/>
    <w:rsid w:val="00A707A9"/>
    <w:rsid w:val="00A73B65"/>
    <w:rsid w:val="00A822FB"/>
    <w:rsid w:val="00A85902"/>
    <w:rsid w:val="00A85F8B"/>
    <w:rsid w:val="00A90187"/>
    <w:rsid w:val="00A9768F"/>
    <w:rsid w:val="00AA3C14"/>
    <w:rsid w:val="00AB0406"/>
    <w:rsid w:val="00AB088D"/>
    <w:rsid w:val="00AB40D7"/>
    <w:rsid w:val="00AB59EE"/>
    <w:rsid w:val="00AB72BA"/>
    <w:rsid w:val="00AC0256"/>
    <w:rsid w:val="00AC16E5"/>
    <w:rsid w:val="00AC227B"/>
    <w:rsid w:val="00AC5767"/>
    <w:rsid w:val="00AC74FF"/>
    <w:rsid w:val="00AD22D8"/>
    <w:rsid w:val="00AE02A5"/>
    <w:rsid w:val="00AE49A1"/>
    <w:rsid w:val="00AE7BE1"/>
    <w:rsid w:val="00AF1FB2"/>
    <w:rsid w:val="00AF2E2D"/>
    <w:rsid w:val="00AF7E27"/>
    <w:rsid w:val="00B013BA"/>
    <w:rsid w:val="00B0375B"/>
    <w:rsid w:val="00B066D4"/>
    <w:rsid w:val="00B07609"/>
    <w:rsid w:val="00B11D5A"/>
    <w:rsid w:val="00B1306F"/>
    <w:rsid w:val="00B16B42"/>
    <w:rsid w:val="00B1797D"/>
    <w:rsid w:val="00B20171"/>
    <w:rsid w:val="00B21AA6"/>
    <w:rsid w:val="00B24D59"/>
    <w:rsid w:val="00B259C0"/>
    <w:rsid w:val="00B33219"/>
    <w:rsid w:val="00B35D84"/>
    <w:rsid w:val="00B440F6"/>
    <w:rsid w:val="00B44D74"/>
    <w:rsid w:val="00B46DA1"/>
    <w:rsid w:val="00B5134D"/>
    <w:rsid w:val="00B532D1"/>
    <w:rsid w:val="00B56D59"/>
    <w:rsid w:val="00B56DF9"/>
    <w:rsid w:val="00B60D28"/>
    <w:rsid w:val="00B75117"/>
    <w:rsid w:val="00B75DD5"/>
    <w:rsid w:val="00B84451"/>
    <w:rsid w:val="00B90151"/>
    <w:rsid w:val="00B90D88"/>
    <w:rsid w:val="00B920E8"/>
    <w:rsid w:val="00B971A1"/>
    <w:rsid w:val="00BA61DA"/>
    <w:rsid w:val="00BA764A"/>
    <w:rsid w:val="00BA7BEB"/>
    <w:rsid w:val="00BB7ADA"/>
    <w:rsid w:val="00BB7FA5"/>
    <w:rsid w:val="00BC7FAF"/>
    <w:rsid w:val="00BD36B9"/>
    <w:rsid w:val="00BD71B8"/>
    <w:rsid w:val="00BE16BC"/>
    <w:rsid w:val="00BE2F20"/>
    <w:rsid w:val="00BE76AE"/>
    <w:rsid w:val="00BF4FE5"/>
    <w:rsid w:val="00BF6C17"/>
    <w:rsid w:val="00C01977"/>
    <w:rsid w:val="00C01ECA"/>
    <w:rsid w:val="00C068CD"/>
    <w:rsid w:val="00C10376"/>
    <w:rsid w:val="00C15D16"/>
    <w:rsid w:val="00C175E5"/>
    <w:rsid w:val="00C17D3C"/>
    <w:rsid w:val="00C27E6A"/>
    <w:rsid w:val="00C31856"/>
    <w:rsid w:val="00C363B0"/>
    <w:rsid w:val="00C37E4A"/>
    <w:rsid w:val="00C441B9"/>
    <w:rsid w:val="00C44B28"/>
    <w:rsid w:val="00C469AB"/>
    <w:rsid w:val="00C46AAA"/>
    <w:rsid w:val="00C4758D"/>
    <w:rsid w:val="00C50AAD"/>
    <w:rsid w:val="00C5461E"/>
    <w:rsid w:val="00C56422"/>
    <w:rsid w:val="00C62D6D"/>
    <w:rsid w:val="00C65756"/>
    <w:rsid w:val="00C65F35"/>
    <w:rsid w:val="00C7016D"/>
    <w:rsid w:val="00C71152"/>
    <w:rsid w:val="00C8638D"/>
    <w:rsid w:val="00C9164F"/>
    <w:rsid w:val="00C9634A"/>
    <w:rsid w:val="00C96F4D"/>
    <w:rsid w:val="00C9752E"/>
    <w:rsid w:val="00C97C18"/>
    <w:rsid w:val="00CA2296"/>
    <w:rsid w:val="00CA33E2"/>
    <w:rsid w:val="00CA4836"/>
    <w:rsid w:val="00CB1CC0"/>
    <w:rsid w:val="00CD1BFF"/>
    <w:rsid w:val="00CD5A6B"/>
    <w:rsid w:val="00CD7FB0"/>
    <w:rsid w:val="00CF0F5D"/>
    <w:rsid w:val="00CF1276"/>
    <w:rsid w:val="00CF3606"/>
    <w:rsid w:val="00CF4291"/>
    <w:rsid w:val="00CF7682"/>
    <w:rsid w:val="00D001B2"/>
    <w:rsid w:val="00D05E21"/>
    <w:rsid w:val="00D13C00"/>
    <w:rsid w:val="00D20D0E"/>
    <w:rsid w:val="00D23E51"/>
    <w:rsid w:val="00D365B3"/>
    <w:rsid w:val="00D40F7E"/>
    <w:rsid w:val="00D40FF4"/>
    <w:rsid w:val="00D429D1"/>
    <w:rsid w:val="00D444C8"/>
    <w:rsid w:val="00D4568A"/>
    <w:rsid w:val="00D474C9"/>
    <w:rsid w:val="00D53D57"/>
    <w:rsid w:val="00D5634B"/>
    <w:rsid w:val="00D737A8"/>
    <w:rsid w:val="00D73A81"/>
    <w:rsid w:val="00D7741E"/>
    <w:rsid w:val="00D8652A"/>
    <w:rsid w:val="00D874ED"/>
    <w:rsid w:val="00D90B15"/>
    <w:rsid w:val="00D91784"/>
    <w:rsid w:val="00D92B6D"/>
    <w:rsid w:val="00D93580"/>
    <w:rsid w:val="00D96900"/>
    <w:rsid w:val="00D975FA"/>
    <w:rsid w:val="00DA10A6"/>
    <w:rsid w:val="00DA13C7"/>
    <w:rsid w:val="00DA3BA5"/>
    <w:rsid w:val="00DA5809"/>
    <w:rsid w:val="00DA5D40"/>
    <w:rsid w:val="00DB464D"/>
    <w:rsid w:val="00DC12DE"/>
    <w:rsid w:val="00DC4AB2"/>
    <w:rsid w:val="00DC6A6D"/>
    <w:rsid w:val="00DC6FF9"/>
    <w:rsid w:val="00DC722D"/>
    <w:rsid w:val="00DD0575"/>
    <w:rsid w:val="00DD0B30"/>
    <w:rsid w:val="00DD6D2A"/>
    <w:rsid w:val="00DD78B9"/>
    <w:rsid w:val="00DE467C"/>
    <w:rsid w:val="00DE6907"/>
    <w:rsid w:val="00DF0491"/>
    <w:rsid w:val="00DF372D"/>
    <w:rsid w:val="00DF6D76"/>
    <w:rsid w:val="00E043AC"/>
    <w:rsid w:val="00E05307"/>
    <w:rsid w:val="00E066FE"/>
    <w:rsid w:val="00E113CE"/>
    <w:rsid w:val="00E145C6"/>
    <w:rsid w:val="00E15496"/>
    <w:rsid w:val="00E17B45"/>
    <w:rsid w:val="00E27A1A"/>
    <w:rsid w:val="00E3329C"/>
    <w:rsid w:val="00E36FB1"/>
    <w:rsid w:val="00E46A89"/>
    <w:rsid w:val="00E5206B"/>
    <w:rsid w:val="00E54543"/>
    <w:rsid w:val="00E54E81"/>
    <w:rsid w:val="00E603F2"/>
    <w:rsid w:val="00E663B5"/>
    <w:rsid w:val="00E73408"/>
    <w:rsid w:val="00E746FD"/>
    <w:rsid w:val="00E758C5"/>
    <w:rsid w:val="00E81061"/>
    <w:rsid w:val="00E84147"/>
    <w:rsid w:val="00E94709"/>
    <w:rsid w:val="00EA34A1"/>
    <w:rsid w:val="00EA62F9"/>
    <w:rsid w:val="00EB1B76"/>
    <w:rsid w:val="00EB4F5C"/>
    <w:rsid w:val="00EB6661"/>
    <w:rsid w:val="00EC04F3"/>
    <w:rsid w:val="00EC4C87"/>
    <w:rsid w:val="00EE1E10"/>
    <w:rsid w:val="00EE5C97"/>
    <w:rsid w:val="00EF2872"/>
    <w:rsid w:val="00F02585"/>
    <w:rsid w:val="00F108C5"/>
    <w:rsid w:val="00F226FE"/>
    <w:rsid w:val="00F261EC"/>
    <w:rsid w:val="00F45480"/>
    <w:rsid w:val="00F45870"/>
    <w:rsid w:val="00F470F4"/>
    <w:rsid w:val="00F5131B"/>
    <w:rsid w:val="00F65CE4"/>
    <w:rsid w:val="00F67499"/>
    <w:rsid w:val="00F75FB4"/>
    <w:rsid w:val="00F8224B"/>
    <w:rsid w:val="00F822F2"/>
    <w:rsid w:val="00FA2833"/>
    <w:rsid w:val="00FA4671"/>
    <w:rsid w:val="00FA58FA"/>
    <w:rsid w:val="00FA716A"/>
    <w:rsid w:val="00FB0C4E"/>
    <w:rsid w:val="00FB2FDB"/>
    <w:rsid w:val="00FB5514"/>
    <w:rsid w:val="00FC039A"/>
    <w:rsid w:val="00FC1AFC"/>
    <w:rsid w:val="00FC71F1"/>
    <w:rsid w:val="00FD2608"/>
    <w:rsid w:val="00FD74BF"/>
    <w:rsid w:val="00FE04E3"/>
    <w:rsid w:val="00FE35C7"/>
    <w:rsid w:val="00FF3BC0"/>
    <w:rsid w:val="00FF7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82AA5"/>
  <w15:chartTrackingRefBased/>
  <w15:docId w15:val="{4FC2B2DD-88AE-458A-B9CA-75D6CE68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2">
    <w:name w:val="heading 2"/>
    <w:basedOn w:val="Normal"/>
    <w:next w:val="Normal"/>
    <w:link w:val="Heading2Char"/>
    <w:uiPriority w:val="9"/>
    <w:semiHidden/>
    <w:unhideWhenUsed/>
    <w:qFormat/>
    <w:rsid w:val="00AF1F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unhideWhenUsed/>
    <w:qFormat/>
    <w:rsid w:val="00A0528D"/>
    <w:pPr>
      <w:widowControl w:val="0"/>
      <w:autoSpaceDE w:val="0"/>
      <w:autoSpaceDN w:val="0"/>
      <w:spacing w:before="67" w:after="0" w:line="240" w:lineRule="auto"/>
      <w:ind w:left="895" w:hanging="431"/>
      <w:outlineLvl w:val="2"/>
    </w:pPr>
    <w:rPr>
      <w:rFonts w:ascii="Artifakt ElementOfc" w:eastAsia="Artifakt ElementOfc" w:hAnsi="Artifakt ElementOfc" w:cs="Artifakt ElementOfc"/>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7B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7B89"/>
  </w:style>
  <w:style w:type="paragraph" w:styleId="Footer">
    <w:name w:val="footer"/>
    <w:basedOn w:val="Normal"/>
    <w:link w:val="FooterChar"/>
    <w:uiPriority w:val="99"/>
    <w:unhideWhenUsed/>
    <w:rsid w:val="001F7B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7B89"/>
  </w:style>
  <w:style w:type="paragraph" w:styleId="ListParagraph">
    <w:name w:val="List Paragraph"/>
    <w:basedOn w:val="Normal"/>
    <w:uiPriority w:val="1"/>
    <w:qFormat/>
    <w:rsid w:val="005E5B55"/>
    <w:pPr>
      <w:spacing w:after="200" w:line="276" w:lineRule="auto"/>
      <w:ind w:left="720"/>
      <w:contextualSpacing/>
    </w:pPr>
  </w:style>
  <w:style w:type="character" w:styleId="PlaceholderText">
    <w:name w:val="Placeholder Text"/>
    <w:uiPriority w:val="99"/>
    <w:semiHidden/>
    <w:rsid w:val="00FA4671"/>
    <w:rPr>
      <w:color w:val="808080"/>
    </w:rPr>
  </w:style>
  <w:style w:type="table" w:styleId="TableGrid">
    <w:name w:val="Table Grid"/>
    <w:basedOn w:val="TableNormal"/>
    <w:uiPriority w:val="39"/>
    <w:rsid w:val="002F1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ssonNumberandTitle">
    <w:name w:val="Lesson Number and Title"/>
    <w:basedOn w:val="Normal"/>
    <w:link w:val="LessonNumberandTitleChar"/>
    <w:qFormat/>
    <w:rsid w:val="008A5251"/>
    <w:pPr>
      <w:jc w:val="center"/>
    </w:pPr>
    <w:rPr>
      <w:rFonts w:ascii="Arial" w:hAnsi="Arial" w:cs="Arial"/>
      <w:b/>
      <w:color w:val="0696D7"/>
      <w:sz w:val="36"/>
      <w:szCs w:val="36"/>
    </w:rPr>
  </w:style>
  <w:style w:type="character" w:customStyle="1" w:styleId="LessonNumberandTitleChar">
    <w:name w:val="Lesson Number and Title Char"/>
    <w:link w:val="LessonNumberandTitle"/>
    <w:rsid w:val="008A5251"/>
    <w:rPr>
      <w:rFonts w:ascii="Arial" w:hAnsi="Arial" w:cs="Arial"/>
      <w:b/>
      <w:color w:val="0696D7"/>
      <w:sz w:val="36"/>
      <w:szCs w:val="36"/>
    </w:rPr>
  </w:style>
  <w:style w:type="paragraph" w:styleId="NoSpacing">
    <w:name w:val="No Spacing"/>
    <w:uiPriority w:val="1"/>
    <w:qFormat/>
    <w:rsid w:val="00390F4A"/>
    <w:rPr>
      <w:rFonts w:eastAsia="Times New Roman"/>
      <w:sz w:val="22"/>
      <w:szCs w:val="22"/>
      <w:lang w:eastAsia="zh-CN"/>
    </w:rPr>
  </w:style>
  <w:style w:type="paragraph" w:styleId="Caption">
    <w:name w:val="caption"/>
    <w:basedOn w:val="Normal"/>
    <w:next w:val="Normal"/>
    <w:uiPriority w:val="35"/>
    <w:unhideWhenUsed/>
    <w:qFormat/>
    <w:rsid w:val="005E0CC6"/>
    <w:pPr>
      <w:spacing w:after="200" w:line="240" w:lineRule="auto"/>
    </w:pPr>
    <w:rPr>
      <w:i/>
      <w:iCs/>
      <w:color w:val="44546A"/>
      <w:sz w:val="18"/>
      <w:szCs w:val="18"/>
    </w:rPr>
  </w:style>
  <w:style w:type="character" w:styleId="CommentReference">
    <w:name w:val="annotation reference"/>
    <w:basedOn w:val="DefaultParagraphFont"/>
    <w:uiPriority w:val="99"/>
    <w:semiHidden/>
    <w:unhideWhenUsed/>
    <w:rsid w:val="00C44B28"/>
    <w:rPr>
      <w:sz w:val="16"/>
      <w:szCs w:val="16"/>
    </w:rPr>
  </w:style>
  <w:style w:type="paragraph" w:styleId="CommentText">
    <w:name w:val="annotation text"/>
    <w:basedOn w:val="Normal"/>
    <w:link w:val="CommentTextChar"/>
    <w:uiPriority w:val="99"/>
    <w:semiHidden/>
    <w:unhideWhenUsed/>
    <w:rsid w:val="00C44B28"/>
    <w:pPr>
      <w:spacing w:line="240" w:lineRule="auto"/>
    </w:pPr>
    <w:rPr>
      <w:sz w:val="20"/>
      <w:szCs w:val="20"/>
    </w:rPr>
  </w:style>
  <w:style w:type="character" w:customStyle="1" w:styleId="CommentTextChar">
    <w:name w:val="Comment Text Char"/>
    <w:basedOn w:val="DefaultParagraphFont"/>
    <w:link w:val="CommentText"/>
    <w:uiPriority w:val="99"/>
    <w:semiHidden/>
    <w:rsid w:val="00C44B28"/>
  </w:style>
  <w:style w:type="paragraph" w:styleId="CommentSubject">
    <w:name w:val="annotation subject"/>
    <w:basedOn w:val="CommentText"/>
    <w:next w:val="CommentText"/>
    <w:link w:val="CommentSubjectChar"/>
    <w:uiPriority w:val="99"/>
    <w:semiHidden/>
    <w:unhideWhenUsed/>
    <w:rsid w:val="00C44B28"/>
    <w:rPr>
      <w:b/>
      <w:bCs/>
    </w:rPr>
  </w:style>
  <w:style w:type="character" w:customStyle="1" w:styleId="CommentSubjectChar">
    <w:name w:val="Comment Subject Char"/>
    <w:basedOn w:val="CommentTextChar"/>
    <w:link w:val="CommentSubject"/>
    <w:uiPriority w:val="99"/>
    <w:semiHidden/>
    <w:rsid w:val="00C44B28"/>
    <w:rPr>
      <w:b/>
      <w:bCs/>
    </w:rPr>
  </w:style>
  <w:style w:type="character" w:styleId="Hyperlink">
    <w:name w:val="Hyperlink"/>
    <w:basedOn w:val="DefaultParagraphFont"/>
    <w:uiPriority w:val="99"/>
    <w:unhideWhenUsed/>
    <w:rsid w:val="0068003F"/>
    <w:rPr>
      <w:color w:val="0563C1" w:themeColor="hyperlink"/>
      <w:u w:val="single"/>
    </w:rPr>
  </w:style>
  <w:style w:type="character" w:styleId="UnresolvedMention">
    <w:name w:val="Unresolved Mention"/>
    <w:basedOn w:val="DefaultParagraphFont"/>
    <w:uiPriority w:val="99"/>
    <w:semiHidden/>
    <w:unhideWhenUsed/>
    <w:rsid w:val="0068003F"/>
    <w:rPr>
      <w:color w:val="605E5C"/>
      <w:shd w:val="clear" w:color="auto" w:fill="E1DFDD"/>
    </w:rPr>
  </w:style>
  <w:style w:type="character" w:styleId="FollowedHyperlink">
    <w:name w:val="FollowedHyperlink"/>
    <w:basedOn w:val="DefaultParagraphFont"/>
    <w:uiPriority w:val="99"/>
    <w:semiHidden/>
    <w:unhideWhenUsed/>
    <w:rsid w:val="009477A2"/>
    <w:rPr>
      <w:color w:val="954F72" w:themeColor="followedHyperlink"/>
      <w:u w:val="single"/>
    </w:rPr>
  </w:style>
  <w:style w:type="character" w:customStyle="1" w:styleId="Heading3Char">
    <w:name w:val="Heading 3 Char"/>
    <w:basedOn w:val="DefaultParagraphFont"/>
    <w:link w:val="Heading3"/>
    <w:uiPriority w:val="9"/>
    <w:rsid w:val="00A0528D"/>
    <w:rPr>
      <w:rFonts w:ascii="Artifakt ElementOfc" w:eastAsia="Artifakt ElementOfc" w:hAnsi="Artifakt ElementOfc" w:cs="Artifakt ElementOfc"/>
      <w:b/>
      <w:bCs/>
      <w:sz w:val="24"/>
      <w:szCs w:val="24"/>
    </w:rPr>
  </w:style>
  <w:style w:type="character" w:customStyle="1" w:styleId="Heading2Char">
    <w:name w:val="Heading 2 Char"/>
    <w:basedOn w:val="DefaultParagraphFont"/>
    <w:link w:val="Heading2"/>
    <w:uiPriority w:val="9"/>
    <w:semiHidden/>
    <w:rsid w:val="00AF1FB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9680373">
      <w:bodyDiv w:val="1"/>
      <w:marLeft w:val="0"/>
      <w:marRight w:val="0"/>
      <w:marTop w:val="0"/>
      <w:marBottom w:val="0"/>
      <w:divBdr>
        <w:top w:val="none" w:sz="0" w:space="0" w:color="auto"/>
        <w:left w:val="none" w:sz="0" w:space="0" w:color="auto"/>
        <w:bottom w:val="none" w:sz="0" w:space="0" w:color="auto"/>
        <w:right w:val="none" w:sz="0" w:space="0" w:color="auto"/>
      </w:divBdr>
    </w:div>
    <w:div w:id="119172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Caducation%20LLC\Autodesk%202022%20-%20Documents\00%20Templates\YYMMDD_Instructor%20Guide_Course%20Nam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0a7b085-cd6c-49bc-a353-f9de308ea303" xsi:nil="true"/>
    <lcf76f155ced4ddcb4097134ff3c332f xmlns="d5050065-5660-4611-a639-a0721ffd8a8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FB82BBE10D4246B6F9E34DCB3DD665" ma:contentTypeVersion="13" ma:contentTypeDescription="Create a new document." ma:contentTypeScope="" ma:versionID="d228a60888aa89e672c2f36105b87892">
  <xsd:schema xmlns:xsd="http://www.w3.org/2001/XMLSchema" xmlns:xs="http://www.w3.org/2001/XMLSchema" xmlns:p="http://schemas.microsoft.com/office/2006/metadata/properties" xmlns:ns2="d5050065-5660-4611-a639-a0721ffd8a8c" xmlns:ns3="10a7b085-cd6c-49bc-a353-f9de308ea303" targetNamespace="http://schemas.microsoft.com/office/2006/metadata/properties" ma:root="true" ma:fieldsID="02292d135accbb2fd843cbe3f1e4414e" ns2:_="" ns3:_="">
    <xsd:import namespace="d5050065-5660-4611-a639-a0721ffd8a8c"/>
    <xsd:import namespace="10a7b085-cd6c-49bc-a353-f9de308ea303"/>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50065-5660-4611-a639-a0721ffd8a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a37fd13-9c92-403b-9679-d9988d4e14d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a7b085-cd6c-49bc-a353-f9de308ea30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f43f57-58d2-4c4a-bfa2-d35c5d7bb426}" ma:internalName="TaxCatchAll" ma:showField="CatchAllData" ma:web="10a7b085-cd6c-49bc-a353-f9de308ea3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6D8D8-9430-4A7E-AB89-60DC5EB8B0D2}">
  <ds:schemaRefs>
    <ds:schemaRef ds:uri="http://schemas.microsoft.com/office/2006/metadata/properties"/>
    <ds:schemaRef ds:uri="http://schemas.microsoft.com/office/infopath/2007/PartnerControls"/>
    <ds:schemaRef ds:uri="10a7b085-cd6c-49bc-a353-f9de308ea303"/>
    <ds:schemaRef ds:uri="d5050065-5660-4611-a639-a0721ffd8a8c"/>
  </ds:schemaRefs>
</ds:datastoreItem>
</file>

<file path=customXml/itemProps2.xml><?xml version="1.0" encoding="utf-8"?>
<ds:datastoreItem xmlns:ds="http://schemas.openxmlformats.org/officeDocument/2006/customXml" ds:itemID="{C22E6728-E7FD-4D4F-BF78-D8E78F5A0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050065-5660-4611-a639-a0721ffd8a8c"/>
    <ds:schemaRef ds:uri="10a7b085-cd6c-49bc-a353-f9de308ea3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C1F292-56D8-4A9C-AA7D-85486E9267FA}">
  <ds:schemaRefs>
    <ds:schemaRef ds:uri="http://schemas.microsoft.com/sharepoint/v3/contenttype/forms"/>
  </ds:schemaRefs>
</ds:datastoreItem>
</file>

<file path=customXml/itemProps4.xml><?xml version="1.0" encoding="utf-8"?>
<ds:datastoreItem xmlns:ds="http://schemas.openxmlformats.org/officeDocument/2006/customXml" ds:itemID="{56C9EB34-BCDE-4679-ABD4-50D1C77E3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D:\Caducation LLC\Autodesk 2022 - Documents\00 Templates\YYMMDD_Instructor Guide_Course Name_TEMPLATE.dotx</Template>
  <TotalTime>9</TotalTime>
  <Pages>4</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Perez</dc:creator>
  <cp:keywords/>
  <dc:description/>
  <cp:lastModifiedBy>Jessica Bendy</cp:lastModifiedBy>
  <cp:revision>15</cp:revision>
  <cp:lastPrinted>2024-12-04T18:09:00Z</cp:lastPrinted>
  <dcterms:created xsi:type="dcterms:W3CDTF">2025-06-10T20:42:00Z</dcterms:created>
  <dcterms:modified xsi:type="dcterms:W3CDTF">2025-07-25T20:42:00Z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0x0101009DFB1228E6EC6F4C9F50513CF99E738B</vt:lpwstr>
  </property>
  <property fmtid="{D5CDD505-2E9C-101B-9397-08002B2CF9AE}" pid="3" name="MediaServiceImageTags">
    <vt:lpwstr/>
  </property>
</Properties>
</file>